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5490B" w14:textId="77777777" w:rsidR="00C30D59" w:rsidRPr="00095151" w:rsidRDefault="001532E8" w:rsidP="00C30D59">
      <w:pPr>
        <w:pStyle w:val="Nzev"/>
        <w:jc w:val="center"/>
        <w:rPr>
          <w:rFonts w:ascii="Arial" w:hAnsi="Arial" w:cs="Arial"/>
          <w:b/>
          <w:color w:val="000000"/>
          <w:sz w:val="36"/>
          <w:szCs w:val="36"/>
        </w:rPr>
      </w:pPr>
      <w:r>
        <w:rPr>
          <w:rFonts w:ascii="Arial" w:hAnsi="Arial" w:cs="Arial"/>
          <w:b/>
          <w:color w:val="000000"/>
          <w:sz w:val="36"/>
          <w:szCs w:val="36"/>
        </w:rPr>
        <w:t>RÁMCOVÁ</w:t>
      </w:r>
      <w:r w:rsidR="007343C9" w:rsidRPr="00095151">
        <w:rPr>
          <w:rFonts w:ascii="Arial" w:hAnsi="Arial" w:cs="Arial"/>
          <w:b/>
          <w:color w:val="000000"/>
          <w:sz w:val="36"/>
          <w:szCs w:val="36"/>
        </w:rPr>
        <w:t xml:space="preserve"> </w:t>
      </w:r>
      <w:r w:rsidR="00993FC2">
        <w:rPr>
          <w:rFonts w:ascii="Arial" w:hAnsi="Arial" w:cs="Arial"/>
          <w:b/>
          <w:color w:val="000000"/>
          <w:sz w:val="36"/>
          <w:szCs w:val="36"/>
        </w:rPr>
        <w:t>DOHODA</w:t>
      </w:r>
    </w:p>
    <w:p w14:paraId="06F5490C" w14:textId="53A0774B"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A3ADD">
        <w:rPr>
          <w:rFonts w:ascii="Arial" w:hAnsi="Arial" w:cs="Arial"/>
          <w:color w:val="000000"/>
          <w:sz w:val="20"/>
          <w:szCs w:val="20"/>
        </w:rPr>
        <w:t>Objednatele</w:t>
      </w:r>
      <w:r w:rsidR="007343C9" w:rsidRPr="00095151">
        <w:rPr>
          <w:rFonts w:ascii="Arial" w:hAnsi="Arial" w:cs="Arial"/>
          <w:color w:val="000000"/>
          <w:sz w:val="20"/>
          <w:szCs w:val="20"/>
        </w:rPr>
        <w:t xml:space="preserve"> </w:t>
      </w:r>
      <w:r w:rsidR="003939AB" w:rsidRPr="003939AB">
        <w:rPr>
          <w:rFonts w:ascii="Arial" w:hAnsi="Arial" w:cs="Arial"/>
          <w:color w:val="000000"/>
          <w:sz w:val="20"/>
          <w:szCs w:val="20"/>
        </w:rPr>
        <w:t>[bude doplněno zadavatelem před uzavřením]</w:t>
      </w:r>
    </w:p>
    <w:p w14:paraId="06F5490D" w14:textId="4E0D5947" w:rsidR="00C30D59" w:rsidRPr="00095151" w:rsidRDefault="00C30D59" w:rsidP="00C30D59">
      <w:pPr>
        <w:pStyle w:val="Nzev"/>
        <w:jc w:val="center"/>
        <w:rPr>
          <w:rFonts w:ascii="Arial" w:hAnsi="Arial" w:cs="Arial"/>
          <w:color w:val="000000"/>
          <w:sz w:val="20"/>
          <w:szCs w:val="20"/>
        </w:rPr>
      </w:pPr>
      <w:r w:rsidRPr="00095151">
        <w:rPr>
          <w:rFonts w:ascii="Arial" w:hAnsi="Arial" w:cs="Arial"/>
          <w:color w:val="000000"/>
          <w:sz w:val="20"/>
          <w:szCs w:val="20"/>
        </w:rPr>
        <w:t xml:space="preserve">č. </w:t>
      </w:r>
      <w:r w:rsidR="007A3ADD">
        <w:rPr>
          <w:rFonts w:ascii="Arial" w:hAnsi="Arial" w:cs="Arial"/>
          <w:color w:val="000000"/>
          <w:sz w:val="20"/>
          <w:szCs w:val="20"/>
        </w:rPr>
        <w:t>Dodavatele</w:t>
      </w:r>
      <w:r w:rsidRPr="00095151">
        <w:rPr>
          <w:rFonts w:ascii="Arial" w:hAnsi="Arial" w:cs="Arial"/>
          <w:color w:val="000000"/>
          <w:sz w:val="20"/>
          <w:szCs w:val="20"/>
        </w:rPr>
        <w:t xml:space="preserve"> </w:t>
      </w:r>
      <w:r w:rsidR="003939AB" w:rsidRPr="003939AB">
        <w:rPr>
          <w:rFonts w:ascii="Arial" w:hAnsi="Arial" w:cs="Arial"/>
          <w:color w:val="000000"/>
          <w:sz w:val="20"/>
          <w:szCs w:val="20"/>
        </w:rPr>
        <w:t xml:space="preserve">[bude doplněno </w:t>
      </w:r>
      <w:r w:rsidR="003939AB">
        <w:rPr>
          <w:rFonts w:ascii="Arial" w:hAnsi="Arial" w:cs="Arial"/>
          <w:color w:val="000000"/>
          <w:sz w:val="20"/>
          <w:szCs w:val="20"/>
        </w:rPr>
        <w:t>dodavatelem</w:t>
      </w:r>
      <w:r w:rsidR="003939AB" w:rsidRPr="003939AB">
        <w:rPr>
          <w:rFonts w:ascii="Arial" w:hAnsi="Arial" w:cs="Arial"/>
          <w:color w:val="000000"/>
          <w:sz w:val="20"/>
          <w:szCs w:val="20"/>
        </w:rPr>
        <w:t xml:space="preserve"> před uzavřením]</w:t>
      </w:r>
    </w:p>
    <w:p w14:paraId="06F5490E" w14:textId="77777777" w:rsidR="00C30D59" w:rsidRPr="009C078A" w:rsidRDefault="00C30D59" w:rsidP="00C30D59">
      <w:pPr>
        <w:pStyle w:val="Nzev"/>
        <w:jc w:val="center"/>
        <w:rPr>
          <w:rFonts w:ascii="Arial" w:hAnsi="Arial" w:cs="Arial"/>
          <w:color w:val="000000"/>
          <w:sz w:val="24"/>
          <w:szCs w:val="24"/>
        </w:rPr>
      </w:pPr>
    </w:p>
    <w:p w14:paraId="06F5490F" w14:textId="5C096384" w:rsidR="00C30D59" w:rsidRPr="00FD36DC" w:rsidRDefault="00FD36DC" w:rsidP="002A6D2B">
      <w:pPr>
        <w:pStyle w:val="Nzev"/>
        <w:tabs>
          <w:tab w:val="center" w:pos="4536"/>
          <w:tab w:val="left" w:pos="6345"/>
        </w:tabs>
        <w:jc w:val="center"/>
        <w:rPr>
          <w:rFonts w:ascii="Arial" w:hAnsi="Arial" w:cs="Arial"/>
          <w:color w:val="auto"/>
          <w:sz w:val="24"/>
          <w:szCs w:val="24"/>
        </w:rPr>
      </w:pPr>
      <w:r w:rsidRPr="00FD36DC">
        <w:rPr>
          <w:rFonts w:ascii="Arial" w:hAnsi="Arial" w:cs="Arial"/>
          <w:b/>
          <w:bCs/>
          <w:color w:val="auto"/>
          <w:sz w:val="24"/>
          <w:szCs w:val="24"/>
        </w:rPr>
        <w:t xml:space="preserve">Dodávky velkoobjemových výdejních stojanů na prodej směsi do ostřikovačů na ČS vč. inženýrských činností a stavebních prací </w:t>
      </w:r>
    </w:p>
    <w:p w14:paraId="06F54910" w14:textId="77777777" w:rsidR="00C30D59" w:rsidRPr="009C078A" w:rsidRDefault="00C30D59" w:rsidP="00095151">
      <w:pPr>
        <w:pStyle w:val="lnek"/>
        <w:spacing w:before="360"/>
        <w:ind w:left="17"/>
        <w:rPr>
          <w:rFonts w:cs="Arial"/>
        </w:rPr>
      </w:pPr>
      <w:r w:rsidRPr="009C078A">
        <w:rPr>
          <w:rFonts w:cs="Arial"/>
        </w:rPr>
        <w:t>Smluvní strany</w:t>
      </w:r>
    </w:p>
    <w:p w14:paraId="06F54911" w14:textId="5E2F2636" w:rsidR="00C30D59" w:rsidRPr="009C078A" w:rsidRDefault="001E17F5" w:rsidP="00C30D59">
      <w:pPr>
        <w:pStyle w:val="Odstavec2"/>
        <w:rPr>
          <w:rFonts w:cs="Arial"/>
        </w:rPr>
      </w:pPr>
      <w:r>
        <w:rPr>
          <w:rFonts w:cs="Arial"/>
        </w:rPr>
        <w:t>Objednatel</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r>
      <w:r w:rsidR="00C30D59" w:rsidRPr="009C078A">
        <w:rPr>
          <w:rFonts w:cs="Arial"/>
          <w:b/>
        </w:rPr>
        <w:t>ČEPRO, a.s.</w:t>
      </w:r>
    </w:p>
    <w:p w14:paraId="06F54912" w14:textId="77777777" w:rsidR="00C30D59" w:rsidRPr="009C078A" w:rsidRDefault="00C30D59" w:rsidP="00C30D59">
      <w:pPr>
        <w:ind w:left="283" w:firstLine="284"/>
        <w:rPr>
          <w:rFonts w:cs="Arial"/>
        </w:rPr>
      </w:pPr>
      <w:r w:rsidRPr="009C078A">
        <w:rPr>
          <w:rFonts w:cs="Arial"/>
        </w:rPr>
        <w:t>se sídlem:</w:t>
      </w:r>
      <w:r w:rsidRPr="009C078A">
        <w:rPr>
          <w:rFonts w:cs="Arial"/>
        </w:rPr>
        <w:tab/>
      </w:r>
      <w:r w:rsidRPr="009C078A">
        <w:rPr>
          <w:rFonts w:cs="Arial"/>
        </w:rPr>
        <w:tab/>
      </w:r>
      <w:r w:rsidRPr="009C078A">
        <w:rPr>
          <w:rFonts w:cs="Arial"/>
        </w:rPr>
        <w:tab/>
      </w:r>
      <w:r w:rsidR="003F678D">
        <w:rPr>
          <w:rFonts w:cs="Arial"/>
        </w:rPr>
        <w:t>Dělnická 213/12, Holešovice, 170 00 Praha 7</w:t>
      </w:r>
    </w:p>
    <w:p w14:paraId="06F54913" w14:textId="77777777" w:rsidR="00C30D59" w:rsidRPr="009C078A" w:rsidRDefault="00335A76" w:rsidP="00C30D59">
      <w:pPr>
        <w:ind w:left="283" w:firstLine="284"/>
        <w:rPr>
          <w:rFonts w:cs="Arial"/>
        </w:rPr>
      </w:pPr>
      <w:r>
        <w:rPr>
          <w:rFonts w:cs="Arial"/>
        </w:rPr>
        <w:t>spisová značka</w:t>
      </w:r>
      <w:r w:rsidR="00C30D59" w:rsidRPr="009C078A">
        <w:rPr>
          <w:rFonts w:cs="Arial"/>
        </w:rPr>
        <w:t>:</w:t>
      </w:r>
      <w:r w:rsidR="00C30D59" w:rsidRPr="009C078A">
        <w:rPr>
          <w:rFonts w:cs="Arial"/>
        </w:rPr>
        <w:tab/>
      </w:r>
      <w:r>
        <w:rPr>
          <w:rFonts w:cs="Arial"/>
        </w:rPr>
        <w:t xml:space="preserve">B </w:t>
      </w:r>
      <w:r w:rsidRPr="009C078A">
        <w:rPr>
          <w:rFonts w:cs="Arial"/>
        </w:rPr>
        <w:t>2341</w:t>
      </w:r>
      <w:r>
        <w:rPr>
          <w:rFonts w:cs="Arial"/>
        </w:rPr>
        <w:t xml:space="preserve"> vedená </w:t>
      </w:r>
      <w:r w:rsidR="00C30D59" w:rsidRPr="009C078A">
        <w:rPr>
          <w:rFonts w:cs="Arial"/>
        </w:rPr>
        <w:tab/>
        <w:t>Městsk</w:t>
      </w:r>
      <w:r>
        <w:rPr>
          <w:rFonts w:cs="Arial"/>
        </w:rPr>
        <w:t>ým</w:t>
      </w:r>
      <w:r w:rsidR="00C30D59" w:rsidRPr="009C078A">
        <w:rPr>
          <w:rFonts w:cs="Arial"/>
        </w:rPr>
        <w:t xml:space="preserve"> soud</w:t>
      </w:r>
      <w:r>
        <w:rPr>
          <w:rFonts w:cs="Arial"/>
        </w:rPr>
        <w:t>em</w:t>
      </w:r>
      <w:r w:rsidR="00C30D59" w:rsidRPr="009C078A">
        <w:rPr>
          <w:rFonts w:cs="Arial"/>
        </w:rPr>
        <w:t xml:space="preserve"> v Praze </w:t>
      </w:r>
    </w:p>
    <w:p w14:paraId="06F54914" w14:textId="77777777" w:rsidR="00C30D59" w:rsidRPr="009C078A" w:rsidRDefault="00C30D59" w:rsidP="00C30D59">
      <w:pPr>
        <w:ind w:left="283" w:firstLine="284"/>
        <w:rPr>
          <w:rFonts w:cs="Arial"/>
        </w:rPr>
      </w:pPr>
      <w:r w:rsidRPr="009C078A">
        <w:rPr>
          <w:rFonts w:cs="Arial"/>
        </w:rPr>
        <w:t>bankovní spojení:</w:t>
      </w:r>
      <w:r w:rsidRPr="009C078A">
        <w:rPr>
          <w:rFonts w:cs="Arial"/>
        </w:rPr>
        <w:tab/>
        <w:t>Komerční banka a.s.</w:t>
      </w:r>
    </w:p>
    <w:p w14:paraId="06F54915" w14:textId="77777777" w:rsidR="00C30D59" w:rsidRPr="009C078A" w:rsidRDefault="00C30D59" w:rsidP="00C30D59">
      <w:pPr>
        <w:ind w:left="283" w:firstLine="284"/>
        <w:rPr>
          <w:rFonts w:cs="Arial"/>
        </w:rPr>
      </w:pPr>
      <w:r w:rsidRPr="009C078A">
        <w:rPr>
          <w:rFonts w:cs="Arial"/>
        </w:rPr>
        <w:t>č.</w:t>
      </w:r>
      <w:r w:rsidR="00D971FA">
        <w:rPr>
          <w:rFonts w:cs="Arial"/>
        </w:rPr>
        <w:t xml:space="preserve"> </w:t>
      </w:r>
      <w:r w:rsidRPr="009C078A">
        <w:rPr>
          <w:rFonts w:cs="Arial"/>
        </w:rPr>
        <w:t>účtu:</w:t>
      </w:r>
      <w:r w:rsidRPr="009C078A">
        <w:rPr>
          <w:rFonts w:cs="Arial"/>
        </w:rPr>
        <w:tab/>
      </w:r>
      <w:r w:rsidRPr="009C078A">
        <w:rPr>
          <w:rFonts w:cs="Arial"/>
        </w:rPr>
        <w:tab/>
      </w:r>
      <w:r w:rsidRPr="009C078A">
        <w:rPr>
          <w:rFonts w:cs="Arial"/>
        </w:rPr>
        <w:tab/>
      </w:r>
      <w:r w:rsidRPr="009C078A">
        <w:rPr>
          <w:rFonts w:cs="Arial"/>
        </w:rPr>
        <w:tab/>
      </w:r>
      <w:r w:rsidR="00095151">
        <w:rPr>
          <w:rFonts w:cs="Arial"/>
        </w:rPr>
        <w:t>11</w:t>
      </w:r>
      <w:r w:rsidR="00335A76">
        <w:rPr>
          <w:rFonts w:cs="Arial"/>
        </w:rPr>
        <w:t xml:space="preserve"> </w:t>
      </w:r>
      <w:r w:rsidRPr="009C078A">
        <w:rPr>
          <w:rFonts w:cs="Arial"/>
        </w:rPr>
        <w:t>902931/0100</w:t>
      </w:r>
    </w:p>
    <w:p w14:paraId="06F54916" w14:textId="77777777" w:rsidR="00C30D59" w:rsidRPr="009C078A" w:rsidRDefault="00C30D59" w:rsidP="00C30D59">
      <w:pPr>
        <w:ind w:left="283" w:firstLine="284"/>
        <w:rPr>
          <w:rFonts w:cs="Arial"/>
        </w:rPr>
      </w:pPr>
      <w:r w:rsidRPr="009C078A">
        <w:rPr>
          <w:rFonts w:cs="Arial"/>
        </w:rPr>
        <w:t>IČ</w:t>
      </w:r>
      <w:r w:rsidR="00582816">
        <w:rPr>
          <w:rFonts w:cs="Arial"/>
        </w:rPr>
        <w:t>O:</w:t>
      </w:r>
      <w:r w:rsidR="00582816">
        <w:rPr>
          <w:rFonts w:cs="Arial"/>
        </w:rPr>
        <w:tab/>
      </w:r>
      <w:r w:rsidR="00582816">
        <w:rPr>
          <w:rFonts w:cs="Arial"/>
        </w:rPr>
        <w:tab/>
      </w:r>
      <w:r w:rsidR="00582816">
        <w:rPr>
          <w:rFonts w:cs="Arial"/>
        </w:rPr>
        <w:tab/>
      </w:r>
      <w:r w:rsidR="00582816">
        <w:rPr>
          <w:rFonts w:cs="Arial"/>
        </w:rPr>
        <w:tab/>
      </w:r>
      <w:r w:rsidR="00582816">
        <w:rPr>
          <w:rFonts w:cs="Arial"/>
        </w:rPr>
        <w:tab/>
      </w:r>
      <w:r w:rsidRPr="009C078A">
        <w:rPr>
          <w:rFonts w:cs="Arial"/>
        </w:rPr>
        <w:t>60193531</w:t>
      </w:r>
    </w:p>
    <w:p w14:paraId="06F54917" w14:textId="77777777" w:rsidR="00C30D59" w:rsidRPr="009C078A" w:rsidRDefault="00C30D59" w:rsidP="00C30D59">
      <w:pPr>
        <w:ind w:left="283" w:firstLine="284"/>
        <w:rPr>
          <w:rFonts w:cs="Arial"/>
        </w:rPr>
      </w:pPr>
      <w:r w:rsidRPr="009C078A">
        <w:rPr>
          <w:rFonts w:cs="Arial"/>
        </w:rPr>
        <w:t>DIČ:</w:t>
      </w:r>
      <w:r w:rsidRPr="009C078A">
        <w:rPr>
          <w:rFonts w:cs="Arial"/>
        </w:rPr>
        <w:tab/>
      </w:r>
      <w:r w:rsidRPr="009C078A">
        <w:rPr>
          <w:rFonts w:cs="Arial"/>
        </w:rPr>
        <w:tab/>
      </w:r>
      <w:r w:rsidRPr="009C078A">
        <w:rPr>
          <w:rFonts w:cs="Arial"/>
        </w:rPr>
        <w:tab/>
      </w:r>
      <w:r w:rsidRPr="009C078A">
        <w:rPr>
          <w:rFonts w:cs="Arial"/>
        </w:rPr>
        <w:tab/>
      </w:r>
      <w:r w:rsidRPr="009C078A">
        <w:rPr>
          <w:rFonts w:cs="Arial"/>
        </w:rPr>
        <w:tab/>
        <w:t>CZ60193531</w:t>
      </w:r>
      <w:r w:rsidR="005B08B5">
        <w:rPr>
          <w:rFonts w:cs="Arial"/>
        </w:rPr>
        <w:t xml:space="preserve"> </w:t>
      </w:r>
    </w:p>
    <w:p w14:paraId="06F54918" w14:textId="77777777" w:rsidR="00C30D59" w:rsidRPr="009C078A" w:rsidRDefault="00095151" w:rsidP="00C30D59">
      <w:pPr>
        <w:ind w:left="283" w:firstLine="284"/>
        <w:rPr>
          <w:rFonts w:cs="Arial"/>
        </w:rPr>
      </w:pPr>
      <w:r>
        <w:rPr>
          <w:rFonts w:cs="Arial"/>
        </w:rPr>
        <w:t>zast</w:t>
      </w:r>
      <w:r w:rsidR="00335A76">
        <w:rPr>
          <w:rFonts w:cs="Arial"/>
        </w:rPr>
        <w:t>o</w:t>
      </w:r>
      <w:r>
        <w:rPr>
          <w:rFonts w:cs="Arial"/>
        </w:rPr>
        <w:t>up</w:t>
      </w:r>
      <w:r w:rsidR="00335A76">
        <w:rPr>
          <w:rFonts w:cs="Arial"/>
        </w:rPr>
        <w:t>ený</w:t>
      </w:r>
      <w:r w:rsidR="00C30D59" w:rsidRPr="009C078A">
        <w:rPr>
          <w:rFonts w:cs="Arial"/>
        </w:rPr>
        <w:t>:</w:t>
      </w:r>
      <w:r w:rsidR="00C30D59" w:rsidRPr="009C078A">
        <w:rPr>
          <w:rFonts w:cs="Arial"/>
        </w:rPr>
        <w:tab/>
      </w:r>
      <w:r w:rsidR="00C30D59" w:rsidRPr="009C078A">
        <w:rPr>
          <w:rFonts w:cs="Arial"/>
        </w:rPr>
        <w:tab/>
      </w:r>
      <w:r w:rsidR="00C30D59" w:rsidRPr="009C078A">
        <w:rPr>
          <w:rFonts w:cs="Arial"/>
        </w:rPr>
        <w:tab/>
        <w:t>Mgr. Jan Duspěva, předseda představenstva</w:t>
      </w:r>
    </w:p>
    <w:p w14:paraId="06F54919" w14:textId="77777777" w:rsidR="00AE52C9" w:rsidRPr="009C078A" w:rsidRDefault="00582816" w:rsidP="00C30D59">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Ing. </w:t>
      </w:r>
      <w:r w:rsidR="00F30727">
        <w:rPr>
          <w:rFonts w:cs="Arial"/>
        </w:rPr>
        <w:t xml:space="preserve">František Todt, člen </w:t>
      </w:r>
      <w:r w:rsidR="00C30D59" w:rsidRPr="009C078A">
        <w:rPr>
          <w:rFonts w:cs="Arial"/>
        </w:rPr>
        <w:t>představenstva</w:t>
      </w:r>
    </w:p>
    <w:p w14:paraId="2491CD29" w14:textId="43E72F6F" w:rsidR="00D47C10" w:rsidRPr="00024600" w:rsidRDefault="00D47C10" w:rsidP="00D47C10">
      <w:pPr>
        <w:ind w:firstLine="1"/>
        <w:rPr>
          <w:rFonts w:cs="Arial"/>
          <w:bCs/>
          <w:spacing w:val="4"/>
        </w:rPr>
      </w:pPr>
      <w:r w:rsidRPr="00024600">
        <w:rPr>
          <w:rFonts w:cs="Arial"/>
          <w:bCs/>
          <w:spacing w:val="4"/>
        </w:rPr>
        <w:t xml:space="preserve">Osoby oprávněné jednat za </w:t>
      </w:r>
      <w:r w:rsidR="006335A1">
        <w:rPr>
          <w:rFonts w:cs="Arial"/>
          <w:bCs/>
          <w:spacing w:val="4"/>
        </w:rPr>
        <w:t>O</w:t>
      </w:r>
      <w:r w:rsidRPr="00024600">
        <w:rPr>
          <w:rFonts w:cs="Arial"/>
          <w:bCs/>
          <w:spacing w:val="4"/>
        </w:rPr>
        <w:t>bjednatele v rámci uzavřené rámcové dohody a dílčích smluv ve věcech:</w:t>
      </w:r>
    </w:p>
    <w:p w14:paraId="3182F932" w14:textId="185E8896" w:rsidR="002E7183" w:rsidRPr="00024600" w:rsidRDefault="002E7183" w:rsidP="002E7183">
      <w:pPr>
        <w:ind w:left="2840" w:hanging="2840"/>
        <w:rPr>
          <w:rFonts w:cs="Arial"/>
          <w:bCs/>
          <w:spacing w:val="4"/>
        </w:rPr>
      </w:pPr>
      <w:r w:rsidRPr="00024600">
        <w:rPr>
          <w:rFonts w:cs="Arial"/>
          <w:bCs/>
          <w:spacing w:val="4"/>
        </w:rPr>
        <w:t xml:space="preserve">a/ smluvních (vyjma změny a/nebo zániku rámcové dohody): Ing. </w:t>
      </w:r>
      <w:r w:rsidR="009A41DC">
        <w:rPr>
          <w:rFonts w:cs="Arial"/>
          <w:bCs/>
          <w:spacing w:val="4"/>
        </w:rPr>
        <w:t>Václav Polanka</w:t>
      </w:r>
      <w:r w:rsidRPr="00024600">
        <w:rPr>
          <w:rFonts w:cs="Arial"/>
          <w:bCs/>
          <w:spacing w:val="4"/>
        </w:rPr>
        <w:t>,</w:t>
      </w:r>
    </w:p>
    <w:p w14:paraId="089EC7FD" w14:textId="0C2A2831" w:rsidR="002E7183" w:rsidRPr="00024600" w:rsidRDefault="002E7183" w:rsidP="002E7183">
      <w:pPr>
        <w:ind w:left="2840" w:hanging="2840"/>
        <w:rPr>
          <w:rFonts w:cs="Arial"/>
          <w:bCs/>
          <w:spacing w:val="4"/>
        </w:rPr>
      </w:pPr>
      <w:r w:rsidRPr="00024600">
        <w:rPr>
          <w:rFonts w:cs="Arial"/>
          <w:bCs/>
          <w:spacing w:val="4"/>
        </w:rPr>
        <w:t>b/ technických a realizace díla:</w:t>
      </w:r>
      <w:r w:rsidR="00973FB4">
        <w:rPr>
          <w:rFonts w:cs="Arial"/>
          <w:bCs/>
          <w:spacing w:val="4"/>
        </w:rPr>
        <w:t xml:space="preserve"> Václav Bartoň,</w:t>
      </w:r>
      <w:r w:rsidRPr="00024600">
        <w:rPr>
          <w:rFonts w:cs="Arial"/>
          <w:bCs/>
        </w:rPr>
        <w:t xml:space="preserve"> a dále osoby</w:t>
      </w:r>
      <w:r w:rsidRPr="00024600">
        <w:rPr>
          <w:rFonts w:cs="Arial"/>
          <w:bCs/>
          <w:spacing w:val="4"/>
        </w:rPr>
        <w:t xml:space="preserve"> uvedené v příloze č. 4 rámcové dohody, seznam metodiků a techniků oddělení údržby ČS </w:t>
      </w:r>
      <w:r w:rsidR="00F06EA1">
        <w:rPr>
          <w:rFonts w:cs="Arial"/>
          <w:bCs/>
          <w:spacing w:val="4"/>
        </w:rPr>
        <w:t>PHM</w:t>
      </w:r>
      <w:r w:rsidRPr="00024600">
        <w:rPr>
          <w:rFonts w:cs="Arial"/>
          <w:bCs/>
          <w:spacing w:val="4"/>
        </w:rPr>
        <w:t xml:space="preserve"> </w:t>
      </w:r>
    </w:p>
    <w:p w14:paraId="4E6AD9B3" w14:textId="35AFC66F" w:rsidR="002E7183" w:rsidRPr="00024600" w:rsidRDefault="002E7183" w:rsidP="002E7183">
      <w:pPr>
        <w:ind w:left="3600" w:hanging="3600"/>
        <w:rPr>
          <w:rFonts w:cs="Arial"/>
          <w:bCs/>
          <w:spacing w:val="4"/>
        </w:rPr>
      </w:pPr>
      <w:r w:rsidRPr="00024600">
        <w:rPr>
          <w:rFonts w:cs="Arial"/>
          <w:bCs/>
          <w:spacing w:val="4"/>
        </w:rPr>
        <w:t>c/ vystavení a zaslání objednávky: pracovní pozice specialista centrálního nákupu, referent ekonomické podpory, referent údržby ČS</w:t>
      </w:r>
      <w:r w:rsidR="007342DD">
        <w:rPr>
          <w:rFonts w:cs="Arial"/>
          <w:bCs/>
          <w:spacing w:val="4"/>
        </w:rPr>
        <w:t>, vedoucí projektu</w:t>
      </w:r>
    </w:p>
    <w:p w14:paraId="06F54930" w14:textId="483D8AC5" w:rsidR="00C30D59" w:rsidRPr="009C078A" w:rsidRDefault="00C30D59" w:rsidP="00095151">
      <w:pPr>
        <w:spacing w:before="120"/>
        <w:rPr>
          <w:rFonts w:cs="Arial"/>
        </w:rPr>
      </w:pPr>
      <w:r w:rsidRPr="009C078A">
        <w:rPr>
          <w:rFonts w:cs="Arial"/>
        </w:rPr>
        <w:t>(dále jen „</w:t>
      </w:r>
      <w:r w:rsidR="007A3ADD">
        <w:rPr>
          <w:rFonts w:cs="Arial"/>
          <w:b/>
          <w:i/>
        </w:rPr>
        <w:t>Objednatel</w:t>
      </w:r>
      <w:r w:rsidRPr="009C078A">
        <w:rPr>
          <w:rFonts w:cs="Arial"/>
        </w:rPr>
        <w:t>“)</w:t>
      </w:r>
    </w:p>
    <w:p w14:paraId="06F54931" w14:textId="77777777" w:rsidR="00C30D59" w:rsidRPr="009C078A" w:rsidRDefault="00C30D59" w:rsidP="00C30D59">
      <w:pPr>
        <w:overflowPunct w:val="0"/>
        <w:autoSpaceDE w:val="0"/>
        <w:autoSpaceDN w:val="0"/>
        <w:adjustRightInd w:val="0"/>
        <w:spacing w:after="0"/>
        <w:textAlignment w:val="baseline"/>
        <w:rPr>
          <w:rFonts w:cs="Arial"/>
          <w:b/>
          <w:color w:val="000000"/>
        </w:rPr>
      </w:pPr>
      <w:r w:rsidRPr="009C078A">
        <w:rPr>
          <w:rFonts w:cs="Arial"/>
          <w:b/>
          <w:color w:val="000000"/>
        </w:rPr>
        <w:t>a</w:t>
      </w:r>
    </w:p>
    <w:p w14:paraId="06F54932" w14:textId="77777777" w:rsidR="00C30D59" w:rsidRPr="009C078A" w:rsidRDefault="00C30D59" w:rsidP="00C30D59">
      <w:pPr>
        <w:overflowPunct w:val="0"/>
        <w:autoSpaceDE w:val="0"/>
        <w:autoSpaceDN w:val="0"/>
        <w:adjustRightInd w:val="0"/>
        <w:spacing w:after="0"/>
        <w:textAlignment w:val="baseline"/>
        <w:rPr>
          <w:rFonts w:cs="Arial"/>
          <w:b/>
          <w:color w:val="000000"/>
        </w:rPr>
      </w:pPr>
    </w:p>
    <w:p w14:paraId="06F54933" w14:textId="49DD1241" w:rsidR="00C30D59" w:rsidRPr="00D542F4" w:rsidRDefault="00771023" w:rsidP="00C30D59">
      <w:pPr>
        <w:pStyle w:val="Odstavec2"/>
        <w:rPr>
          <w:rFonts w:cs="Arial"/>
          <w:highlight w:val="yellow"/>
        </w:rPr>
      </w:pPr>
      <w:bookmarkStart w:id="0" w:name="_Ref368326329"/>
      <w:r>
        <w:rPr>
          <w:rFonts w:cs="Arial"/>
          <w:highlight w:val="yellow"/>
        </w:rPr>
        <w:t>Dodavatel</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b/>
          <w:highlight w:val="yellow"/>
        </w:rPr>
        <w:t>………………</w:t>
      </w:r>
      <w:bookmarkEnd w:id="0"/>
    </w:p>
    <w:p w14:paraId="06F54934" w14:textId="77777777" w:rsidR="00C30D59" w:rsidRPr="00D542F4" w:rsidRDefault="00C30D59" w:rsidP="00C30D59">
      <w:pPr>
        <w:ind w:left="283" w:firstLine="284"/>
        <w:rPr>
          <w:rFonts w:cs="Arial"/>
          <w:highlight w:val="yellow"/>
        </w:rPr>
      </w:pPr>
      <w:r w:rsidRPr="00D542F4">
        <w:rPr>
          <w:rFonts w:cs="Arial"/>
          <w:highlight w:val="yellow"/>
        </w:rPr>
        <w:t>se sídlem:</w:t>
      </w:r>
      <w:r w:rsidRPr="00D542F4">
        <w:rPr>
          <w:rFonts w:cs="Arial"/>
          <w:highlight w:val="yellow"/>
        </w:rPr>
        <w:tab/>
      </w:r>
      <w:r w:rsidRPr="00D542F4">
        <w:rPr>
          <w:rFonts w:cs="Arial"/>
          <w:highlight w:val="yellow"/>
        </w:rPr>
        <w:tab/>
      </w:r>
      <w:r w:rsidRPr="00D542F4">
        <w:rPr>
          <w:rFonts w:cs="Arial"/>
          <w:highlight w:val="yellow"/>
        </w:rPr>
        <w:tab/>
        <w:t>………………</w:t>
      </w:r>
    </w:p>
    <w:p w14:paraId="06F54935" w14:textId="77777777" w:rsidR="00C30D59" w:rsidRPr="00D542F4" w:rsidRDefault="00335A76" w:rsidP="00C30D59">
      <w:pPr>
        <w:ind w:left="283" w:firstLine="284"/>
        <w:rPr>
          <w:rFonts w:cs="Arial"/>
          <w:highlight w:val="yellow"/>
        </w:rPr>
      </w:pPr>
      <w:r w:rsidRPr="00D542F4">
        <w:rPr>
          <w:rFonts w:cs="Arial"/>
          <w:highlight w:val="yellow"/>
        </w:rPr>
        <w:t>spisová značka</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p>
    <w:p w14:paraId="06F54936" w14:textId="77777777" w:rsidR="00C30D59" w:rsidRPr="00D542F4" w:rsidRDefault="00C30D59" w:rsidP="00C30D59">
      <w:pPr>
        <w:ind w:left="283" w:firstLine="284"/>
        <w:rPr>
          <w:rFonts w:cs="Arial"/>
          <w:highlight w:val="yellow"/>
        </w:rPr>
      </w:pPr>
      <w:r w:rsidRPr="00D542F4">
        <w:rPr>
          <w:rFonts w:cs="Arial"/>
          <w:highlight w:val="yellow"/>
        </w:rPr>
        <w:t>bankovní spojení:</w:t>
      </w:r>
      <w:r w:rsidRPr="00D542F4">
        <w:rPr>
          <w:rFonts w:cs="Arial"/>
          <w:highlight w:val="yellow"/>
        </w:rPr>
        <w:tab/>
        <w:t>………………</w:t>
      </w:r>
    </w:p>
    <w:p w14:paraId="06F54937" w14:textId="77777777" w:rsidR="00C30D59" w:rsidRPr="00D542F4" w:rsidRDefault="00C30D59" w:rsidP="00C30D59">
      <w:pPr>
        <w:ind w:left="283" w:firstLine="284"/>
        <w:rPr>
          <w:rFonts w:cs="Arial"/>
          <w:highlight w:val="yellow"/>
        </w:rPr>
      </w:pPr>
      <w:r w:rsidRPr="00D542F4">
        <w:rPr>
          <w:rFonts w:cs="Arial"/>
          <w:highlight w:val="yellow"/>
        </w:rPr>
        <w:t>č.</w:t>
      </w:r>
      <w:r w:rsidR="00335A76" w:rsidRPr="00D542F4">
        <w:rPr>
          <w:rFonts w:cs="Arial"/>
          <w:highlight w:val="yellow"/>
        </w:rPr>
        <w:t xml:space="preserve"> </w:t>
      </w:r>
      <w:r w:rsidRPr="00D542F4">
        <w:rPr>
          <w:rFonts w:cs="Arial"/>
          <w:highlight w:val="yellow"/>
        </w:rPr>
        <w:t>účtu:</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8" w14:textId="77777777" w:rsidR="00C30D59" w:rsidRPr="00D542F4" w:rsidRDefault="00C30D59" w:rsidP="00C30D59">
      <w:pPr>
        <w:ind w:left="283" w:firstLine="284"/>
        <w:rPr>
          <w:rFonts w:cs="Arial"/>
          <w:highlight w:val="yellow"/>
        </w:rPr>
      </w:pPr>
      <w:r w:rsidRPr="00D542F4">
        <w:rPr>
          <w:rFonts w:cs="Arial"/>
          <w:highlight w:val="yellow"/>
        </w:rPr>
        <w:t>IČ</w:t>
      </w:r>
      <w:r w:rsidR="00582816" w:rsidRPr="00D542F4">
        <w:rPr>
          <w:rFonts w:cs="Arial"/>
          <w:highlight w:val="yellow"/>
        </w:rPr>
        <w:t>O:</w:t>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00582816" w:rsidRPr="00D542F4">
        <w:rPr>
          <w:rFonts w:cs="Arial"/>
          <w:highlight w:val="yellow"/>
        </w:rPr>
        <w:tab/>
      </w:r>
      <w:r w:rsidRPr="00D542F4">
        <w:rPr>
          <w:rFonts w:cs="Arial"/>
          <w:highlight w:val="yellow"/>
        </w:rPr>
        <w:t>………………</w:t>
      </w:r>
    </w:p>
    <w:p w14:paraId="06F54939" w14:textId="77777777" w:rsidR="00C30D59" w:rsidRPr="00D542F4" w:rsidRDefault="00C30D59" w:rsidP="00C30D59">
      <w:pPr>
        <w:ind w:left="283" w:firstLine="284"/>
        <w:rPr>
          <w:rFonts w:cs="Arial"/>
          <w:highlight w:val="yellow"/>
        </w:rPr>
      </w:pPr>
      <w:r w:rsidRPr="00D542F4">
        <w:rPr>
          <w:rFonts w:cs="Arial"/>
          <w:highlight w:val="yellow"/>
        </w:rPr>
        <w:t>DIČ:</w:t>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A" w14:textId="1713849A" w:rsidR="00C30D59" w:rsidRPr="00D542F4" w:rsidRDefault="00335A76" w:rsidP="00C30D59">
      <w:pPr>
        <w:ind w:left="283" w:firstLine="284"/>
        <w:rPr>
          <w:rFonts w:cs="Arial"/>
          <w:highlight w:val="yellow"/>
        </w:rPr>
      </w:pPr>
      <w:r w:rsidRPr="00D542F4">
        <w:rPr>
          <w:rFonts w:cs="Arial"/>
          <w:highlight w:val="yellow"/>
        </w:rPr>
        <w:t>zast</w:t>
      </w:r>
      <w:r w:rsidR="006335A1">
        <w:rPr>
          <w:rFonts w:cs="Arial"/>
          <w:highlight w:val="yellow"/>
        </w:rPr>
        <w:t>o</w:t>
      </w:r>
      <w:r w:rsidRPr="00D542F4">
        <w:rPr>
          <w:rFonts w:cs="Arial"/>
          <w:highlight w:val="yellow"/>
        </w:rPr>
        <w:t>upený</w:t>
      </w:r>
      <w:r w:rsidR="00C30D59" w:rsidRPr="00D542F4">
        <w:rPr>
          <w:rFonts w:cs="Arial"/>
          <w:highlight w:val="yellow"/>
        </w:rPr>
        <w:t>:</w:t>
      </w:r>
      <w:r w:rsidR="00C30D59" w:rsidRPr="00D542F4">
        <w:rPr>
          <w:rFonts w:cs="Arial"/>
          <w:highlight w:val="yellow"/>
        </w:rPr>
        <w:tab/>
      </w:r>
      <w:r w:rsidR="00C30D59" w:rsidRPr="00D542F4">
        <w:rPr>
          <w:rFonts w:cs="Arial"/>
          <w:highlight w:val="yellow"/>
        </w:rPr>
        <w:tab/>
      </w:r>
      <w:r w:rsidR="00C30D59" w:rsidRPr="00D542F4">
        <w:rPr>
          <w:rFonts w:cs="Arial"/>
          <w:highlight w:val="yellow"/>
        </w:rPr>
        <w:tab/>
      </w:r>
      <w:r w:rsidR="00C30D59" w:rsidRPr="00D542F4">
        <w:rPr>
          <w:rFonts w:cs="Arial"/>
          <w:highlight w:val="yellow"/>
        </w:rPr>
        <w:tab/>
        <w:t>………………</w:t>
      </w:r>
    </w:p>
    <w:p w14:paraId="06F5493B" w14:textId="77777777" w:rsidR="00C30D59" w:rsidRPr="009C078A" w:rsidRDefault="00C30D59" w:rsidP="00C30D59">
      <w:pPr>
        <w:rPr>
          <w:rFonts w:cs="Arial"/>
        </w:rPr>
      </w:pP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r>
      <w:r w:rsidRPr="00D542F4">
        <w:rPr>
          <w:rFonts w:cs="Arial"/>
          <w:highlight w:val="yellow"/>
        </w:rPr>
        <w:tab/>
        <w:t>……………….</w:t>
      </w:r>
    </w:p>
    <w:p w14:paraId="06F5493C" w14:textId="63A607A3" w:rsidR="00C30D59" w:rsidRDefault="00C30D59" w:rsidP="00C30D59">
      <w:pPr>
        <w:rPr>
          <w:rFonts w:cs="Arial"/>
        </w:rPr>
      </w:pPr>
      <w:r w:rsidRPr="009C078A">
        <w:rPr>
          <w:rFonts w:cs="Arial"/>
        </w:rPr>
        <w:t xml:space="preserve">Osoby oprávněné jednat za </w:t>
      </w:r>
      <w:r w:rsidR="00E02965">
        <w:rPr>
          <w:rFonts w:cs="Arial"/>
        </w:rPr>
        <w:t>Dodavatele</w:t>
      </w:r>
      <w:r w:rsidR="007343C9" w:rsidRPr="009C078A">
        <w:rPr>
          <w:rFonts w:cs="Arial"/>
        </w:rPr>
        <w:t xml:space="preserve"> v rámci uzavřené smlouv</w:t>
      </w:r>
      <w:r w:rsidR="00371E55" w:rsidRPr="009C078A">
        <w:rPr>
          <w:rFonts w:cs="Arial"/>
        </w:rPr>
        <w:t>y</w:t>
      </w:r>
      <w:r w:rsidRPr="009C078A">
        <w:rPr>
          <w:rFonts w:cs="Arial"/>
        </w:rPr>
        <w:t>:</w:t>
      </w:r>
    </w:p>
    <w:p w14:paraId="65C9A43D" w14:textId="5927456D" w:rsidR="007A3ADD" w:rsidRPr="00024600" w:rsidRDefault="007A3ADD" w:rsidP="007A3ADD">
      <w:pPr>
        <w:ind w:firstLine="1"/>
        <w:rPr>
          <w:rFonts w:cs="Arial"/>
          <w:bCs/>
          <w:spacing w:val="4"/>
        </w:rPr>
      </w:pPr>
      <w:r w:rsidRPr="00024600">
        <w:rPr>
          <w:rFonts w:cs="Arial"/>
          <w:bCs/>
          <w:spacing w:val="4"/>
        </w:rPr>
        <w:t xml:space="preserve">Osoby oprávněné jednat za </w:t>
      </w:r>
      <w:r w:rsidR="007067E0">
        <w:rPr>
          <w:rFonts w:cs="Arial"/>
          <w:bCs/>
          <w:spacing w:val="4"/>
        </w:rPr>
        <w:t>O</w:t>
      </w:r>
      <w:r w:rsidRPr="00024600">
        <w:rPr>
          <w:rFonts w:cs="Arial"/>
          <w:bCs/>
          <w:spacing w:val="4"/>
        </w:rPr>
        <w:t>bjednatele v rámci uzavřené rámcové dohody a dílčích smluv ve věcech:</w:t>
      </w:r>
    </w:p>
    <w:p w14:paraId="03AEA303" w14:textId="0B9F79A3" w:rsidR="007A3ADD" w:rsidRPr="00024600" w:rsidRDefault="007A3ADD" w:rsidP="007A3ADD">
      <w:pPr>
        <w:ind w:left="2840" w:hanging="2840"/>
        <w:rPr>
          <w:rFonts w:cs="Arial"/>
          <w:bCs/>
          <w:spacing w:val="4"/>
        </w:rPr>
      </w:pPr>
      <w:r w:rsidRPr="00024600">
        <w:rPr>
          <w:rFonts w:cs="Arial"/>
          <w:bCs/>
          <w:spacing w:val="4"/>
        </w:rPr>
        <w:t>a/ smluvních (vyjma změny a/nebo zániku rámcové dohody)</w:t>
      </w:r>
      <w:r w:rsidRPr="007A3ADD">
        <w:rPr>
          <w:rFonts w:cs="Arial"/>
          <w:highlight w:val="yellow"/>
        </w:rPr>
        <w:t xml:space="preserve"> </w:t>
      </w:r>
      <w:r w:rsidRPr="00D542F4">
        <w:rPr>
          <w:rFonts w:cs="Arial"/>
          <w:highlight w:val="yellow"/>
        </w:rPr>
        <w:tab/>
        <w:t>……………</w:t>
      </w:r>
      <w:proofErr w:type="gramStart"/>
      <w:r w:rsidRPr="00D542F4">
        <w:rPr>
          <w:rFonts w:cs="Arial"/>
          <w:highlight w:val="yellow"/>
        </w:rPr>
        <w:t>…</w:t>
      </w:r>
      <w:r w:rsidRPr="00024600">
        <w:rPr>
          <w:rFonts w:cs="Arial"/>
          <w:bCs/>
          <w:spacing w:val="4"/>
        </w:rPr>
        <w:t>:,</w:t>
      </w:r>
      <w:proofErr w:type="gramEnd"/>
    </w:p>
    <w:p w14:paraId="0AC6E58C" w14:textId="20EE7672" w:rsidR="007A3ADD" w:rsidRPr="009C078A" w:rsidRDefault="007A3ADD" w:rsidP="007A3ADD">
      <w:pPr>
        <w:rPr>
          <w:rFonts w:cs="Arial"/>
        </w:rPr>
      </w:pPr>
      <w:r w:rsidRPr="00024600">
        <w:rPr>
          <w:rFonts w:cs="Arial"/>
          <w:bCs/>
          <w:spacing w:val="4"/>
        </w:rPr>
        <w:t>b/ technických a realizace díla</w:t>
      </w:r>
      <w:r>
        <w:rPr>
          <w:rFonts w:cs="Arial"/>
          <w:bCs/>
          <w:spacing w:val="4"/>
        </w:rPr>
        <w:t xml:space="preserve"> </w:t>
      </w:r>
      <w:r w:rsidRPr="00D542F4">
        <w:rPr>
          <w:rFonts w:cs="Arial"/>
          <w:highlight w:val="yellow"/>
        </w:rPr>
        <w:tab/>
        <w:t>………………</w:t>
      </w:r>
    </w:p>
    <w:p w14:paraId="06F5494C" w14:textId="3AC20113" w:rsidR="00C30D59" w:rsidRPr="009C078A" w:rsidRDefault="00C30D59" w:rsidP="00095151">
      <w:pPr>
        <w:pStyle w:val="Odstavec2"/>
        <w:numPr>
          <w:ilvl w:val="0"/>
          <w:numId w:val="0"/>
        </w:numPr>
        <w:spacing w:before="120"/>
        <w:ind w:left="567" w:hanging="567"/>
        <w:rPr>
          <w:rFonts w:cs="Arial"/>
        </w:rPr>
      </w:pPr>
      <w:r w:rsidRPr="009C078A">
        <w:rPr>
          <w:rFonts w:cs="Arial"/>
        </w:rPr>
        <w:t>(dále jen „</w:t>
      </w:r>
      <w:r w:rsidR="007A3ADD">
        <w:rPr>
          <w:rFonts w:cs="Arial"/>
          <w:b/>
          <w:i/>
        </w:rPr>
        <w:t>Dodavatel</w:t>
      </w:r>
      <w:r w:rsidRPr="009C078A">
        <w:rPr>
          <w:rFonts w:cs="Arial"/>
        </w:rPr>
        <w:t>“)</w:t>
      </w:r>
    </w:p>
    <w:p w14:paraId="06F5494D" w14:textId="77777777" w:rsidR="003A512A" w:rsidRDefault="003A512A" w:rsidP="00C30D59">
      <w:pPr>
        <w:pStyle w:val="Odstavec2"/>
        <w:numPr>
          <w:ilvl w:val="0"/>
          <w:numId w:val="0"/>
        </w:numPr>
        <w:rPr>
          <w:rFonts w:cs="Arial"/>
        </w:rPr>
      </w:pPr>
    </w:p>
    <w:p w14:paraId="05EA30E6" w14:textId="2B5B21B8" w:rsidR="0036075C" w:rsidRPr="003A512A" w:rsidRDefault="0036075C" w:rsidP="003A512A">
      <w:pPr>
        <w:pStyle w:val="Odstavec2"/>
        <w:numPr>
          <w:ilvl w:val="0"/>
          <w:numId w:val="0"/>
        </w:numPr>
        <w:rPr>
          <w:rFonts w:cs="Arial"/>
        </w:rPr>
      </w:pPr>
      <w:r w:rsidRPr="00024600">
        <w:rPr>
          <w:rFonts w:cs="Arial"/>
          <w:spacing w:val="6"/>
        </w:rPr>
        <w:lastRenderedPageBreak/>
        <w:t xml:space="preserve">Objednatel a </w:t>
      </w:r>
      <w:r>
        <w:rPr>
          <w:rFonts w:cs="Arial"/>
          <w:spacing w:val="6"/>
        </w:rPr>
        <w:t>Dodavatel</w:t>
      </w:r>
      <w:r w:rsidRPr="00024600">
        <w:rPr>
          <w:rFonts w:cs="Arial"/>
          <w:spacing w:val="6"/>
        </w:rPr>
        <w:t xml:space="preserve"> (společně též „</w:t>
      </w:r>
      <w:r w:rsidRPr="00C35FA8">
        <w:rPr>
          <w:rFonts w:cs="Arial"/>
          <w:b/>
          <w:bCs/>
          <w:spacing w:val="6"/>
        </w:rPr>
        <w:t>Smluvní strany</w:t>
      </w:r>
      <w:r w:rsidRPr="00024600">
        <w:rPr>
          <w:rFonts w:cs="Arial"/>
          <w:spacing w:val="6"/>
        </w:rPr>
        <w:t xml:space="preserve">“) níže uvedeného dne, měsíce a roku uzavírají na základě zadávacího řízení č. </w:t>
      </w:r>
      <w:r w:rsidR="00C80301">
        <w:rPr>
          <w:rFonts w:cs="Arial"/>
          <w:spacing w:val="6"/>
        </w:rPr>
        <w:t>019/25</w:t>
      </w:r>
      <w:r w:rsidRPr="00024600">
        <w:rPr>
          <w:rFonts w:cs="Arial"/>
          <w:spacing w:val="6"/>
        </w:rPr>
        <w:t>/OCN tuto rámcovou dohodu o dílo s názvem „</w:t>
      </w:r>
      <w:r w:rsidR="00C80301" w:rsidRPr="00F60478">
        <w:rPr>
          <w:rFonts w:cs="Arial"/>
          <w:b/>
          <w:bCs/>
        </w:rPr>
        <w:t>Dodávky velkoobjemových výdejních stojanů na prodej směsi do ostřikovačů na ČS vč. inženýrských činností a stavebních prací</w:t>
      </w:r>
      <w:r w:rsidR="009D49F9">
        <w:rPr>
          <w:b/>
          <w:bCs/>
        </w:rPr>
        <w:t xml:space="preserve">“ </w:t>
      </w:r>
      <w:r w:rsidRPr="00024600">
        <w:rPr>
          <w:rFonts w:cs="Arial"/>
          <w:spacing w:val="6"/>
        </w:rPr>
        <w:t>(dále jen též jen</w:t>
      </w:r>
      <w:r w:rsidR="00907E5E">
        <w:rPr>
          <w:rFonts w:cs="Arial"/>
          <w:spacing w:val="6"/>
        </w:rPr>
        <w:t xml:space="preserve"> „</w:t>
      </w:r>
      <w:r w:rsidR="00907E5E" w:rsidRPr="00907E5E">
        <w:rPr>
          <w:rFonts w:cs="Arial"/>
          <w:b/>
          <w:bCs/>
          <w:spacing w:val="6"/>
        </w:rPr>
        <w:t>rámcová dohoda</w:t>
      </w:r>
      <w:r w:rsidR="00907E5E">
        <w:rPr>
          <w:rFonts w:cs="Arial"/>
          <w:spacing w:val="6"/>
        </w:rPr>
        <w:t>“ nebo</w:t>
      </w:r>
      <w:r w:rsidRPr="00024600">
        <w:rPr>
          <w:rFonts w:cs="Arial"/>
          <w:spacing w:val="6"/>
        </w:rPr>
        <w:t xml:space="preserve"> „</w:t>
      </w:r>
      <w:r w:rsidRPr="00C35FA8">
        <w:rPr>
          <w:rFonts w:cs="Arial"/>
          <w:b/>
          <w:bCs/>
          <w:spacing w:val="6"/>
        </w:rPr>
        <w:t>Smlouva</w:t>
      </w:r>
      <w:r w:rsidRPr="00024600">
        <w:rPr>
          <w:rFonts w:cs="Arial"/>
          <w:spacing w:val="6"/>
        </w:rPr>
        <w:t>“) v souladu s platnou a účinnou legislativou v následujícím zněn</w:t>
      </w:r>
      <w:r w:rsidR="00D72706">
        <w:rPr>
          <w:rFonts w:cs="Arial"/>
          <w:spacing w:val="6"/>
        </w:rPr>
        <w:t>í.</w:t>
      </w:r>
    </w:p>
    <w:p w14:paraId="06F5494F" w14:textId="2B5E4092" w:rsidR="00C962BE" w:rsidRPr="009C078A" w:rsidRDefault="00C962BE" w:rsidP="00D542F4">
      <w:pPr>
        <w:pStyle w:val="lnek"/>
        <w:ind w:left="17"/>
        <w:rPr>
          <w:rFonts w:cs="Arial"/>
        </w:rPr>
      </w:pPr>
      <w:r w:rsidRPr="009C078A">
        <w:rPr>
          <w:rFonts w:cs="Arial"/>
        </w:rPr>
        <w:t xml:space="preserve">Základní údaje </w:t>
      </w:r>
    </w:p>
    <w:p w14:paraId="3A082CCD" w14:textId="34C98130" w:rsidR="00D868DF" w:rsidRDefault="00D868DF" w:rsidP="00414EDA">
      <w:pPr>
        <w:pStyle w:val="Odstavec2"/>
        <w:rPr>
          <w:rFonts w:cs="Arial"/>
        </w:rPr>
      </w:pPr>
      <w:r w:rsidRPr="00024600">
        <w:rPr>
          <w:rFonts w:cs="Arial"/>
        </w:rPr>
        <w:t>Smluvní strany se dohodly na uzavření Smlouvy v souladu s platnou legislativou, zejména dle příslušných ustanovení zákona č. 89/2012 Sb., občanský zákoník, v platném znění a zákona č. 134/2016 Sb., o zadávání veřejných zakázek, ve znění účinném ke dni zahájení zadávacího řízení</w:t>
      </w:r>
      <w:r w:rsidR="00321687">
        <w:rPr>
          <w:rFonts w:cs="Arial"/>
        </w:rPr>
        <w:t xml:space="preserve"> (dále také jen „</w:t>
      </w:r>
      <w:r w:rsidR="00321687" w:rsidRPr="00BF5436">
        <w:rPr>
          <w:rFonts w:cs="Arial"/>
          <w:b/>
          <w:bCs/>
        </w:rPr>
        <w:t>ZZVZ</w:t>
      </w:r>
      <w:r w:rsidR="00321687">
        <w:rPr>
          <w:rFonts w:cs="Arial"/>
        </w:rPr>
        <w:t>“)</w:t>
      </w:r>
      <w:r>
        <w:rPr>
          <w:rFonts w:cs="Arial"/>
        </w:rPr>
        <w:t>.</w:t>
      </w:r>
    </w:p>
    <w:p w14:paraId="13F6382D" w14:textId="04CB45F7" w:rsidR="00BF1BFB" w:rsidRDefault="00BF1BFB" w:rsidP="00D22151">
      <w:pPr>
        <w:pStyle w:val="Odstavec2"/>
        <w:rPr>
          <w:rFonts w:cs="Arial"/>
        </w:rPr>
      </w:pPr>
      <w:r w:rsidRPr="00024600">
        <w:rPr>
          <w:rFonts w:cs="Arial"/>
        </w:rPr>
        <w:t xml:space="preserve">Tato Smlouva je výsledkem zadávacího řízení č. </w:t>
      </w:r>
      <w:r w:rsidR="00303D5D">
        <w:rPr>
          <w:rFonts w:cs="Arial"/>
        </w:rPr>
        <w:t>019/25</w:t>
      </w:r>
      <w:r w:rsidRPr="00024600">
        <w:rPr>
          <w:rFonts w:cs="Arial"/>
        </w:rPr>
        <w:t>/OCN „</w:t>
      </w:r>
      <w:r w:rsidR="00303D5D" w:rsidRPr="00303D5D">
        <w:rPr>
          <w:rFonts w:cs="Arial"/>
        </w:rPr>
        <w:t>Dodávky velkoobjemových výdejních stojanů na prodej směsi do ostřikovačů na ČS vč. inženýrských činností a stavebních prací</w:t>
      </w:r>
      <w:r w:rsidRPr="00024600">
        <w:rPr>
          <w:rFonts w:cs="Arial"/>
        </w:rPr>
        <w:t>“ zadávané podle zákona č. 134/2016 Sb., o zadávání veřejných zakázek, ve znění účinném ke dni zahájení zadávacího řízení</w:t>
      </w:r>
      <w:r w:rsidR="001D4312">
        <w:rPr>
          <w:rFonts w:cs="Arial"/>
        </w:rPr>
        <w:t>.</w:t>
      </w:r>
    </w:p>
    <w:p w14:paraId="45EE4498" w14:textId="57406173" w:rsidR="001D4312" w:rsidRDefault="002D1B36" w:rsidP="00D22151">
      <w:pPr>
        <w:pStyle w:val="Odstavec2"/>
        <w:rPr>
          <w:rFonts w:cs="Arial"/>
        </w:rPr>
      </w:pPr>
      <w:r w:rsidRPr="00024600">
        <w:rPr>
          <w:rFonts w:cs="Arial"/>
        </w:rPr>
        <w:t>Předmětem této Smlouvy je úprava podmínek při provádění dílčích zakázek spočívající</w:t>
      </w:r>
      <w:r>
        <w:rPr>
          <w:rFonts w:cs="Arial"/>
        </w:rPr>
        <w:t>ch</w:t>
      </w:r>
      <w:r w:rsidRPr="00024600">
        <w:rPr>
          <w:rFonts w:cs="Arial"/>
        </w:rPr>
        <w:t xml:space="preserve"> v</w:t>
      </w:r>
      <w:r w:rsidR="008D59E8">
        <w:rPr>
          <w:rFonts w:cs="Arial"/>
        </w:rPr>
        <w:t xml:space="preserve"> dodávce </w:t>
      </w:r>
      <w:r w:rsidR="00303D5D" w:rsidRPr="00303D5D">
        <w:rPr>
          <w:rFonts w:cs="Arial"/>
        </w:rPr>
        <w:t>velkoobjemových výdejních stojanů na prodej směsi do ostřikovačů na ČS vč. inženýrských činností a stavebních prací</w:t>
      </w:r>
      <w:r w:rsidR="00303D5D">
        <w:rPr>
          <w:rFonts w:cs="Arial"/>
        </w:rPr>
        <w:t xml:space="preserve"> </w:t>
      </w:r>
      <w:r w:rsidR="008D59E8">
        <w:rPr>
          <w:rFonts w:cs="Arial"/>
        </w:rPr>
        <w:t>na klí</w:t>
      </w:r>
      <w:r w:rsidR="00166495">
        <w:rPr>
          <w:rFonts w:cs="Arial"/>
        </w:rPr>
        <w:t>č</w:t>
      </w:r>
      <w:r w:rsidR="00466EB4">
        <w:rPr>
          <w:rFonts w:cs="Arial"/>
        </w:rPr>
        <w:t>,</w:t>
      </w:r>
      <w:r w:rsidRPr="00024600">
        <w:rPr>
          <w:rFonts w:cs="Arial"/>
        </w:rPr>
        <w:t xml:space="preserve"> specifikovaného zejména v čl. 3 této Smlouvy, zadávaného Objednatelem v souladu a na základě této Smlouvy po dobu její účinnosti, a úprava vzájemných vztahů, práv a povinností Smluvních stran</w:t>
      </w:r>
      <w:r>
        <w:rPr>
          <w:rFonts w:cs="Arial"/>
        </w:rPr>
        <w:t>.</w:t>
      </w:r>
    </w:p>
    <w:p w14:paraId="29FF4E52" w14:textId="3631E385" w:rsidR="002D1B36" w:rsidRPr="00815886" w:rsidRDefault="00356245" w:rsidP="00D22151">
      <w:pPr>
        <w:pStyle w:val="Odstavec2"/>
        <w:rPr>
          <w:rFonts w:cs="Arial"/>
        </w:rPr>
      </w:pPr>
      <w:r w:rsidRPr="00024600">
        <w:rPr>
          <w:rFonts w:cs="Arial"/>
        </w:rPr>
        <w:t>Objednatel je vlastníkem či provozovatelem ČS umístěných na území České republiky, jejichž seznam je dostupný na www.ceproas.cz (dále též jen „</w:t>
      </w:r>
      <w:r w:rsidRPr="00024600">
        <w:rPr>
          <w:rFonts w:cs="Arial"/>
          <w:b/>
          <w:bCs/>
        </w:rPr>
        <w:t>ČS</w:t>
      </w:r>
      <w:r w:rsidRPr="00024600">
        <w:rPr>
          <w:rFonts w:cs="Arial"/>
        </w:rPr>
        <w:t>“ nebo „</w:t>
      </w:r>
      <w:r w:rsidRPr="00024600">
        <w:rPr>
          <w:rFonts w:cs="Arial"/>
          <w:b/>
        </w:rPr>
        <w:t xml:space="preserve">ČS </w:t>
      </w:r>
      <w:r w:rsidR="00F06EA1">
        <w:rPr>
          <w:rFonts w:cs="Arial"/>
          <w:b/>
        </w:rPr>
        <w:t>PHM</w:t>
      </w:r>
      <w:r w:rsidRPr="00024600">
        <w:rPr>
          <w:rFonts w:cs="Arial"/>
        </w:rPr>
        <w:t>“). </w:t>
      </w:r>
      <w:r w:rsidR="00705D3E">
        <w:rPr>
          <w:rFonts w:cs="Arial"/>
        </w:rPr>
        <w:t>Pro</w:t>
      </w:r>
      <w:r w:rsidR="009C6AAB">
        <w:rPr>
          <w:rFonts w:cs="Arial"/>
        </w:rPr>
        <w:t xml:space="preserve"> potřeby provozu</w:t>
      </w:r>
      <w:r w:rsidRPr="00024600">
        <w:rPr>
          <w:rFonts w:cs="Arial"/>
        </w:rPr>
        <w:t xml:space="preserve"> ČS </w:t>
      </w:r>
      <w:r w:rsidR="00F06EA1">
        <w:rPr>
          <w:rFonts w:cs="Arial"/>
        </w:rPr>
        <w:t>PHM</w:t>
      </w:r>
      <w:r w:rsidRPr="00024600">
        <w:rPr>
          <w:rFonts w:cs="Arial"/>
        </w:rPr>
        <w:t xml:space="preserve"> společnosti </w:t>
      </w:r>
      <w:r w:rsidR="00610375">
        <w:rPr>
          <w:rFonts w:cs="Arial"/>
        </w:rPr>
        <w:t xml:space="preserve">je třeba zajistit dodávky </w:t>
      </w:r>
      <w:r w:rsidR="000E7940" w:rsidRPr="000E7940">
        <w:rPr>
          <w:rFonts w:cs="Arial"/>
        </w:rPr>
        <w:t>velkoobjemových výdejních stojanů na prodej směsi do ostřikovačů na ČS vč. inženýrských činností a stavebních prací</w:t>
      </w:r>
      <w:r w:rsidRPr="000E7940">
        <w:rPr>
          <w:rFonts w:cs="Arial"/>
        </w:rPr>
        <w:t>,</w:t>
      </w:r>
      <w:r w:rsidRPr="00024600">
        <w:rPr>
          <w:rFonts w:cs="Arial"/>
        </w:rPr>
        <w:t xml:space="preserve"> jejichž technický popis je uveden v </w:t>
      </w:r>
      <w:r w:rsidR="006871EC">
        <w:rPr>
          <w:rFonts w:cs="Arial"/>
        </w:rPr>
        <w:t>Z</w:t>
      </w:r>
      <w:r w:rsidRPr="00024600">
        <w:rPr>
          <w:rFonts w:cs="Arial"/>
        </w:rPr>
        <w:t>adávací dokumentaci</w:t>
      </w:r>
      <w:r w:rsidR="00705D3E">
        <w:t>.</w:t>
      </w:r>
    </w:p>
    <w:p w14:paraId="09F43180" w14:textId="05D62669" w:rsidR="00815886" w:rsidRDefault="00D32918" w:rsidP="00D22151">
      <w:pPr>
        <w:pStyle w:val="Odstavec2"/>
        <w:rPr>
          <w:rFonts w:cs="Arial"/>
        </w:rPr>
      </w:pPr>
      <w:r>
        <w:rPr>
          <w:rFonts w:cs="Arial"/>
        </w:rPr>
        <w:t>Dodavatel</w:t>
      </w:r>
      <w:r w:rsidRPr="00024600">
        <w:rPr>
          <w:rFonts w:cs="Arial"/>
        </w:rPr>
        <w:t xml:space="preserve"> prohlašuje, že je oprávněn uzavřít tuto Smlouvu, jakož i dílčí smlouvy a plnit závazky, dluhy z nich plynoucí</w:t>
      </w:r>
      <w:r w:rsidR="00E13E0F">
        <w:rPr>
          <w:rFonts w:cs="Arial"/>
        </w:rPr>
        <w:t>.</w:t>
      </w:r>
    </w:p>
    <w:p w14:paraId="38105852" w14:textId="6FC68C47" w:rsidR="00E13E0F" w:rsidRDefault="00F10F1A" w:rsidP="00D22151">
      <w:pPr>
        <w:pStyle w:val="Odstavec2"/>
        <w:rPr>
          <w:rFonts w:cs="Arial"/>
        </w:rPr>
      </w:pPr>
      <w:r>
        <w:rPr>
          <w:rFonts w:cs="Arial"/>
        </w:rPr>
        <w:t>Dodavatel</w:t>
      </w:r>
      <w:r w:rsidRPr="00024600">
        <w:rPr>
          <w:rFonts w:cs="Arial"/>
        </w:rPr>
        <w:t xml:space="preserve"> prohlašuje, že má veškerá oprávnění a technické a personální vybavení potřebné k řádnému plnění této Smlouvy, resp. k plnění dílčích smluv uzavřených na základě a v souladu s touto Smlouvou</w:t>
      </w:r>
      <w:r>
        <w:rPr>
          <w:rFonts w:cs="Arial"/>
        </w:rPr>
        <w:t>.</w:t>
      </w:r>
    </w:p>
    <w:p w14:paraId="3D0DDB7E" w14:textId="09984008" w:rsidR="00F10F1A" w:rsidRDefault="00052BA7" w:rsidP="00D22151">
      <w:pPr>
        <w:pStyle w:val="Odstavec2"/>
        <w:rPr>
          <w:rFonts w:cs="Arial"/>
        </w:rPr>
      </w:pPr>
      <w:r w:rsidRPr="00024600">
        <w:rPr>
          <w:rFonts w:cs="Arial"/>
        </w:rPr>
        <w:t>Objednatel dále stanovuje jako projev zásady odpovědného zadávání (zásady environmentálně odpovědného zadávání a zásady sociálně odpovědného zadávání) následující podmínky plnění předmětu dílčích zakázek</w:t>
      </w:r>
      <w:r>
        <w:rPr>
          <w:rFonts w:cs="Arial"/>
        </w:rPr>
        <w:t>:</w:t>
      </w:r>
    </w:p>
    <w:p w14:paraId="0C2803FC" w14:textId="275E6173" w:rsidR="00522BEC" w:rsidRPr="000A20E3" w:rsidRDefault="00107826" w:rsidP="000A0005">
      <w:pPr>
        <w:pStyle w:val="Odstavec3"/>
        <w:ind w:left="567" w:firstLine="0"/>
        <w:rPr>
          <w:b/>
          <w:bCs/>
        </w:rPr>
      </w:pPr>
      <w:r>
        <w:t>D</w:t>
      </w:r>
      <w:r w:rsidR="00522BEC" w:rsidRPr="000A20E3">
        <w:t>odavateli</w:t>
      </w:r>
      <w:r w:rsidR="00414EDA">
        <w:t xml:space="preserve"> je povinen </w:t>
      </w:r>
      <w:r w:rsidR="00522BEC" w:rsidRPr="000A20E3">
        <w:t>při plnění</w:t>
      </w:r>
      <w:r w:rsidR="00414EDA">
        <w:t xml:space="preserve"> předmětu</w:t>
      </w:r>
      <w:r w:rsidR="00522BEC" w:rsidRPr="000A20E3">
        <w:t xml:space="preserve"> </w:t>
      </w:r>
      <w:r w:rsidR="00414EDA">
        <w:t>dílčích smluv</w:t>
      </w:r>
      <w:r w:rsidR="00522BEC" w:rsidRPr="000A20E3">
        <w:t xml:space="preserve"> zajist</w:t>
      </w:r>
      <w:r w:rsidR="00414EDA">
        <w:t>it</w:t>
      </w:r>
      <w:r w:rsidR="00522BEC" w:rsidRPr="000A20E3">
        <w:t xml:space="preserve">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414EDA">
        <w:t xml:space="preserve">dílčích smluv </w:t>
      </w:r>
      <w:r w:rsidR="00522BEC" w:rsidRPr="000A20E3">
        <w:t>podílet.</w:t>
      </w:r>
    </w:p>
    <w:p w14:paraId="14DA0CC1" w14:textId="6ACD4607" w:rsidR="00522BEC" w:rsidRPr="00556F8E" w:rsidRDefault="00522BEC" w:rsidP="000A0005">
      <w:pPr>
        <w:pStyle w:val="Odstavec3"/>
        <w:ind w:left="567" w:firstLine="0"/>
        <w:rPr>
          <w:rFonts w:cs="Arial"/>
        </w:rPr>
      </w:pPr>
      <w:r w:rsidRPr="00414EDA">
        <w:t>Všechny</w:t>
      </w:r>
      <w:r w:rsidRPr="000A20E3">
        <w:rPr>
          <w:rFonts w:cs="Arial"/>
          <w:iCs/>
        </w:rPr>
        <w:t xml:space="preserve"> platby poddodavatelům, pokud se budou podílet na realizaci </w:t>
      </w:r>
      <w:r w:rsidR="00414EDA">
        <w:rPr>
          <w:rFonts w:cs="Arial"/>
          <w:iCs/>
        </w:rPr>
        <w:t>plnění předmětu dílčích smluv</w:t>
      </w:r>
      <w:r w:rsidRPr="000A20E3">
        <w:rPr>
          <w:rFonts w:cs="Arial"/>
          <w:iCs/>
        </w:rPr>
        <w:t>, budou hrazeny řádně a včas</w:t>
      </w:r>
      <w:r w:rsidR="00556F8E">
        <w:rPr>
          <w:rFonts w:cs="Arial"/>
          <w:iCs/>
        </w:rPr>
        <w:t>.</w:t>
      </w:r>
    </w:p>
    <w:p w14:paraId="06F54950" w14:textId="50B9A590" w:rsidR="00204984" w:rsidRDefault="00E02965" w:rsidP="00414EDA">
      <w:pPr>
        <w:pStyle w:val="Odstavec2"/>
        <w:rPr>
          <w:rFonts w:cs="Arial"/>
        </w:rPr>
      </w:pPr>
      <w:r>
        <w:rPr>
          <w:rFonts w:cs="Arial"/>
        </w:rPr>
        <w:t>Dodavatel</w:t>
      </w:r>
      <w:r w:rsidR="00204984" w:rsidRPr="009C078A">
        <w:rPr>
          <w:rFonts w:cs="Arial"/>
        </w:rPr>
        <w:t xml:space="preserve"> prohlašuje, že má </w:t>
      </w:r>
      <w:r w:rsidR="008C56E0" w:rsidRPr="009C078A">
        <w:rPr>
          <w:rFonts w:cs="Arial"/>
        </w:rPr>
        <w:t xml:space="preserve">zajištěna </w:t>
      </w:r>
      <w:r w:rsidR="003F678D">
        <w:rPr>
          <w:rFonts w:cs="Arial"/>
        </w:rPr>
        <w:t xml:space="preserve">veškerá </w:t>
      </w:r>
      <w:r w:rsidR="00204984" w:rsidRPr="009C078A">
        <w:rPr>
          <w:rFonts w:cs="Arial"/>
        </w:rPr>
        <w:t xml:space="preserve">oprávnění </w:t>
      </w:r>
      <w:r w:rsidR="008C56E0" w:rsidRPr="009C078A">
        <w:rPr>
          <w:rFonts w:cs="Arial"/>
        </w:rPr>
        <w:t>potřebná</w:t>
      </w:r>
      <w:r w:rsidR="00204984" w:rsidRPr="009C078A">
        <w:rPr>
          <w:rFonts w:cs="Arial"/>
        </w:rPr>
        <w:t xml:space="preserve"> k řádnému </w:t>
      </w:r>
      <w:r w:rsidR="007C49D4">
        <w:rPr>
          <w:rFonts w:cs="Arial"/>
        </w:rPr>
        <w:t>splnění této s</w:t>
      </w:r>
      <w:r w:rsidR="00204984" w:rsidRPr="009C078A">
        <w:rPr>
          <w:rFonts w:cs="Arial"/>
        </w:rPr>
        <w:t>mlouvy.</w:t>
      </w:r>
    </w:p>
    <w:p w14:paraId="3735B28B" w14:textId="77777777" w:rsidR="0000090A" w:rsidRPr="00024600" w:rsidRDefault="0000090A" w:rsidP="000A0005">
      <w:pPr>
        <w:pStyle w:val="lnek"/>
        <w:ind w:left="567" w:firstLine="0"/>
      </w:pPr>
      <w:r w:rsidRPr="00024600">
        <w:t>Předmět Smlouvy, dílčí smlouvy</w:t>
      </w:r>
    </w:p>
    <w:p w14:paraId="06F54951" w14:textId="665D576D" w:rsidR="007C49D4" w:rsidRDefault="003A512A" w:rsidP="006372C0">
      <w:pPr>
        <w:pStyle w:val="Odstavec2"/>
      </w:pPr>
      <w:r>
        <w:t xml:space="preserve">Předmětem </w:t>
      </w:r>
      <w:r w:rsidR="007C49D4">
        <w:t xml:space="preserve">této smlouvy je </w:t>
      </w:r>
      <w:r w:rsidR="001E0F24">
        <w:t>vymezení</w:t>
      </w:r>
      <w:r w:rsidR="00414EDA">
        <w:t xml:space="preserve"> a úprava podmínek při provádění </w:t>
      </w:r>
      <w:r w:rsidR="000A0005">
        <w:t xml:space="preserve">dodávek </w:t>
      </w:r>
      <w:r w:rsidR="00C02748" w:rsidRPr="00C02748">
        <w:rPr>
          <w:rFonts w:cs="Arial"/>
        </w:rPr>
        <w:t xml:space="preserve">velkoobjemových výdejních stojanů na prodej směsi do ostřikovačů na ČS </w:t>
      </w:r>
      <w:r w:rsidR="00762E24" w:rsidRPr="000A0005">
        <w:t>a provedení souvisejících činností</w:t>
      </w:r>
      <w:r w:rsidR="001E0F24">
        <w:t xml:space="preserve"> (</w:t>
      </w:r>
      <w:r w:rsidR="006871EC">
        <w:t xml:space="preserve">v </w:t>
      </w:r>
      <w:r w:rsidR="000A0005">
        <w:t>rozsahu uvedeném</w:t>
      </w:r>
      <w:r w:rsidR="001E0F24">
        <w:t xml:space="preserve"> </w:t>
      </w:r>
      <w:r>
        <w:t xml:space="preserve">v </w:t>
      </w:r>
      <w:r w:rsidR="007C49D4">
        <w:t xml:space="preserve">ustanovení </w:t>
      </w:r>
      <w:r w:rsidR="004765F6">
        <w:t>3.2</w:t>
      </w:r>
      <w:r w:rsidR="00FD486F">
        <w:t>.</w:t>
      </w:r>
      <w:r w:rsidR="006871EC">
        <w:t xml:space="preserve"> </w:t>
      </w:r>
      <w:r w:rsidR="003A126E">
        <w:t>až 3.4</w:t>
      </w:r>
      <w:r w:rsidR="007C49D4">
        <w:t xml:space="preserve"> této </w:t>
      </w:r>
      <w:r w:rsidR="006871EC">
        <w:t>S</w:t>
      </w:r>
      <w:r w:rsidR="007C49D4">
        <w:t>mlouvy a zároveň v Závazných podkladech</w:t>
      </w:r>
      <w:r w:rsidR="001E0F24">
        <w:t>) na základě dílčích smluv uzavíraných způsobem stanoveným touto smlouvou</w:t>
      </w:r>
      <w:r w:rsidR="007C49D4">
        <w:t>.</w:t>
      </w:r>
    </w:p>
    <w:p w14:paraId="06F54952" w14:textId="5F25DE0E" w:rsidR="001E0F24" w:rsidRDefault="007C49D4" w:rsidP="00424E60">
      <w:pPr>
        <w:pStyle w:val="02-ODST-2"/>
        <w:numPr>
          <w:ilvl w:val="1"/>
          <w:numId w:val="1"/>
        </w:numPr>
      </w:pPr>
      <w:r w:rsidRPr="001542BC">
        <w:rPr>
          <w:bCs/>
        </w:rPr>
        <w:t xml:space="preserve">Předmětem </w:t>
      </w:r>
      <w:r w:rsidR="002B66E3" w:rsidRPr="001542BC">
        <w:rPr>
          <w:bCs/>
        </w:rPr>
        <w:t>plnění</w:t>
      </w:r>
      <w:r w:rsidRPr="001542BC">
        <w:rPr>
          <w:bCs/>
        </w:rPr>
        <w:t xml:space="preserve"> </w:t>
      </w:r>
      <w:r w:rsidR="001E0F24" w:rsidRPr="001542BC">
        <w:rPr>
          <w:bCs/>
        </w:rPr>
        <w:t xml:space="preserve">dílčích smluv </w:t>
      </w:r>
      <w:r w:rsidRPr="001542BC">
        <w:rPr>
          <w:bCs/>
        </w:rPr>
        <w:t xml:space="preserve">jsou </w:t>
      </w:r>
      <w:r w:rsidR="001E0F24" w:rsidRPr="001542BC">
        <w:rPr>
          <w:bCs/>
        </w:rPr>
        <w:t xml:space="preserve">jednotlivé </w:t>
      </w:r>
      <w:r w:rsidRPr="001542BC">
        <w:rPr>
          <w:bCs/>
        </w:rPr>
        <w:t>dodávky</w:t>
      </w:r>
      <w:r w:rsidR="00993FC2" w:rsidRPr="001542BC">
        <w:rPr>
          <w:bCs/>
        </w:rPr>
        <w:t xml:space="preserve"> </w:t>
      </w:r>
      <w:r w:rsidR="001542BC" w:rsidRPr="001542BC">
        <w:rPr>
          <w:rFonts w:cs="Arial"/>
          <w:bCs/>
        </w:rPr>
        <w:t xml:space="preserve">velkoobjemových výdejních stojanů na prodej směsi do ostřikovačů na ČS </w:t>
      </w:r>
      <w:r w:rsidR="006871EC">
        <w:rPr>
          <w:rFonts w:cs="Arial"/>
        </w:rPr>
        <w:t>[dále také jen „</w:t>
      </w:r>
      <w:r w:rsidR="009B5BE3">
        <w:rPr>
          <w:rFonts w:cs="Arial"/>
          <w:b/>
          <w:bCs/>
        </w:rPr>
        <w:t>VVS</w:t>
      </w:r>
      <w:r w:rsidR="006871EC">
        <w:rPr>
          <w:rFonts w:cs="Arial"/>
        </w:rPr>
        <w:t>“ a/nebo také „</w:t>
      </w:r>
      <w:r w:rsidR="006871EC" w:rsidRPr="00C7237D">
        <w:rPr>
          <w:rFonts w:cs="Arial"/>
          <w:b/>
          <w:bCs/>
        </w:rPr>
        <w:t>zařízení</w:t>
      </w:r>
      <w:r w:rsidR="00693E26">
        <w:rPr>
          <w:rFonts w:cs="Arial"/>
        </w:rPr>
        <w:t xml:space="preserve">“] </w:t>
      </w:r>
      <w:r w:rsidR="00693E26">
        <w:t>na</w:t>
      </w:r>
      <w:r w:rsidR="006871EC" w:rsidRPr="00B67CDE">
        <w:rPr>
          <w:b/>
          <w:bCs/>
        </w:rPr>
        <w:t xml:space="preserve"> klíč</w:t>
      </w:r>
      <w:r w:rsidR="006871EC">
        <w:t xml:space="preserve"> </w:t>
      </w:r>
      <w:r w:rsidR="00E63733">
        <w:t xml:space="preserve">včetně </w:t>
      </w:r>
      <w:r w:rsidR="007D4862">
        <w:lastRenderedPageBreak/>
        <w:t xml:space="preserve">zajištění </w:t>
      </w:r>
      <w:r w:rsidR="00C66D16">
        <w:t>inženýrských činností</w:t>
      </w:r>
      <w:r w:rsidR="007D4862">
        <w:t xml:space="preserve"> a stavebních prací a jeho následné zprovoznění na ČS</w:t>
      </w:r>
      <w:r w:rsidR="00D644EC">
        <w:t xml:space="preserve">, přičemž </w:t>
      </w:r>
      <w:r w:rsidR="00101C63">
        <w:t xml:space="preserve">zprovozněním se rozumí </w:t>
      </w:r>
      <w:r w:rsidR="00DB055E">
        <w:t xml:space="preserve">spuštění </w:t>
      </w:r>
      <w:r w:rsidR="00734B09">
        <w:t>zařízení d</w:t>
      </w:r>
      <w:r w:rsidR="00C05B8E">
        <w:t>o</w:t>
      </w:r>
      <w:r w:rsidR="00734B09">
        <w:t xml:space="preserve"> provozu</w:t>
      </w:r>
      <w:r w:rsidR="008F2337">
        <w:t>.</w:t>
      </w:r>
    </w:p>
    <w:p w14:paraId="06F54954" w14:textId="7B9544A7" w:rsidR="00C42C74" w:rsidRDefault="00C42C74" w:rsidP="00791BE5">
      <w:pPr>
        <w:pStyle w:val="02-ODST-2"/>
        <w:numPr>
          <w:ilvl w:val="1"/>
          <w:numId w:val="1"/>
        </w:numPr>
      </w:pPr>
      <w:r>
        <w:t xml:space="preserve">Smluvní strany se dohodly, že zprovoznění </w:t>
      </w:r>
      <w:r w:rsidR="00B65A06">
        <w:t>VVS</w:t>
      </w:r>
      <w:r w:rsidR="008B2B97">
        <w:t xml:space="preserve"> zahrnuje zejména zpracování projektové dokumentace (dále též jen „</w:t>
      </w:r>
      <w:r w:rsidR="008B2B97" w:rsidRPr="00081487">
        <w:rPr>
          <w:b/>
          <w:bCs/>
          <w:i/>
          <w:iCs/>
        </w:rPr>
        <w:t>PD</w:t>
      </w:r>
      <w:r w:rsidR="008B2B97">
        <w:t xml:space="preserve">“) </w:t>
      </w:r>
      <w:r w:rsidR="008B2B97" w:rsidRPr="009B10D2">
        <w:t xml:space="preserve">pro vydání rozhodnutí o </w:t>
      </w:r>
      <w:r w:rsidR="00D0397D">
        <w:t>povolení stavebního záměru</w:t>
      </w:r>
      <w:r w:rsidR="008B2B97" w:rsidRPr="009B10D2">
        <w:t xml:space="preserve"> (</w:t>
      </w:r>
      <w:r w:rsidR="008B2B97">
        <w:t>dále též jen „</w:t>
      </w:r>
      <w:r w:rsidR="008B2B97" w:rsidRPr="00081487">
        <w:rPr>
          <w:b/>
          <w:bCs/>
          <w:i/>
          <w:iCs/>
        </w:rPr>
        <w:t>DUR</w:t>
      </w:r>
      <w:r w:rsidR="008B2B97">
        <w:t>“</w:t>
      </w:r>
      <w:r w:rsidR="008B2B97" w:rsidRPr="009B10D2">
        <w:t>)</w:t>
      </w:r>
      <w:r w:rsidR="008B2B97">
        <w:t xml:space="preserve">, zajištění </w:t>
      </w:r>
      <w:r w:rsidR="008B2B97" w:rsidRPr="009B10D2">
        <w:t>inženýrsk</w:t>
      </w:r>
      <w:r w:rsidR="008B2B97">
        <w:t>é</w:t>
      </w:r>
      <w:r w:rsidR="008B2B97" w:rsidRPr="009B10D2">
        <w:t xml:space="preserve"> činnost</w:t>
      </w:r>
      <w:r w:rsidR="008B2B97">
        <w:t>i</w:t>
      </w:r>
      <w:r w:rsidR="008B2B97" w:rsidRPr="009B10D2">
        <w:t xml:space="preserve"> (</w:t>
      </w:r>
      <w:r w:rsidR="008B2B97">
        <w:t>dále též jen „</w:t>
      </w:r>
      <w:r w:rsidR="008B2B97" w:rsidRPr="00081487">
        <w:rPr>
          <w:b/>
          <w:bCs/>
          <w:i/>
          <w:iCs/>
        </w:rPr>
        <w:t>IČ</w:t>
      </w:r>
      <w:r w:rsidR="008B2B97">
        <w:t>“</w:t>
      </w:r>
      <w:r w:rsidR="008B2B97" w:rsidRPr="009B10D2">
        <w:t>) zakončen</w:t>
      </w:r>
      <w:r w:rsidR="008B2B97">
        <w:t>é</w:t>
      </w:r>
      <w:r w:rsidR="008B2B97" w:rsidRPr="009B10D2">
        <w:t xml:space="preserve"> vydáním rozhodnutí o </w:t>
      </w:r>
      <w:r w:rsidR="00061B00">
        <w:t>povolení stavebního záměru</w:t>
      </w:r>
      <w:r w:rsidR="008B2B97">
        <w:t>, zajištění stavební připravenosti (stavebních prací) pro umístění zařízení jeho dopravu do místa plnění předmětu dílčí zakázky, instalaci, uvedení do provozu včetně kalibrace a těsnostní zkoušky, předání příslušné dokumentace a návodů vztahujících se k zařízení v českém jazyce, zaškolení obsluhy zařízení.</w:t>
      </w:r>
      <w:r w:rsidR="00B95A02">
        <w:t xml:space="preserve"> </w:t>
      </w:r>
    </w:p>
    <w:p w14:paraId="082A34C4" w14:textId="3D017D32" w:rsidR="00EB0A1E" w:rsidRPr="00160333" w:rsidRDefault="00EB0A1E" w:rsidP="00EB0A1E">
      <w:pPr>
        <w:pStyle w:val="02-ODST-2"/>
        <w:numPr>
          <w:ilvl w:val="1"/>
          <w:numId w:val="1"/>
        </w:numPr>
        <w:rPr>
          <w:rFonts w:cs="Arial"/>
        </w:rPr>
      </w:pPr>
      <w:r w:rsidRPr="00160333">
        <w:rPr>
          <w:rFonts w:cs="Arial"/>
        </w:rPr>
        <w:t xml:space="preserve">Předmětem dílčí veřejné zakázky na klíč je zpracování PD pro vydání rozhodnutí o </w:t>
      </w:r>
      <w:r w:rsidR="00C4128D">
        <w:rPr>
          <w:rFonts w:cs="Arial"/>
        </w:rPr>
        <w:t>povolení stavebního záměru</w:t>
      </w:r>
      <w:r w:rsidRPr="00160333">
        <w:rPr>
          <w:rFonts w:cs="Arial"/>
        </w:rPr>
        <w:t xml:space="preserve">, zajištění inženýrské činnosti zakončené vydáním rozhodnutí o </w:t>
      </w:r>
      <w:r w:rsidR="00404B3D">
        <w:rPr>
          <w:rFonts w:cs="Arial"/>
        </w:rPr>
        <w:t>povolení stavebního záměru</w:t>
      </w:r>
      <w:r w:rsidRPr="00160333">
        <w:rPr>
          <w:rFonts w:cs="Arial"/>
        </w:rPr>
        <w:t>, zajištění stavební připravenosti (stavebních prací) pro umístění zařízení, jeho dopravu do místa plnění předmětu dílčí zakázky, instalaci, uvedení do provozu včetně kalibrace a těsnostní zkoušky, předání příslušné dokumentace a návodů vztahujících se k zařízení v českém jazyce, zaškolení obsluhy zařízení, přičemž toto zařízení musí splňovat minimálně níže uvedené podmínky:</w:t>
      </w:r>
    </w:p>
    <w:p w14:paraId="78D42C5E" w14:textId="77777777" w:rsidR="006C1AA6" w:rsidRPr="00BF5436" w:rsidRDefault="006C1AA6" w:rsidP="0078620E">
      <w:pPr>
        <w:pStyle w:val="Odstavecseseznamem"/>
        <w:numPr>
          <w:ilvl w:val="0"/>
          <w:numId w:val="11"/>
        </w:numPr>
        <w:spacing w:before="120" w:after="0" w:line="240" w:lineRule="auto"/>
        <w:ind w:left="1070"/>
        <w:jc w:val="both"/>
        <w:rPr>
          <w:rFonts w:ascii="Arial" w:hAnsi="Arial" w:cs="Arial"/>
          <w:sz w:val="20"/>
          <w:szCs w:val="20"/>
        </w:rPr>
      </w:pPr>
      <w:r w:rsidRPr="00BF5436">
        <w:rPr>
          <w:rFonts w:ascii="Arial" w:hAnsi="Arial" w:cs="Arial"/>
          <w:sz w:val="20"/>
          <w:szCs w:val="20"/>
        </w:rPr>
        <w:t>Požadavky na kvalitu kontejneru:</w:t>
      </w:r>
    </w:p>
    <w:p w14:paraId="1D66FF0B"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 xml:space="preserve">Minimální objem nádrže 300 </w:t>
      </w:r>
      <w:proofErr w:type="spellStart"/>
      <w:r w:rsidRPr="00984428">
        <w:rPr>
          <w:rFonts w:ascii="Arial" w:hAnsi="Arial" w:cs="Arial"/>
          <w:sz w:val="20"/>
          <w:szCs w:val="20"/>
        </w:rPr>
        <w:t>lt</w:t>
      </w:r>
      <w:proofErr w:type="spellEnd"/>
      <w:r w:rsidRPr="00984428">
        <w:rPr>
          <w:rFonts w:ascii="Arial" w:hAnsi="Arial" w:cs="Arial"/>
          <w:sz w:val="20"/>
          <w:szCs w:val="20"/>
        </w:rPr>
        <w:t xml:space="preserve"> s tolerancí o 5 % menšího objemu zařízení, provedení dvouplášťové, max. šířka 800 mm ve spodní části u základu VS s nádrží oboustranný;</w:t>
      </w:r>
    </w:p>
    <w:p w14:paraId="13531D71"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Ochrana proti chodu čerpadla na sucho, možnost ohřevu a chlazení media;</w:t>
      </w:r>
    </w:p>
    <w:p w14:paraId="769D46B9"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 xml:space="preserve">Max. průtok pistole 5 </w:t>
      </w:r>
      <w:proofErr w:type="spellStart"/>
      <w:r w:rsidRPr="00984428">
        <w:rPr>
          <w:rFonts w:ascii="Arial" w:hAnsi="Arial" w:cs="Arial"/>
          <w:sz w:val="20"/>
          <w:szCs w:val="20"/>
        </w:rPr>
        <w:t>lt</w:t>
      </w:r>
      <w:proofErr w:type="spellEnd"/>
      <w:r w:rsidRPr="00984428">
        <w:rPr>
          <w:rFonts w:ascii="Arial" w:hAnsi="Arial" w:cs="Arial"/>
          <w:sz w:val="20"/>
          <w:szCs w:val="20"/>
        </w:rPr>
        <w:t xml:space="preserve">/min s možností regulace průtoku, dosah výdejní hadice min 3-4 m; </w:t>
      </w:r>
    </w:p>
    <w:p w14:paraId="0AAF1CC6"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proofErr w:type="spellStart"/>
      <w:r w:rsidRPr="00984428">
        <w:rPr>
          <w:rFonts w:ascii="Arial" w:hAnsi="Arial" w:cs="Arial"/>
          <w:sz w:val="20"/>
          <w:szCs w:val="20"/>
        </w:rPr>
        <w:t>Bezúkapové</w:t>
      </w:r>
      <w:proofErr w:type="spellEnd"/>
      <w:r w:rsidRPr="00984428">
        <w:rPr>
          <w:rFonts w:ascii="Arial" w:hAnsi="Arial" w:cs="Arial"/>
          <w:sz w:val="20"/>
          <w:szCs w:val="20"/>
        </w:rPr>
        <w:t xml:space="preserve"> plnící potrubí;</w:t>
      </w:r>
    </w:p>
    <w:p w14:paraId="7AEF8B41"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Uzamykatelné víko nádrže;</w:t>
      </w:r>
    </w:p>
    <w:p w14:paraId="52BE26B6"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Mechanické registry kontejneru nebo servisní kalkulačka pro odečet registrů ke každému kontejneru v případě, že nejsou mechanické registry;</w:t>
      </w:r>
    </w:p>
    <w:p w14:paraId="63DFF5BF"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Převodník komunikace technologie stojanu bude pod pultem na shopu ČS zapojen do zásuvky 230 V zálohovaného okruhu. Převodník bude viditelně označen popisovacím štítkem „VS ostřikovače“ a bude pevně připevněn (přišroubován) ke stěně pultu;</w:t>
      </w:r>
    </w:p>
    <w:p w14:paraId="21E3943A"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Ochranný rám (zábrana) VS v případě, že je VS bud umístěn na středové refýži (ostrůvku);</w:t>
      </w:r>
    </w:p>
    <w:p w14:paraId="32BA47DE" w14:textId="77777777" w:rsidR="00C10C74" w:rsidRPr="00984428"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Umožnění instalace měřícího zařízení ze strany MONTI SYSTEMS s.r.o., IČO: 253 48 469;</w:t>
      </w:r>
    </w:p>
    <w:p w14:paraId="5AC433EC" w14:textId="6C346A00" w:rsidR="006C1AA6" w:rsidRPr="00BF5436" w:rsidRDefault="00C10C74" w:rsidP="0078620E">
      <w:pPr>
        <w:pStyle w:val="Odstavecseseznamem"/>
        <w:numPr>
          <w:ilvl w:val="2"/>
          <w:numId w:val="11"/>
        </w:numPr>
        <w:spacing w:before="60" w:after="0" w:line="240" w:lineRule="auto"/>
        <w:ind w:left="1701" w:hanging="425"/>
        <w:contextualSpacing w:val="0"/>
        <w:jc w:val="both"/>
        <w:rPr>
          <w:rFonts w:ascii="Arial" w:hAnsi="Arial" w:cs="Arial"/>
          <w:sz w:val="20"/>
          <w:szCs w:val="20"/>
        </w:rPr>
      </w:pPr>
      <w:r w:rsidRPr="00984428">
        <w:rPr>
          <w:rFonts w:ascii="Arial" w:hAnsi="Arial" w:cs="Arial"/>
          <w:sz w:val="20"/>
          <w:szCs w:val="20"/>
        </w:rPr>
        <w:t xml:space="preserve">Připravenost pro instalaci výdejního zařízení pro napojení na obchodní řídící systém používaný v celé síti čerpacích stanic zadavatele – </w:t>
      </w:r>
      <w:proofErr w:type="spellStart"/>
      <w:r w:rsidRPr="00984428">
        <w:rPr>
          <w:rFonts w:ascii="Arial" w:hAnsi="Arial" w:cs="Arial"/>
          <w:sz w:val="20"/>
          <w:szCs w:val="20"/>
        </w:rPr>
        <w:t>Octopos</w:t>
      </w:r>
      <w:proofErr w:type="spellEnd"/>
      <w:r w:rsidRPr="00984428">
        <w:rPr>
          <w:rFonts w:ascii="Arial" w:hAnsi="Arial" w:cs="Arial"/>
          <w:sz w:val="20"/>
          <w:szCs w:val="20"/>
        </w:rPr>
        <w:t xml:space="preserve"> (YOUR SYSTEM, spol. s r.o., IČO: 001 74 939)</w:t>
      </w:r>
      <w:r w:rsidR="006C1AA6" w:rsidRPr="00BF5436">
        <w:rPr>
          <w:rFonts w:ascii="Arial" w:hAnsi="Arial" w:cs="Arial"/>
          <w:sz w:val="20"/>
          <w:szCs w:val="20"/>
        </w:rPr>
        <w:t>.</w:t>
      </w:r>
    </w:p>
    <w:p w14:paraId="4F6CB499" w14:textId="77777777" w:rsidR="006C1AA6" w:rsidRPr="00BF5436" w:rsidRDefault="006C1AA6" w:rsidP="0078620E">
      <w:pPr>
        <w:pStyle w:val="Odstavecseseznamem"/>
        <w:numPr>
          <w:ilvl w:val="0"/>
          <w:numId w:val="11"/>
        </w:numPr>
        <w:spacing w:before="60" w:after="0" w:line="240" w:lineRule="auto"/>
        <w:ind w:left="1134" w:hanging="425"/>
        <w:contextualSpacing w:val="0"/>
        <w:jc w:val="both"/>
        <w:rPr>
          <w:rFonts w:ascii="Arial" w:hAnsi="Arial" w:cs="Arial"/>
          <w:sz w:val="20"/>
          <w:szCs w:val="20"/>
        </w:rPr>
      </w:pPr>
      <w:r w:rsidRPr="00BF5436">
        <w:rPr>
          <w:rFonts w:ascii="Arial" w:hAnsi="Arial" w:cs="Arial"/>
          <w:sz w:val="20"/>
          <w:szCs w:val="20"/>
        </w:rPr>
        <w:t>Požadavky na PD a IČ:</w:t>
      </w:r>
    </w:p>
    <w:p w14:paraId="18593670" w14:textId="77777777" w:rsidR="006C1AA6" w:rsidRPr="00BF5436" w:rsidRDefault="006C1AA6" w:rsidP="0078620E">
      <w:pPr>
        <w:pStyle w:val="Odstavecseseznamem"/>
        <w:numPr>
          <w:ilvl w:val="0"/>
          <w:numId w:val="20"/>
        </w:numPr>
        <w:spacing w:before="60" w:after="0" w:line="240" w:lineRule="auto"/>
        <w:contextualSpacing w:val="0"/>
        <w:jc w:val="both"/>
        <w:rPr>
          <w:rFonts w:ascii="Arial" w:hAnsi="Arial" w:cs="Arial"/>
          <w:sz w:val="20"/>
          <w:szCs w:val="20"/>
        </w:rPr>
      </w:pPr>
      <w:r w:rsidRPr="00BF5436">
        <w:rPr>
          <w:rFonts w:ascii="Arial" w:hAnsi="Arial" w:cs="Arial"/>
          <w:sz w:val="20"/>
          <w:szCs w:val="20"/>
        </w:rPr>
        <w:t>vypracování PD pro vydání rozhodnutí o povolení stavebního záměru (DUR);</w:t>
      </w:r>
    </w:p>
    <w:p w14:paraId="318A2CE6" w14:textId="26C176E5" w:rsidR="006C1AA6" w:rsidRPr="00BF5436" w:rsidRDefault="006C1AA6" w:rsidP="0078620E">
      <w:pPr>
        <w:pStyle w:val="Odstavecseseznamem"/>
        <w:numPr>
          <w:ilvl w:val="0"/>
          <w:numId w:val="20"/>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PD bude zpracována v rozsahu a náležitostech dílčí výzvy (objednávky) a zadávací dokumentace a bude respektovat podmínky stanovené ve vyjádřeních orgánů státní správy, veřejné moci a správců dotčených sítí. Vyjádření podle předchozí věty si dodavatel zajistí v rámci provádění předmětu </w:t>
      </w:r>
      <w:r w:rsidR="009A4B6D">
        <w:rPr>
          <w:rFonts w:ascii="Arial" w:hAnsi="Arial" w:cs="Arial"/>
          <w:sz w:val="20"/>
          <w:szCs w:val="20"/>
        </w:rPr>
        <w:t xml:space="preserve">dílčí </w:t>
      </w:r>
      <w:r w:rsidRPr="00BF5436">
        <w:rPr>
          <w:rFonts w:ascii="Arial" w:hAnsi="Arial" w:cs="Arial"/>
          <w:sz w:val="20"/>
          <w:szCs w:val="20"/>
        </w:rPr>
        <w:t>zakázky</w:t>
      </w:r>
    </w:p>
    <w:p w14:paraId="1CE92E9A" w14:textId="77777777" w:rsidR="006C1AA6" w:rsidRPr="00BF5436" w:rsidRDefault="006C1AA6" w:rsidP="0078620E">
      <w:pPr>
        <w:pStyle w:val="Odstavecseseznamem"/>
        <w:numPr>
          <w:ilvl w:val="0"/>
          <w:numId w:val="20"/>
        </w:numPr>
        <w:spacing w:before="60" w:after="0" w:line="240" w:lineRule="auto"/>
        <w:contextualSpacing w:val="0"/>
        <w:jc w:val="both"/>
        <w:rPr>
          <w:rFonts w:ascii="Arial" w:hAnsi="Arial" w:cs="Arial"/>
          <w:sz w:val="20"/>
          <w:szCs w:val="20"/>
        </w:rPr>
      </w:pPr>
      <w:r w:rsidRPr="00BF5436">
        <w:rPr>
          <w:rFonts w:ascii="Arial" w:hAnsi="Arial" w:cs="Arial"/>
          <w:sz w:val="20"/>
          <w:szCs w:val="20"/>
        </w:rPr>
        <w:t xml:space="preserve">IČ zakončená vydáním pravomocného rozhodnutí o povolení stavebního záměru. IČ zahrnuje i získání veškerých stanovisek, vyjádření a souhlasů potřebných k získání pravomocného rozhodnutí o povolení stavebního záměru a kolaudačního souhlasu; </w:t>
      </w:r>
    </w:p>
    <w:p w14:paraId="38AD8284" w14:textId="77777777" w:rsidR="006C1AA6" w:rsidRPr="00BF5436" w:rsidRDefault="006C1AA6" w:rsidP="0078620E">
      <w:pPr>
        <w:pStyle w:val="Odstavecseseznamem"/>
        <w:numPr>
          <w:ilvl w:val="0"/>
          <w:numId w:val="11"/>
        </w:numPr>
        <w:spacing w:before="60" w:after="0" w:line="240" w:lineRule="auto"/>
        <w:ind w:left="1134" w:hanging="425"/>
        <w:contextualSpacing w:val="0"/>
        <w:jc w:val="both"/>
        <w:rPr>
          <w:rFonts w:ascii="Arial" w:hAnsi="Arial" w:cs="Arial"/>
          <w:sz w:val="20"/>
          <w:szCs w:val="20"/>
        </w:rPr>
      </w:pPr>
      <w:r w:rsidRPr="00BF5436">
        <w:rPr>
          <w:rFonts w:ascii="Arial" w:hAnsi="Arial" w:cs="Arial"/>
          <w:sz w:val="20"/>
          <w:szCs w:val="20"/>
        </w:rPr>
        <w:t xml:space="preserve">Požadavky na stavební připravenost: </w:t>
      </w:r>
    </w:p>
    <w:p w14:paraId="5DF0DF50" w14:textId="77777777" w:rsidR="003010C8" w:rsidRPr="00083BE4" w:rsidRDefault="003010C8" w:rsidP="0078620E">
      <w:pPr>
        <w:pStyle w:val="Odstavecseseznamem"/>
        <w:numPr>
          <w:ilvl w:val="0"/>
          <w:numId w:val="20"/>
        </w:numPr>
        <w:spacing w:before="60" w:after="0" w:line="240" w:lineRule="auto"/>
        <w:contextualSpacing w:val="0"/>
        <w:jc w:val="both"/>
        <w:rPr>
          <w:rFonts w:ascii="Arial" w:hAnsi="Arial" w:cs="Arial"/>
          <w:sz w:val="20"/>
          <w:szCs w:val="20"/>
        </w:rPr>
      </w:pPr>
      <w:r w:rsidRPr="00083BE4">
        <w:rPr>
          <w:rFonts w:ascii="Arial" w:hAnsi="Arial" w:cs="Arial"/>
          <w:sz w:val="20"/>
          <w:szCs w:val="20"/>
        </w:rPr>
        <w:t>vybudování zpevněné plochy pod VS, železobetonová deska dle výrobce;</w:t>
      </w:r>
    </w:p>
    <w:p w14:paraId="4BD65C92" w14:textId="7CB3EAC2" w:rsidR="006C1AA6" w:rsidRPr="00BF5436" w:rsidRDefault="003010C8" w:rsidP="0078620E">
      <w:pPr>
        <w:pStyle w:val="Odstavecseseznamem"/>
        <w:numPr>
          <w:ilvl w:val="0"/>
          <w:numId w:val="20"/>
        </w:numPr>
        <w:spacing w:before="60" w:after="0" w:line="240" w:lineRule="auto"/>
        <w:contextualSpacing w:val="0"/>
        <w:jc w:val="both"/>
        <w:rPr>
          <w:rFonts w:ascii="Arial" w:hAnsi="Arial" w:cs="Arial"/>
          <w:sz w:val="20"/>
          <w:szCs w:val="20"/>
        </w:rPr>
      </w:pPr>
      <w:r w:rsidRPr="00083BE4">
        <w:rPr>
          <w:rFonts w:ascii="Arial" w:hAnsi="Arial" w:cs="Arial"/>
          <w:sz w:val="20"/>
          <w:szCs w:val="20"/>
        </w:rPr>
        <w:t>elektro instalace, kde budou přivedeny napájecí kabely CYKY 3x1,5 v počtu 1 ks, kde jeden povede od VS do rozvaděče na ČS a bude zakončen jističem – dle výrobce. Kabel CMFM 4X1 – 2 ks, kde jeden povede od VS do pokladního systému (</w:t>
      </w:r>
      <w:proofErr w:type="gramStart"/>
      <w:r w:rsidRPr="00083BE4">
        <w:rPr>
          <w:rFonts w:ascii="Arial" w:hAnsi="Arial" w:cs="Arial"/>
          <w:sz w:val="20"/>
          <w:szCs w:val="20"/>
        </w:rPr>
        <w:t>slouží</w:t>
      </w:r>
      <w:proofErr w:type="gramEnd"/>
      <w:r w:rsidRPr="00083BE4">
        <w:rPr>
          <w:rFonts w:ascii="Arial" w:hAnsi="Arial" w:cs="Arial"/>
          <w:sz w:val="20"/>
          <w:szCs w:val="20"/>
        </w:rPr>
        <w:t xml:space="preserve"> k napojení na řídící systém </w:t>
      </w:r>
      <w:proofErr w:type="spellStart"/>
      <w:r w:rsidRPr="00083BE4">
        <w:rPr>
          <w:rFonts w:ascii="Arial" w:hAnsi="Arial" w:cs="Arial"/>
          <w:sz w:val="20"/>
          <w:szCs w:val="20"/>
        </w:rPr>
        <w:t>Octopos</w:t>
      </w:r>
      <w:proofErr w:type="spellEnd"/>
      <w:r w:rsidRPr="00083BE4">
        <w:rPr>
          <w:rFonts w:ascii="Arial" w:hAnsi="Arial" w:cs="Arial"/>
          <w:sz w:val="20"/>
          <w:szCs w:val="20"/>
        </w:rPr>
        <w:t>) a druhý od nádrže do měřícího systému (měř. systém MONTI). Zemnící pásek k VS od nejbližšího místa na ČS, tak aby došlo k pospojení na stávající zemnící soustavu</w:t>
      </w:r>
      <w:r w:rsidR="006C1AA6" w:rsidRPr="00BF5436">
        <w:rPr>
          <w:rFonts w:ascii="Arial" w:hAnsi="Arial" w:cs="Arial"/>
          <w:sz w:val="20"/>
          <w:szCs w:val="20"/>
        </w:rPr>
        <w:t>;</w:t>
      </w:r>
    </w:p>
    <w:p w14:paraId="07604CD7" w14:textId="6A50994C" w:rsidR="00B95A02" w:rsidRPr="009049D2" w:rsidRDefault="00D55E57" w:rsidP="009049D2">
      <w:pPr>
        <w:pStyle w:val="Odstavecseseznamem"/>
        <w:numPr>
          <w:ilvl w:val="1"/>
          <w:numId w:val="1"/>
        </w:numPr>
        <w:spacing w:before="60" w:after="0" w:line="240" w:lineRule="auto"/>
        <w:contextualSpacing w:val="0"/>
        <w:jc w:val="both"/>
        <w:rPr>
          <w:rFonts w:ascii="Arial" w:hAnsi="Arial"/>
          <w:sz w:val="20"/>
          <w:szCs w:val="20"/>
        </w:rPr>
      </w:pPr>
      <w:r w:rsidRPr="009049D2">
        <w:rPr>
          <w:rFonts w:ascii="Arial" w:hAnsi="Arial"/>
          <w:sz w:val="20"/>
          <w:szCs w:val="20"/>
        </w:rPr>
        <w:lastRenderedPageBreak/>
        <w:t xml:space="preserve">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rsidR="00CA6F53" w:rsidRPr="009049D2">
        <w:rPr>
          <w:rFonts w:ascii="Arial" w:hAnsi="Arial"/>
          <w:sz w:val="20"/>
          <w:szCs w:val="20"/>
        </w:rPr>
        <w:t>Dodavat</w:t>
      </w:r>
      <w:r w:rsidRPr="009049D2">
        <w:rPr>
          <w:rFonts w:ascii="Arial" w:hAnsi="Arial"/>
          <w:sz w:val="20"/>
          <w:szCs w:val="20"/>
        </w:rPr>
        <w:t>el</w:t>
      </w:r>
      <w:r w:rsidR="00590DB0" w:rsidRPr="009049D2">
        <w:rPr>
          <w:rFonts w:ascii="Arial" w:hAnsi="Arial"/>
          <w:sz w:val="20"/>
          <w:szCs w:val="20"/>
        </w:rPr>
        <w:t>.</w:t>
      </w:r>
    </w:p>
    <w:p w14:paraId="6D2668EF" w14:textId="47CC947E" w:rsidR="00393F21" w:rsidRDefault="00393F21" w:rsidP="00393F21">
      <w:pPr>
        <w:pStyle w:val="06-PSM"/>
        <w:tabs>
          <w:tab w:val="clear" w:pos="1070"/>
        </w:tabs>
        <w:ind w:left="0" w:firstLine="0"/>
      </w:pPr>
      <w:r>
        <w:t>(dále též jen „</w:t>
      </w:r>
      <w:r>
        <w:rPr>
          <w:b/>
        </w:rPr>
        <w:t>dodávka</w:t>
      </w:r>
      <w:r>
        <w:t>“ či „</w:t>
      </w:r>
      <w:r>
        <w:rPr>
          <w:b/>
        </w:rPr>
        <w:t>dodávka na klíč</w:t>
      </w:r>
      <w:r>
        <w:t>“)</w:t>
      </w:r>
    </w:p>
    <w:p w14:paraId="06F54959" w14:textId="6960C03A" w:rsidR="00773054" w:rsidRDefault="00094B3D" w:rsidP="00424E60">
      <w:pPr>
        <w:pStyle w:val="02-ODST-2"/>
        <w:numPr>
          <w:ilvl w:val="1"/>
          <w:numId w:val="1"/>
        </w:numPr>
      </w:pPr>
      <w:r>
        <w:t>Dodavatel</w:t>
      </w:r>
      <w:r w:rsidR="00773054" w:rsidRPr="001743C5">
        <w:t xml:space="preserve"> prohlašuje, že provedl odborné posouzení a zhodnocení techn</w:t>
      </w:r>
      <w:r w:rsidR="00773054">
        <w:t xml:space="preserve">ických parametrů předmětu </w:t>
      </w:r>
      <w:r>
        <w:t>dodávky na klíč</w:t>
      </w:r>
      <w:r w:rsidR="00773054" w:rsidRPr="001743C5">
        <w:t xml:space="preserve"> v souladu s požadavky </w:t>
      </w:r>
      <w:r w:rsidR="008433AC">
        <w:t>Objednatele</w:t>
      </w:r>
      <w:r w:rsidR="00773054" w:rsidRPr="001743C5">
        <w:t xml:space="preserve"> uvedenými v </w:t>
      </w:r>
      <w:r w:rsidR="00773054">
        <w:t>Z</w:t>
      </w:r>
      <w:r w:rsidR="00773054" w:rsidRPr="001743C5">
        <w:t>adávací dokumentaci a prohlašu</w:t>
      </w:r>
      <w:r w:rsidR="00773054">
        <w:t xml:space="preserve">je, že veškeré údaje k řádnému </w:t>
      </w:r>
      <w:r w:rsidR="00773054" w:rsidRPr="001743C5">
        <w:t xml:space="preserve">plnění této </w:t>
      </w:r>
      <w:r w:rsidR="0015437F">
        <w:t>S</w:t>
      </w:r>
      <w:r w:rsidR="00773054" w:rsidRPr="001743C5">
        <w:t>mlouvy</w:t>
      </w:r>
      <w:r w:rsidR="00E63733">
        <w:t xml:space="preserve"> a dílčích smluv</w:t>
      </w:r>
      <w:r w:rsidR="00773054" w:rsidRPr="001743C5">
        <w:t xml:space="preserve"> mu</w:t>
      </w:r>
      <w:r w:rsidR="00773054">
        <w:t xml:space="preserve"> byly známy před uzavřením této </w:t>
      </w:r>
      <w:r w:rsidR="0015437F">
        <w:t>S</w:t>
      </w:r>
      <w:r w:rsidR="00773054" w:rsidRPr="001743C5">
        <w:t>mlouvy</w:t>
      </w:r>
      <w:r w:rsidR="00773054">
        <w:t>.</w:t>
      </w:r>
    </w:p>
    <w:p w14:paraId="06F5495A" w14:textId="3FBB4E6E" w:rsidR="00773054" w:rsidRDefault="008433AC" w:rsidP="00424E60">
      <w:pPr>
        <w:pStyle w:val="02-ODST-2"/>
        <w:numPr>
          <w:ilvl w:val="1"/>
          <w:numId w:val="1"/>
        </w:numPr>
      </w:pPr>
      <w:r>
        <w:rPr>
          <w:rFonts w:cs="Arial"/>
        </w:rPr>
        <w:t>Dodavatel</w:t>
      </w:r>
      <w:r w:rsidR="00773054">
        <w:rPr>
          <w:rFonts w:cs="Arial"/>
        </w:rPr>
        <w:t xml:space="preserve"> </w:t>
      </w:r>
      <w:r w:rsidR="00773054" w:rsidRPr="007B0B1A">
        <w:rPr>
          <w:rFonts w:cs="Arial"/>
        </w:rPr>
        <w:t xml:space="preserve">se zavazuje dodat </w:t>
      </w:r>
      <w:r>
        <w:rPr>
          <w:rFonts w:cs="Arial"/>
        </w:rPr>
        <w:t>Objednateli</w:t>
      </w:r>
      <w:r w:rsidR="00773054" w:rsidRPr="007B0B1A">
        <w:rPr>
          <w:rFonts w:cs="Arial"/>
        </w:rPr>
        <w:t xml:space="preserve"> </w:t>
      </w:r>
      <w:r w:rsidR="000C2978">
        <w:rPr>
          <w:rFonts w:cs="Arial"/>
        </w:rPr>
        <w:t>dodávku na klíč</w:t>
      </w:r>
      <w:r w:rsidR="00773054" w:rsidRPr="007B0B1A">
        <w:rPr>
          <w:rFonts w:cs="Arial"/>
        </w:rPr>
        <w:t xml:space="preserve"> </w:t>
      </w:r>
      <w:r w:rsidR="00773054">
        <w:t xml:space="preserve">v množství, jakosti a provedení, jež je určeno touto </w:t>
      </w:r>
      <w:r w:rsidR="0015437F">
        <w:t>S</w:t>
      </w:r>
      <w:r w:rsidR="00773054">
        <w:t>mlouvou, jejími nedílnými součástmi</w:t>
      </w:r>
      <w:r w:rsidR="00E63733">
        <w:t>, dílčí smlouvou</w:t>
      </w:r>
      <w:r w:rsidR="00773054">
        <w:t xml:space="preserve"> a příslušnými právními předpisy a technickými normami.</w:t>
      </w:r>
    </w:p>
    <w:p w14:paraId="06F5495B" w14:textId="60002CFA" w:rsidR="00E63733" w:rsidRPr="000C2978" w:rsidRDefault="00773054" w:rsidP="000C2978">
      <w:pPr>
        <w:pStyle w:val="02-ODST-2"/>
        <w:numPr>
          <w:ilvl w:val="1"/>
          <w:numId w:val="1"/>
        </w:numPr>
        <w:rPr>
          <w:rFonts w:cs="Arial"/>
        </w:rPr>
      </w:pPr>
      <w:r w:rsidRPr="000C2978">
        <w:rPr>
          <w:rFonts w:cs="Arial"/>
        </w:rPr>
        <w:t xml:space="preserve">Účelem této </w:t>
      </w:r>
      <w:r w:rsidR="0015437F">
        <w:rPr>
          <w:rFonts w:cs="Arial"/>
        </w:rPr>
        <w:t>S</w:t>
      </w:r>
      <w:r w:rsidRPr="000C2978">
        <w:rPr>
          <w:rFonts w:cs="Arial"/>
        </w:rPr>
        <w:t xml:space="preserve">mlouvy je </w:t>
      </w:r>
      <w:r w:rsidR="00E63733" w:rsidRPr="000C2978">
        <w:rPr>
          <w:rFonts w:cs="Arial"/>
        </w:rPr>
        <w:t xml:space="preserve">upravit práva a povinnosti smluvních stran při uzavírání dílčích smluv a z těchto dílčích smluv vyplývajícího poskytování </w:t>
      </w:r>
      <w:r w:rsidR="00B23C0A">
        <w:rPr>
          <w:rFonts w:cs="Arial"/>
        </w:rPr>
        <w:t>dodávek na klíč</w:t>
      </w:r>
      <w:r w:rsidR="00E63733" w:rsidRPr="000C2978">
        <w:rPr>
          <w:rFonts w:cs="Arial"/>
        </w:rPr>
        <w:t xml:space="preserve"> </w:t>
      </w:r>
      <w:r w:rsidR="00E02965">
        <w:rPr>
          <w:rFonts w:cs="Arial"/>
        </w:rPr>
        <w:t>Dodavatelem</w:t>
      </w:r>
      <w:r w:rsidR="00E63733" w:rsidRPr="000C2978">
        <w:rPr>
          <w:rFonts w:cs="Arial"/>
        </w:rPr>
        <w:t xml:space="preserve"> specifikovaného výše v ustanovení </w:t>
      </w:r>
      <w:r w:rsidR="00933E17">
        <w:rPr>
          <w:rFonts w:cs="Arial"/>
        </w:rPr>
        <w:t>3.2</w:t>
      </w:r>
      <w:r w:rsidR="0015437F">
        <w:rPr>
          <w:rFonts w:cs="Arial"/>
        </w:rPr>
        <w:t xml:space="preserve"> až 3.4</w:t>
      </w:r>
      <w:r w:rsidR="00E63733" w:rsidRPr="000C2978">
        <w:rPr>
          <w:rFonts w:cs="Arial"/>
        </w:rPr>
        <w:t xml:space="preserve"> této </w:t>
      </w:r>
      <w:r w:rsidR="0015437F">
        <w:rPr>
          <w:rFonts w:cs="Arial"/>
        </w:rPr>
        <w:t>S</w:t>
      </w:r>
      <w:r w:rsidR="00E63733" w:rsidRPr="000C2978">
        <w:rPr>
          <w:rFonts w:cs="Arial"/>
        </w:rPr>
        <w:t>mlouvy a zároveň v Závazných podkladech.</w:t>
      </w:r>
    </w:p>
    <w:p w14:paraId="06F5495C" w14:textId="1DAC3580" w:rsidR="00773054" w:rsidRPr="000C2978" w:rsidRDefault="00E63733" w:rsidP="00424E60">
      <w:pPr>
        <w:pStyle w:val="02-ODST-2"/>
        <w:numPr>
          <w:ilvl w:val="1"/>
          <w:numId w:val="1"/>
        </w:numPr>
        <w:rPr>
          <w:rFonts w:cs="Arial"/>
        </w:rPr>
      </w:pPr>
      <w:r w:rsidRPr="000C2978">
        <w:rPr>
          <w:rFonts w:cs="Arial"/>
        </w:rPr>
        <w:t xml:space="preserve">Účelem dílčí smlouvy je </w:t>
      </w:r>
      <w:r w:rsidR="00773054" w:rsidRPr="000C2978">
        <w:rPr>
          <w:rFonts w:cs="Arial"/>
        </w:rPr>
        <w:t xml:space="preserve">ze strany </w:t>
      </w:r>
      <w:r w:rsidR="00063DDA">
        <w:rPr>
          <w:rFonts w:cs="Arial"/>
        </w:rPr>
        <w:t>Dodavatele</w:t>
      </w:r>
      <w:r w:rsidR="00773054" w:rsidRPr="000C2978">
        <w:rPr>
          <w:rFonts w:cs="Arial"/>
        </w:rPr>
        <w:t xml:space="preserve"> získat kvalitní </w:t>
      </w:r>
      <w:r w:rsidR="00B23C0A">
        <w:rPr>
          <w:rFonts w:cs="Arial"/>
        </w:rPr>
        <w:t>dodávku</w:t>
      </w:r>
      <w:r w:rsidR="0015437F">
        <w:rPr>
          <w:rFonts w:cs="Arial"/>
        </w:rPr>
        <w:t xml:space="preserve"> zařízení</w:t>
      </w:r>
      <w:r w:rsidR="00773054" w:rsidRPr="000C2978">
        <w:rPr>
          <w:rFonts w:cs="Arial"/>
        </w:rPr>
        <w:t xml:space="preserve"> splňující veškeré právní a technické předpisy</w:t>
      </w:r>
      <w:r w:rsidR="0015437F">
        <w:rPr>
          <w:rFonts w:cs="Arial"/>
        </w:rPr>
        <w:t xml:space="preserve"> pro výdej </w:t>
      </w:r>
      <w:r w:rsidR="00CA710F">
        <w:rPr>
          <w:rFonts w:cs="Arial"/>
        </w:rPr>
        <w:t>vody do ostřikovač</w:t>
      </w:r>
      <w:r w:rsidR="00790769">
        <w:rPr>
          <w:rFonts w:cs="Arial"/>
        </w:rPr>
        <w:t>ů</w:t>
      </w:r>
      <w:r w:rsidR="00773054" w:rsidRPr="000C2978">
        <w:rPr>
          <w:rFonts w:cs="Arial"/>
        </w:rPr>
        <w:t>.</w:t>
      </w:r>
    </w:p>
    <w:p w14:paraId="06F5495D" w14:textId="20B2DCD4" w:rsidR="00773054" w:rsidRPr="000C2978" w:rsidRDefault="00063DDA" w:rsidP="00424E60">
      <w:pPr>
        <w:pStyle w:val="02-ODST-2"/>
        <w:numPr>
          <w:ilvl w:val="1"/>
          <w:numId w:val="1"/>
        </w:numPr>
        <w:rPr>
          <w:rFonts w:cs="Arial"/>
        </w:rPr>
      </w:pPr>
      <w:bookmarkStart w:id="1" w:name="_Ref337719856"/>
      <w:r>
        <w:rPr>
          <w:rFonts w:cs="Arial"/>
        </w:rPr>
        <w:t>Objednatel</w:t>
      </w:r>
      <w:r w:rsidR="00773054" w:rsidRPr="000C2978">
        <w:rPr>
          <w:rFonts w:cs="Arial"/>
        </w:rPr>
        <w:t xml:space="preserve"> výslovně </w:t>
      </w:r>
      <w:r>
        <w:rPr>
          <w:rFonts w:cs="Arial"/>
        </w:rPr>
        <w:t>Dodavatele</w:t>
      </w:r>
      <w:r w:rsidR="00773054" w:rsidRPr="000C2978">
        <w:rPr>
          <w:rFonts w:cs="Arial"/>
        </w:rPr>
        <w:t xml:space="preserve"> upozorňuje, že nemá zájem na jakémkoliv vadném </w:t>
      </w:r>
      <w:r w:rsidR="00392E0F" w:rsidRPr="000C2978">
        <w:rPr>
          <w:rFonts w:cs="Arial"/>
        </w:rPr>
        <w:t>plnění,</w:t>
      </w:r>
      <w:r w:rsidR="00773054" w:rsidRPr="000C2978">
        <w:rPr>
          <w:rFonts w:cs="Arial"/>
        </w:rPr>
        <w:t xml:space="preserve"> a proto </w:t>
      </w:r>
      <w:r w:rsidR="009E5A12">
        <w:rPr>
          <w:rFonts w:cs="Arial"/>
        </w:rPr>
        <w:t>Dodavatel</w:t>
      </w:r>
      <w:r w:rsidR="00773054" w:rsidRPr="000C2978">
        <w:rPr>
          <w:rFonts w:cs="Arial"/>
        </w:rPr>
        <w:t xml:space="preserve"> výslovně </w:t>
      </w:r>
      <w:r w:rsidR="009E5A12">
        <w:rPr>
          <w:rFonts w:cs="Arial"/>
        </w:rPr>
        <w:t>Objednatele</w:t>
      </w:r>
      <w:r w:rsidR="007C49D4" w:rsidRPr="000C2978">
        <w:rPr>
          <w:rFonts w:cs="Arial"/>
        </w:rPr>
        <w:t xml:space="preserve"> ujišťuje, že </w:t>
      </w:r>
      <w:r w:rsidR="009E5A12">
        <w:rPr>
          <w:rFonts w:cs="Arial"/>
        </w:rPr>
        <w:t>dodávka na klíč</w:t>
      </w:r>
      <w:r w:rsidR="00773054" w:rsidRPr="000C2978">
        <w:rPr>
          <w:rFonts w:cs="Arial"/>
        </w:rPr>
        <w:t xml:space="preserve"> bude vždy bez vad.</w:t>
      </w:r>
    </w:p>
    <w:bookmarkEnd w:id="1"/>
    <w:p w14:paraId="06F5495E" w14:textId="18B8394D" w:rsidR="00773054" w:rsidRPr="000C2978" w:rsidRDefault="00DE1AEE" w:rsidP="00424E60">
      <w:pPr>
        <w:pStyle w:val="02-ODST-2"/>
        <w:numPr>
          <w:ilvl w:val="1"/>
          <w:numId w:val="1"/>
        </w:numPr>
        <w:rPr>
          <w:rFonts w:cs="Arial"/>
        </w:rPr>
      </w:pPr>
      <w:r>
        <w:rPr>
          <w:rFonts w:cs="Arial"/>
        </w:rPr>
        <w:t>Dodavatel</w:t>
      </w:r>
      <w:r w:rsidR="00773054" w:rsidRPr="000C2978">
        <w:rPr>
          <w:rFonts w:cs="Arial"/>
        </w:rPr>
        <w:t xml:space="preserve"> je na základě a dle této </w:t>
      </w:r>
      <w:r w:rsidR="0015437F">
        <w:rPr>
          <w:rFonts w:cs="Arial"/>
        </w:rPr>
        <w:t>S</w:t>
      </w:r>
      <w:r w:rsidR="00773054" w:rsidRPr="000C2978">
        <w:rPr>
          <w:rFonts w:cs="Arial"/>
        </w:rPr>
        <w:t xml:space="preserve">mlouvy povinen </w:t>
      </w:r>
      <w:r w:rsidR="00773054" w:rsidRPr="00A01420">
        <w:rPr>
          <w:rFonts w:cs="Arial"/>
        </w:rPr>
        <w:t xml:space="preserve">rovněž dodat </w:t>
      </w:r>
      <w:r w:rsidR="003F71FE" w:rsidRPr="00A01420">
        <w:rPr>
          <w:rFonts w:cs="Arial"/>
        </w:rPr>
        <w:t>Objednateli</w:t>
      </w:r>
      <w:r w:rsidR="00773054" w:rsidRPr="00A01420">
        <w:rPr>
          <w:rFonts w:cs="Arial"/>
        </w:rPr>
        <w:t xml:space="preserve"> dokumentaci nutnou k převzetí a užívání </w:t>
      </w:r>
      <w:r w:rsidR="00760749" w:rsidRPr="00A01420">
        <w:rPr>
          <w:rFonts w:cs="Arial"/>
        </w:rPr>
        <w:t>dodávky na klíč</w:t>
      </w:r>
      <w:r w:rsidR="00773054" w:rsidRPr="00A01420">
        <w:rPr>
          <w:rFonts w:cs="Arial"/>
        </w:rPr>
        <w:t xml:space="preserve"> a specifikovanou v</w:t>
      </w:r>
      <w:r w:rsidR="002D28A6" w:rsidRPr="00A01420">
        <w:rPr>
          <w:rFonts w:cs="Arial"/>
        </w:rPr>
        <w:t> </w:t>
      </w:r>
      <w:r w:rsidR="00773054" w:rsidRPr="00A01420">
        <w:rPr>
          <w:rFonts w:cs="Arial"/>
        </w:rPr>
        <w:t>odstavci</w:t>
      </w:r>
      <w:r w:rsidR="002D28A6" w:rsidRPr="00A01420">
        <w:rPr>
          <w:rFonts w:cs="Arial"/>
        </w:rPr>
        <w:t xml:space="preserve"> </w:t>
      </w:r>
      <w:r w:rsidR="00F02C38">
        <w:rPr>
          <w:rFonts w:cs="Arial"/>
        </w:rPr>
        <w:t>10</w:t>
      </w:r>
      <w:r w:rsidR="002D28A6" w:rsidRPr="00A01420">
        <w:rPr>
          <w:rFonts w:cs="Arial"/>
        </w:rPr>
        <w:t>. 9</w:t>
      </w:r>
      <w:r w:rsidR="00773054" w:rsidRPr="00A01420">
        <w:rPr>
          <w:rFonts w:cs="Arial"/>
        </w:rPr>
        <w:t xml:space="preserve">. této </w:t>
      </w:r>
      <w:r w:rsidR="0015437F">
        <w:rPr>
          <w:rFonts w:cs="Arial"/>
        </w:rPr>
        <w:t>S</w:t>
      </w:r>
      <w:r w:rsidR="00773054" w:rsidRPr="00A01420">
        <w:rPr>
          <w:rFonts w:cs="Arial"/>
        </w:rPr>
        <w:t>mlouvy.</w:t>
      </w:r>
    </w:p>
    <w:p w14:paraId="06F54960" w14:textId="394FFE5B" w:rsidR="00773054" w:rsidRPr="00767542" w:rsidRDefault="00773054" w:rsidP="00424E60">
      <w:pPr>
        <w:pStyle w:val="02-ODST-2"/>
        <w:numPr>
          <w:ilvl w:val="1"/>
          <w:numId w:val="1"/>
        </w:numPr>
        <w:rPr>
          <w:rFonts w:cs="Arial"/>
        </w:rPr>
      </w:pPr>
      <w:r w:rsidRPr="00924257">
        <w:t xml:space="preserve">Vzhledem k charakteru </w:t>
      </w:r>
      <w:r w:rsidR="00AD7145">
        <w:t>dodávky</w:t>
      </w:r>
      <w:r w:rsidRPr="00924257">
        <w:t xml:space="preserve"> a účelu, pro něž hodlá </w:t>
      </w:r>
      <w:r w:rsidR="00AD7145">
        <w:t>Objednatel</w:t>
      </w:r>
      <w:r w:rsidRPr="00924257">
        <w:t xml:space="preserve"> </w:t>
      </w:r>
      <w:r w:rsidR="00AD7145">
        <w:t>dodávku</w:t>
      </w:r>
      <w:r w:rsidRPr="00924257">
        <w:t xml:space="preserve"> použít, požaduje </w:t>
      </w:r>
      <w:r w:rsidR="00946F68">
        <w:t>Objednatel</w:t>
      </w:r>
      <w:r w:rsidRPr="00924257">
        <w:t xml:space="preserve"> pro prokázání parametrů </w:t>
      </w:r>
      <w:r w:rsidR="009C43DA">
        <w:t>zařízení</w:t>
      </w:r>
      <w:r w:rsidR="009C43DA" w:rsidRPr="00924257">
        <w:t xml:space="preserve"> </w:t>
      </w:r>
      <w:r w:rsidRPr="00924257">
        <w:t xml:space="preserve">vyzkoušení </w:t>
      </w:r>
      <w:r w:rsidR="009C43DA">
        <w:t>zařízení</w:t>
      </w:r>
      <w:r w:rsidRPr="00924257">
        <w:t xml:space="preserve">, a to před </w:t>
      </w:r>
      <w:r>
        <w:t xml:space="preserve">jeho předáním. </w:t>
      </w:r>
      <w:r w:rsidR="00946F68">
        <w:t>Dodavatel</w:t>
      </w:r>
      <w:r>
        <w:t xml:space="preserve"> zajistí provozní odzkoušení </w:t>
      </w:r>
      <w:r w:rsidR="00946F68">
        <w:t>dodávky</w:t>
      </w:r>
      <w:r>
        <w:t xml:space="preserve"> </w:t>
      </w:r>
      <w:r w:rsidR="00E63733">
        <w:t>v místě plnění</w:t>
      </w:r>
      <w:r>
        <w:t>.</w:t>
      </w:r>
      <w:r w:rsidRPr="00924257">
        <w:t xml:space="preserve"> </w:t>
      </w:r>
      <w:r w:rsidR="001C07A9">
        <w:t>Objednatel</w:t>
      </w:r>
      <w:r w:rsidRPr="00924257">
        <w:t xml:space="preserve"> si vyhrazuje právo na vyžádání být účasten provádění vyzkoušení </w:t>
      </w:r>
      <w:r w:rsidR="001927E5">
        <w:t xml:space="preserve">funkčnosti </w:t>
      </w:r>
      <w:r w:rsidR="001C07A9">
        <w:t>dodávky</w:t>
      </w:r>
      <w:r w:rsidRPr="00924257">
        <w:t xml:space="preserve"> spočívajícím v provedení zkouše</w:t>
      </w:r>
      <w:r>
        <w:t>k.</w:t>
      </w:r>
      <w:r w:rsidRPr="00924257">
        <w:t xml:space="preserve"> Vyzkoušení </w:t>
      </w:r>
      <w:r w:rsidR="00580C70">
        <w:t>dodávky</w:t>
      </w:r>
      <w:r w:rsidRPr="00924257">
        <w:t xml:space="preserve"> realizuje </w:t>
      </w:r>
      <w:r w:rsidR="00580C70">
        <w:t>Dodavatel</w:t>
      </w:r>
      <w:r w:rsidRPr="00924257">
        <w:t xml:space="preserve"> na své náklady</w:t>
      </w:r>
      <w:r>
        <w:t>.</w:t>
      </w:r>
      <w:r w:rsidRPr="00924257">
        <w:t xml:space="preserve"> V případě, že výsledky zkoušek provedených </w:t>
      </w:r>
      <w:r w:rsidR="00580C70">
        <w:t>Dodavatelem</w:t>
      </w:r>
      <w:r w:rsidRPr="00924257">
        <w:t xml:space="preserve"> v rá</w:t>
      </w:r>
      <w:r w:rsidR="003F043E">
        <w:t xml:space="preserve">mci vyzkoušení </w:t>
      </w:r>
      <w:r w:rsidR="00580C70">
        <w:t>dodávky</w:t>
      </w:r>
      <w:r w:rsidRPr="00924257">
        <w:t xml:space="preserve"> za účasti </w:t>
      </w:r>
      <w:r w:rsidR="00F35126">
        <w:t>Objednatele</w:t>
      </w:r>
      <w:r w:rsidRPr="00924257">
        <w:t xml:space="preserve"> </w:t>
      </w:r>
      <w:proofErr w:type="gramStart"/>
      <w:r w:rsidRPr="00924257">
        <w:t>neprokáží</w:t>
      </w:r>
      <w:proofErr w:type="gramEnd"/>
      <w:r w:rsidRPr="00924257">
        <w:t xml:space="preserve"> požadované parametry </w:t>
      </w:r>
      <w:r w:rsidR="00F35126">
        <w:t>dodávky</w:t>
      </w:r>
      <w:r w:rsidRPr="00924257">
        <w:t>, je</w:t>
      </w:r>
      <w:r w:rsidRPr="009B0FAC">
        <w:rPr>
          <w:i/>
        </w:rPr>
        <w:t xml:space="preserve"> </w:t>
      </w:r>
      <w:r w:rsidR="00F35126">
        <w:t>Objed</w:t>
      </w:r>
      <w:r w:rsidR="009A77E9">
        <w:t>n</w:t>
      </w:r>
      <w:r w:rsidR="00F35126">
        <w:t>atel</w:t>
      </w:r>
      <w:r w:rsidRPr="00996EB8">
        <w:t xml:space="preserve"> oprávněn odmítnout</w:t>
      </w:r>
      <w:r w:rsidRPr="009B0FAC">
        <w:rPr>
          <w:i/>
        </w:rPr>
        <w:t xml:space="preserve"> </w:t>
      </w:r>
      <w:r w:rsidRPr="00996EB8">
        <w:t xml:space="preserve">převzetí </w:t>
      </w:r>
      <w:r w:rsidR="00F35126">
        <w:t>dodávky</w:t>
      </w:r>
      <w:r w:rsidRPr="00996EB8">
        <w:t xml:space="preserve"> a zároveň je oprávněn po </w:t>
      </w:r>
      <w:r w:rsidR="009A77E9">
        <w:t xml:space="preserve">Dodavateli </w:t>
      </w:r>
      <w:r w:rsidRPr="00996EB8">
        <w:t>vymáhat úhrady sjednané smluvní pokuty</w:t>
      </w:r>
      <w:r w:rsidRPr="009B0FAC">
        <w:rPr>
          <w:i/>
        </w:rPr>
        <w:t>.</w:t>
      </w:r>
      <w:r>
        <w:rPr>
          <w:i/>
        </w:rPr>
        <w:t xml:space="preserve"> </w:t>
      </w:r>
    </w:p>
    <w:p w14:paraId="06F54963" w14:textId="00492258" w:rsidR="00E067F8" w:rsidRDefault="00E067F8" w:rsidP="00FE55A9">
      <w:pPr>
        <w:pStyle w:val="Odstavec2"/>
        <w:spacing w:before="120"/>
      </w:pPr>
      <w:r w:rsidRPr="00C960EF">
        <w:t>Z</w:t>
      </w:r>
      <w:r w:rsidR="002B66E3">
        <w:t>a podstatné porušení této</w:t>
      </w:r>
      <w:r w:rsidR="0030370D">
        <w:t xml:space="preserve"> Sm</w:t>
      </w:r>
      <w:r w:rsidRPr="00C960EF">
        <w:t>louvy a dílčí smlouvy</w:t>
      </w:r>
      <w:r w:rsidR="002B66E3">
        <w:t xml:space="preserve"> se považuje vždy vadné plnění </w:t>
      </w:r>
      <w:r w:rsidR="006207A9">
        <w:t>Dodavatele</w:t>
      </w:r>
      <w:r w:rsidRPr="00C960EF">
        <w:t xml:space="preserve">, v jehož důsledku nelze řádně a bez obtíží (neplynoucích z obvyklého způsobu používání věci </w:t>
      </w:r>
      <w:r w:rsidR="002B66E3">
        <w:t xml:space="preserve">nebo způsobů použití, který si </w:t>
      </w:r>
      <w:r w:rsidR="00871F6C">
        <w:t>Objednatel</w:t>
      </w:r>
      <w:r w:rsidR="002B66E3">
        <w:t xml:space="preserve"> v této s</w:t>
      </w:r>
      <w:r w:rsidRPr="00C960EF">
        <w:t xml:space="preserve">mlouvě nebo dílčí </w:t>
      </w:r>
      <w:r w:rsidR="002B66E3">
        <w:t xml:space="preserve">smlouvě vymínil) užívat </w:t>
      </w:r>
      <w:r w:rsidR="000C2E53">
        <w:t>dodávku</w:t>
      </w:r>
      <w:r w:rsidRPr="00C960EF">
        <w:t xml:space="preserve"> nebo jeho jednotlivou část.</w:t>
      </w:r>
    </w:p>
    <w:p w14:paraId="06F54964" w14:textId="4A2C1D58" w:rsidR="00E067F8" w:rsidRPr="003947C4" w:rsidRDefault="002B66E3" w:rsidP="00FE55A9">
      <w:pPr>
        <w:pStyle w:val="Odstavec2"/>
        <w:spacing w:before="120"/>
      </w:pPr>
      <w:r>
        <w:t xml:space="preserve">Při plnění této </w:t>
      </w:r>
      <w:r w:rsidR="0030370D">
        <w:t>S</w:t>
      </w:r>
      <w:r w:rsidR="00E067F8">
        <w:t>mlouvy a dílčích</w:t>
      </w:r>
      <w:r>
        <w:t xml:space="preserve"> smluv se </w:t>
      </w:r>
      <w:r w:rsidR="0030370D">
        <w:t>S</w:t>
      </w:r>
      <w:r w:rsidR="00E067F8">
        <w:t>mluvní strany zavazují dodr</w:t>
      </w:r>
      <w:r>
        <w:t xml:space="preserve">žovat podmínky stanovené touto </w:t>
      </w:r>
      <w:r w:rsidR="0030370D">
        <w:t>S</w:t>
      </w:r>
      <w:r w:rsidR="00E067F8">
        <w:t>mlouvou, jejími nedílnými součástmi a platn</w:t>
      </w:r>
      <w:r w:rsidR="006A232C">
        <w:t>ými právní předpisy.</w:t>
      </w:r>
    </w:p>
    <w:p w14:paraId="06F54965" w14:textId="67F773DA" w:rsidR="00E067F8" w:rsidRDefault="00AF0C59" w:rsidP="00FE55A9">
      <w:pPr>
        <w:pStyle w:val="Odstavec2"/>
        <w:spacing w:before="120"/>
      </w:pPr>
      <w:bookmarkStart w:id="2" w:name="_Ref370462987"/>
      <w:r>
        <w:t>Dodavatel</w:t>
      </w:r>
      <w:r w:rsidR="002B66E3">
        <w:t xml:space="preserve"> se zavazuje dodat </w:t>
      </w:r>
      <w:r>
        <w:t>Objednateli</w:t>
      </w:r>
      <w:r w:rsidR="002B66E3">
        <w:t xml:space="preserve"> </w:t>
      </w:r>
      <w:r w:rsidR="00760749">
        <w:t>dodávku na klíč</w:t>
      </w:r>
      <w:r w:rsidR="00A77201">
        <w:t xml:space="preserve"> v jakosti a množství určenými</w:t>
      </w:r>
      <w:r w:rsidR="00E067F8">
        <w:t xml:space="preserve"> v dílčí smlouvě.</w:t>
      </w:r>
    </w:p>
    <w:p w14:paraId="06F54966" w14:textId="41F76163" w:rsidR="00A0151A" w:rsidRDefault="00633507" w:rsidP="00FE55A9">
      <w:pPr>
        <w:pStyle w:val="Odstavec2"/>
        <w:spacing w:before="120"/>
      </w:pPr>
      <w:r>
        <w:t>Dodavatel</w:t>
      </w:r>
      <w:r w:rsidR="00E067F8">
        <w:t xml:space="preserve"> s</w:t>
      </w:r>
      <w:r w:rsidR="002B66E3">
        <w:t xml:space="preserve">e zavazuje </w:t>
      </w:r>
      <w:r w:rsidR="00E067F8">
        <w:t xml:space="preserve">instalovat a/nebo namontovat </w:t>
      </w:r>
      <w:r w:rsidR="0030370D">
        <w:t xml:space="preserve">zařízení </w:t>
      </w:r>
      <w:r w:rsidR="00E067F8">
        <w:t>odborně způs</w:t>
      </w:r>
      <w:r w:rsidR="002B66E3">
        <w:t xml:space="preserve">obilou osobou v místě plnění a </w:t>
      </w:r>
      <w:r w:rsidR="000041E3">
        <w:t>Objednatel</w:t>
      </w:r>
      <w:r w:rsidR="00E067F8">
        <w:t xml:space="preserve"> se zavazu</w:t>
      </w:r>
      <w:r w:rsidR="002B66E3">
        <w:t xml:space="preserve">je pro řádné poskytnutí plnění </w:t>
      </w:r>
      <w:r w:rsidR="00146529">
        <w:t>Dodavatelem</w:t>
      </w:r>
      <w:r w:rsidR="00E067F8">
        <w:t xml:space="preserve"> poskytnout </w:t>
      </w:r>
      <w:r w:rsidR="000041E3">
        <w:t>Dodavateli</w:t>
      </w:r>
      <w:r w:rsidR="00E067F8">
        <w:t xml:space="preserve"> nezbytnou součinnost</w:t>
      </w:r>
      <w:r w:rsidR="00C42C74">
        <w:t xml:space="preserve"> </w:t>
      </w:r>
      <w:r w:rsidR="00623713">
        <w:t xml:space="preserve">spočívající v umožnění v provedení stavební připravenosti místa plnění a umožnění instalace zařízení a jeho zprovoznění </w:t>
      </w:r>
      <w:r w:rsidR="00C42C74">
        <w:t xml:space="preserve">(toto ustanovení o součinnosti </w:t>
      </w:r>
      <w:r w:rsidR="0071390A">
        <w:t>Objednatele</w:t>
      </w:r>
      <w:r w:rsidR="00C42C74">
        <w:t xml:space="preserve"> nelze vztahovat na dodatečné </w:t>
      </w:r>
      <w:r w:rsidR="0071390A">
        <w:t>p</w:t>
      </w:r>
      <w:r w:rsidR="00C42C74">
        <w:t xml:space="preserve">ožadavky </w:t>
      </w:r>
      <w:r w:rsidR="0071390A">
        <w:t>Dodavatele</w:t>
      </w:r>
      <w:r w:rsidR="00C42C74">
        <w:t>)</w:t>
      </w:r>
      <w:r w:rsidR="00E067F8">
        <w:t>.</w:t>
      </w:r>
    </w:p>
    <w:p w14:paraId="06F54967" w14:textId="4A5FFCD7" w:rsidR="00E067F8" w:rsidRDefault="0071390A" w:rsidP="00FE55A9">
      <w:pPr>
        <w:pStyle w:val="Odstavec2"/>
        <w:spacing w:before="120"/>
      </w:pPr>
      <w:bookmarkStart w:id="3" w:name="_Ref370463837"/>
      <w:r>
        <w:t>Objednatel</w:t>
      </w:r>
      <w:r w:rsidR="002B66E3">
        <w:t xml:space="preserve"> se zavazuje </w:t>
      </w:r>
      <w:r w:rsidR="008B4869">
        <w:t>dodávku</w:t>
      </w:r>
      <w:r w:rsidR="002B66E3">
        <w:t xml:space="preserve"> převzít, rozpozná-li však </w:t>
      </w:r>
      <w:r w:rsidR="008B4869">
        <w:t>Objednatel</w:t>
      </w:r>
      <w:r w:rsidR="00E067F8">
        <w:t xml:space="preserve"> vadu (včetně vady v dokladech nutných pro uží</w:t>
      </w:r>
      <w:r w:rsidR="002B66E3">
        <w:t xml:space="preserve">vání </w:t>
      </w:r>
      <w:r w:rsidR="00623713">
        <w:t xml:space="preserve">zařízení </w:t>
      </w:r>
      <w:r w:rsidR="002B66E3">
        <w:t xml:space="preserve">či v množství), nemá </w:t>
      </w:r>
      <w:r w:rsidR="003226DF">
        <w:t>Objednatel</w:t>
      </w:r>
      <w:r w:rsidR="002B66E3">
        <w:t xml:space="preserve"> povinnost </w:t>
      </w:r>
      <w:r w:rsidR="003226DF">
        <w:t>dodávku</w:t>
      </w:r>
      <w:r w:rsidR="00E067F8">
        <w:t xml:space="preserve"> převzít.</w:t>
      </w:r>
      <w:bookmarkEnd w:id="2"/>
      <w:bookmarkEnd w:id="3"/>
    </w:p>
    <w:p w14:paraId="06F54969" w14:textId="4440289C" w:rsidR="00E137BF" w:rsidRDefault="00E067F8" w:rsidP="00FE55A9">
      <w:pPr>
        <w:pStyle w:val="Odstavec2"/>
        <w:spacing w:before="120"/>
      </w:pPr>
      <w:r w:rsidRPr="00540F7F">
        <w:t xml:space="preserve">Smluvní strany se dále </w:t>
      </w:r>
      <w:r>
        <w:t xml:space="preserve">výslovně </w:t>
      </w:r>
      <w:r w:rsidRPr="00540F7F">
        <w:t>dohodly,</w:t>
      </w:r>
      <w:r w:rsidR="002B66E3">
        <w:t xml:space="preserve"> že na vztahy mezi </w:t>
      </w:r>
      <w:r w:rsidR="00623713">
        <w:t>S</w:t>
      </w:r>
      <w:r>
        <w:t>mluvními stranami</w:t>
      </w:r>
      <w:r w:rsidR="002B66E3">
        <w:t xml:space="preserve"> založené </w:t>
      </w:r>
      <w:r w:rsidR="00623713">
        <w:t>S</w:t>
      </w:r>
      <w:r w:rsidR="005A0F79">
        <w:t>mlouvou a/nebo dílčími smlouvami</w:t>
      </w:r>
      <w:r>
        <w:t xml:space="preserve"> se neuplatní ustanovení § 2093 </w:t>
      </w:r>
      <w:r w:rsidR="00163270">
        <w:t>zákona č. 89/2012 Sb., občanského zákoníku</w:t>
      </w:r>
      <w:r w:rsidR="003F678D">
        <w:t>,</w:t>
      </w:r>
      <w:r w:rsidR="00163270">
        <w:t xml:space="preserve"> </w:t>
      </w:r>
      <w:r w:rsidR="002B66E3">
        <w:t xml:space="preserve">tzn., že dodá-li </w:t>
      </w:r>
      <w:r w:rsidR="00F41C77">
        <w:t>Dodavatel</w:t>
      </w:r>
      <w:r>
        <w:t xml:space="preserve"> na základě dílčí</w:t>
      </w:r>
      <w:r w:rsidR="002B66E3">
        <w:t xml:space="preserve"> smlouvy </w:t>
      </w:r>
      <w:r w:rsidR="0091574A">
        <w:t>Objed</w:t>
      </w:r>
      <w:r w:rsidR="00BA504A">
        <w:t>n</w:t>
      </w:r>
      <w:r w:rsidR="0091574A">
        <w:t>ateli</w:t>
      </w:r>
      <w:r>
        <w:t xml:space="preserve"> větší množství věcí, než bylo ujednáno, není tím smlouva na toto větší množství věcí uzavřena.</w:t>
      </w:r>
    </w:p>
    <w:p w14:paraId="4711068F" w14:textId="6C21C2BA" w:rsidR="00676C8C" w:rsidRPr="00FE55A9" w:rsidRDefault="00E9108C" w:rsidP="00FE55A9">
      <w:pPr>
        <w:pStyle w:val="Odstavec2"/>
        <w:spacing w:before="120"/>
      </w:pPr>
      <w:r w:rsidRPr="00FE55A9">
        <w:t xml:space="preserve">Smluvní strany se dohodly, že dílčí smlouva bude uzavřena jedním z následujících postupů. </w:t>
      </w:r>
    </w:p>
    <w:p w14:paraId="2D71DE2F" w14:textId="0B9B8BB3" w:rsidR="009D5946" w:rsidRPr="00024600" w:rsidRDefault="009D5946" w:rsidP="00FE55A9">
      <w:pPr>
        <w:pStyle w:val="Odstavec2"/>
        <w:spacing w:before="120"/>
      </w:pPr>
      <w:r w:rsidRPr="00024600">
        <w:t>Smluvní strany se dohodly, že písemnou výzvou k poskytnutí plnění</w:t>
      </w:r>
      <w:r w:rsidR="00407B13">
        <w:t xml:space="preserve"> (dále také jen „</w:t>
      </w:r>
      <w:r w:rsidR="00407B13" w:rsidRPr="009F7288">
        <w:rPr>
          <w:b/>
          <w:bCs/>
        </w:rPr>
        <w:t>objednávka</w:t>
      </w:r>
      <w:r w:rsidR="00407B13">
        <w:t>“ a/nebo „</w:t>
      </w:r>
      <w:r w:rsidR="00407B13" w:rsidRPr="009F7288">
        <w:rPr>
          <w:b/>
          <w:bCs/>
        </w:rPr>
        <w:t>výzva</w:t>
      </w:r>
      <w:r w:rsidR="00407B13">
        <w:t>“)</w:t>
      </w:r>
      <w:r w:rsidRPr="00024600">
        <w:t xml:space="preserve"> </w:t>
      </w:r>
      <w:r w:rsidR="009029D1">
        <w:t>Dodavatele</w:t>
      </w:r>
      <w:r w:rsidRPr="00024600">
        <w:t xml:space="preserve"> spočívající v provedení </w:t>
      </w:r>
      <w:r w:rsidR="009029D1">
        <w:t>dodávky na klíč</w:t>
      </w:r>
      <w:r w:rsidRPr="00024600">
        <w:t xml:space="preserve"> se považuje zadání takové dílčí zakázky jednou z následujících možností:</w:t>
      </w:r>
    </w:p>
    <w:p w14:paraId="046570B1" w14:textId="40D1C1D0" w:rsidR="009D5946" w:rsidRPr="009D5946" w:rsidRDefault="009D5946" w:rsidP="009D5946">
      <w:pPr>
        <w:pStyle w:val="Odstavec3"/>
        <w:rPr>
          <w:highlight w:val="yellow"/>
        </w:rPr>
      </w:pPr>
      <w:r w:rsidRPr="00024600">
        <w:lastRenderedPageBreak/>
        <w:t xml:space="preserve">e-mailem ze systému Objednatele na adresu </w:t>
      </w:r>
      <w:r w:rsidR="00CA6F53">
        <w:t>Dodavate</w:t>
      </w:r>
      <w:r w:rsidRPr="00024600">
        <w:t xml:space="preserve">le: </w:t>
      </w:r>
      <w:r w:rsidRPr="009D5946">
        <w:rPr>
          <w:highlight w:val="yellow"/>
        </w:rPr>
        <w:t>………………….</w:t>
      </w:r>
    </w:p>
    <w:p w14:paraId="42A0F1F2" w14:textId="77777777" w:rsidR="009D5946" w:rsidRPr="00024600" w:rsidRDefault="009D5946" w:rsidP="009D5946">
      <w:pPr>
        <w:pStyle w:val="Odstavec3"/>
      </w:pPr>
      <w:r w:rsidRPr="00024600">
        <w:t xml:space="preserve">telefonicky na tel. číslo </w:t>
      </w:r>
      <w:r w:rsidRPr="009D5946">
        <w:rPr>
          <w:highlight w:val="yellow"/>
        </w:rPr>
        <w:t>…………………</w:t>
      </w:r>
      <w:proofErr w:type="gramStart"/>
      <w:r w:rsidRPr="009D5946">
        <w:rPr>
          <w:highlight w:val="yellow"/>
        </w:rPr>
        <w:t>…….</w:t>
      </w:r>
      <w:proofErr w:type="gramEnd"/>
      <w:r w:rsidRPr="009D5946">
        <w:rPr>
          <w:highlight w:val="yellow"/>
        </w:rPr>
        <w:t>.</w:t>
      </w:r>
      <w:r w:rsidRPr="00024600">
        <w:t xml:space="preserve"> s tím, že telefonické hlášení musí být bezodkladně potvrzeno faxem či e-mailem</w:t>
      </w:r>
    </w:p>
    <w:p w14:paraId="06F54971" w14:textId="336E9ADF" w:rsidR="00A20A86" w:rsidRDefault="009D5946" w:rsidP="009D5946">
      <w:pPr>
        <w:pStyle w:val="Odstavec3"/>
      </w:pPr>
      <w:r w:rsidRPr="00024600">
        <w:t>či jiným vhodným způsobem výslovně písemně mezi Smluvními stranami dohodnutým</w:t>
      </w:r>
      <w:r w:rsidR="00A20A86">
        <w:t>.</w:t>
      </w:r>
    </w:p>
    <w:p w14:paraId="1F919269" w14:textId="14BADF74" w:rsidR="005A65E9" w:rsidRPr="002A0E8D" w:rsidRDefault="00023EB2" w:rsidP="00FE55A9">
      <w:pPr>
        <w:pStyle w:val="Odstavec2"/>
      </w:pPr>
      <w:r w:rsidRPr="00FE55A9">
        <w:t xml:space="preserve">Výzva Objednatele bude vždy písemně e-mailem z adresy </w:t>
      </w:r>
      <w:r w:rsidR="002A0E8D" w:rsidRPr="00FE55A9">
        <w:t>Dodavatele</w:t>
      </w:r>
      <w:r w:rsidRPr="00FE55A9">
        <w:t xml:space="preserve"> potvrzena, přičemž</w:t>
      </w:r>
      <w:r w:rsidRPr="00024600">
        <w:rPr>
          <w:rFonts w:cs="Arial"/>
        </w:rPr>
        <w:t xml:space="preserve"> potvrzením výzvy Objednatele </w:t>
      </w:r>
      <w:r w:rsidR="002A0E8D">
        <w:rPr>
          <w:rFonts w:cs="Arial"/>
        </w:rPr>
        <w:t>Dodavatelem</w:t>
      </w:r>
      <w:r w:rsidRPr="00024600">
        <w:rPr>
          <w:rFonts w:cs="Arial"/>
        </w:rPr>
        <w:t xml:space="preserve"> je dílčí smlouva uzavřena</w:t>
      </w:r>
      <w:r w:rsidR="002A0E8D">
        <w:rPr>
          <w:rFonts w:cs="Arial"/>
        </w:rPr>
        <w:t xml:space="preserve">. </w:t>
      </w:r>
    </w:p>
    <w:p w14:paraId="53FE1930" w14:textId="6D9A08A3" w:rsidR="00A11DCE" w:rsidRPr="00024600" w:rsidRDefault="00A11DCE" w:rsidP="00A11DCE">
      <w:pPr>
        <w:pStyle w:val="Odstavec3"/>
      </w:pPr>
      <w:r>
        <w:t xml:space="preserve">Dodavatel </w:t>
      </w:r>
      <w:r w:rsidRPr="00024600">
        <w:t xml:space="preserve">se zavazuje bez zbytečného odkladu písemně potvrdit objednávku Objednatele, a zároveň doručit Objednateli oceněný výkaz výměr </w:t>
      </w:r>
      <w:r w:rsidR="002231B4">
        <w:t>dodávky na klíč</w:t>
      </w:r>
      <w:r w:rsidR="002231B4" w:rsidRPr="00024600">
        <w:t xml:space="preserve"> </w:t>
      </w:r>
      <w:r w:rsidRPr="00024600">
        <w:t>a časový harmonogram plnění Díla odpovídající objednávce, tj. Harmonogram prací.</w:t>
      </w:r>
    </w:p>
    <w:p w14:paraId="0C32C410" w14:textId="23E50AC7" w:rsidR="002A0E8D" w:rsidRDefault="00A11DCE" w:rsidP="0085159A">
      <w:pPr>
        <w:pStyle w:val="Odstavec3"/>
      </w:pPr>
      <w:r w:rsidRPr="00024600">
        <w:rPr>
          <w:rFonts w:cs="Arial"/>
        </w:rPr>
        <w:t xml:space="preserve">Smluvní strany konstatují, že v případě, kdy </w:t>
      </w:r>
      <w:r w:rsidR="00942C3C">
        <w:rPr>
          <w:rFonts w:cs="Arial"/>
        </w:rPr>
        <w:t>Dodavatel</w:t>
      </w:r>
      <w:r w:rsidRPr="00024600">
        <w:rPr>
          <w:rFonts w:cs="Arial"/>
        </w:rPr>
        <w:t xml:space="preserve"> potvrdí objednávku Objednatele s dodatkem nebo odchylkou proti požadavkům Objednatele, nezakládá takové potvrzení objednávky </w:t>
      </w:r>
      <w:r w:rsidR="00942C3C">
        <w:rPr>
          <w:rFonts w:cs="Arial"/>
        </w:rPr>
        <w:t>Dodavatelem</w:t>
      </w:r>
      <w:r w:rsidRPr="00024600">
        <w:rPr>
          <w:rFonts w:cs="Arial"/>
        </w:rPr>
        <w:t xml:space="preserve"> povinnost Objednatele takovou odchylku či dodatek akceptovat a dílčí smlouva mezi Smluvními stranami uzavřena není.</w:t>
      </w:r>
    </w:p>
    <w:p w14:paraId="56288B16" w14:textId="57843DB7" w:rsidR="00C64540" w:rsidRDefault="00C64540" w:rsidP="00FE55A9">
      <w:pPr>
        <w:pStyle w:val="Odstavec2"/>
      </w:pPr>
      <w:r>
        <w:rPr>
          <w:rFonts w:cs="Arial"/>
        </w:rPr>
        <w:t>Dodávky</w:t>
      </w:r>
      <w:r w:rsidRPr="00024600">
        <w:rPr>
          <w:rFonts w:cs="Arial"/>
        </w:rPr>
        <w:t xml:space="preserve"> budou probíhat na základě písemné výzvy Objednatele k plnění a její potvrzení ze strany </w:t>
      </w:r>
      <w:r>
        <w:rPr>
          <w:rFonts w:cs="Arial"/>
        </w:rPr>
        <w:t>Dodavatele</w:t>
      </w:r>
      <w:r w:rsidRPr="00024600">
        <w:rPr>
          <w:rFonts w:cs="Arial"/>
        </w:rPr>
        <w:t xml:space="preserve"> ve smyslu výše uvedeném. </w:t>
      </w:r>
      <w:r w:rsidR="00246E0D">
        <w:rPr>
          <w:rFonts w:cs="Arial"/>
        </w:rPr>
        <w:t>Dodavatel</w:t>
      </w:r>
      <w:r w:rsidRPr="00024600">
        <w:rPr>
          <w:rFonts w:cs="Arial"/>
        </w:rPr>
        <w:t xml:space="preserve"> se zavazuje </w:t>
      </w:r>
      <w:r w:rsidR="00246E0D">
        <w:rPr>
          <w:rFonts w:cs="Arial"/>
        </w:rPr>
        <w:t>Dodávku</w:t>
      </w:r>
      <w:r w:rsidRPr="00024600">
        <w:rPr>
          <w:rFonts w:cs="Arial"/>
        </w:rPr>
        <w:t xml:space="preserve"> (či je</w:t>
      </w:r>
      <w:r w:rsidR="00246E0D">
        <w:rPr>
          <w:rFonts w:cs="Arial"/>
        </w:rPr>
        <w:t>jí</w:t>
      </w:r>
      <w:r w:rsidRPr="00024600">
        <w:rPr>
          <w:rFonts w:cs="Arial"/>
        </w:rPr>
        <w:t xml:space="preserve"> část vyplývá-li možnost provést a předat </w:t>
      </w:r>
      <w:r w:rsidR="00246E0D">
        <w:rPr>
          <w:rFonts w:cs="Arial"/>
        </w:rPr>
        <w:t>dodávku</w:t>
      </w:r>
      <w:r w:rsidRPr="00024600">
        <w:rPr>
          <w:rFonts w:cs="Arial"/>
        </w:rPr>
        <w:t xml:space="preserve"> po částech z výzvy Objednatele) dokončit a předat v Objednatelem určeném termínu na objednávce, nebude-li písemně dohodou výslovně stanoveno jinak</w:t>
      </w:r>
      <w:r w:rsidR="00F44432">
        <w:rPr>
          <w:rFonts w:cs="Arial"/>
        </w:rPr>
        <w:t>.</w:t>
      </w:r>
      <w:r w:rsidRPr="00024600">
        <w:rPr>
          <w:rFonts w:cs="Arial"/>
        </w:rPr>
        <w:t xml:space="preserve"> </w:t>
      </w:r>
    </w:p>
    <w:p w14:paraId="06F54972" w14:textId="257EB827" w:rsidR="00A20A86" w:rsidRPr="008363EF" w:rsidRDefault="00A20A86" w:rsidP="00FE55A9">
      <w:pPr>
        <w:pStyle w:val="Odstavec2"/>
      </w:pPr>
      <w:r w:rsidRPr="008363EF">
        <w:t xml:space="preserve">Písemná výzva </w:t>
      </w:r>
      <w:r w:rsidR="00F03508">
        <w:t>Objednatele</w:t>
      </w:r>
      <w:r w:rsidRPr="008363EF">
        <w:t xml:space="preserve"> bude doručena </w:t>
      </w:r>
      <w:r w:rsidR="00924D2E">
        <w:t>Dodavateli</w:t>
      </w:r>
      <w:r w:rsidR="00C205E5">
        <w:t xml:space="preserve"> postupem sjednaným v této </w:t>
      </w:r>
      <w:r w:rsidR="00E45F85">
        <w:t>S</w:t>
      </w:r>
      <w:r w:rsidRPr="008363EF">
        <w:t>mlouvě a bude obsahovat zejména:</w:t>
      </w:r>
    </w:p>
    <w:p w14:paraId="06F54974" w14:textId="543CF254" w:rsidR="00A20A86" w:rsidRPr="008363EF" w:rsidRDefault="00A20A86" w:rsidP="00A20A86">
      <w:pPr>
        <w:pStyle w:val="Odstavec3"/>
      </w:pPr>
      <w:r>
        <w:t>s</w:t>
      </w:r>
      <w:r w:rsidRPr="008363EF">
        <w:t xml:space="preserve">pecifikaci místa plnění (konkrétní </w:t>
      </w:r>
      <w:r w:rsidR="00924D2E">
        <w:t>ČS</w:t>
      </w:r>
      <w:r w:rsidRPr="008363EF">
        <w:t>)</w:t>
      </w:r>
      <w:r>
        <w:t>;</w:t>
      </w:r>
    </w:p>
    <w:p w14:paraId="06F54975" w14:textId="086C8A28" w:rsidR="00A20A86" w:rsidRPr="00D87502" w:rsidRDefault="00A53C68" w:rsidP="00A20A86">
      <w:pPr>
        <w:pStyle w:val="Odstavec3"/>
        <w:rPr>
          <w:b/>
          <w:bCs/>
        </w:rPr>
      </w:pPr>
      <w:r>
        <w:t>p</w:t>
      </w:r>
      <w:r w:rsidRPr="008363EF">
        <w:t>ožadovaný termín</w:t>
      </w:r>
      <w:r>
        <w:t xml:space="preserve"> předání </w:t>
      </w:r>
      <w:r w:rsidR="00760749">
        <w:t>dodávky na klič</w:t>
      </w:r>
      <w:r w:rsidR="00903874">
        <w:t>;</w:t>
      </w:r>
      <w:r w:rsidR="00055F71">
        <w:t xml:space="preserve"> </w:t>
      </w:r>
    </w:p>
    <w:p w14:paraId="06F54976" w14:textId="71CBFDF3" w:rsidR="00A20A86" w:rsidRDefault="00A20A86" w:rsidP="00A20A86">
      <w:pPr>
        <w:pStyle w:val="Odstavec3"/>
      </w:pPr>
      <w:r>
        <w:t>d</w:t>
      </w:r>
      <w:r w:rsidRPr="008363EF">
        <w:t>alší požadavk</w:t>
      </w:r>
      <w:r w:rsidR="00C205E5">
        <w:t xml:space="preserve">y </w:t>
      </w:r>
      <w:r w:rsidR="000A55E7">
        <w:t>Objednatele</w:t>
      </w:r>
      <w:r>
        <w:t xml:space="preserve"> </w:t>
      </w:r>
      <w:r w:rsidR="008F6418">
        <w:t>případně</w:t>
      </w:r>
      <w:r w:rsidR="008E6A68">
        <w:t xml:space="preserve"> další skutečnosti nezbytné pro provedení dodávky na klíč</w:t>
      </w:r>
      <w:r w:rsidR="008A68C1">
        <w:t xml:space="preserve"> Dodavatelem</w:t>
      </w:r>
      <w:r>
        <w:t>;</w:t>
      </w:r>
      <w:r w:rsidR="004F5BFD">
        <w:t xml:space="preserve">  </w:t>
      </w:r>
    </w:p>
    <w:p w14:paraId="06F54977" w14:textId="12FE79E9" w:rsidR="00A20A86" w:rsidRPr="008363EF" w:rsidRDefault="00D31BF2" w:rsidP="00A20A86">
      <w:pPr>
        <w:pStyle w:val="Odstavec3"/>
      </w:pPr>
      <w:r>
        <w:t xml:space="preserve">osoby oprávněné jednat za </w:t>
      </w:r>
      <w:r w:rsidR="000A55E7">
        <w:t>Objednatele</w:t>
      </w:r>
      <w:r w:rsidR="00A20A86">
        <w:t xml:space="preserve"> v rámci dílčí smlouvy.</w:t>
      </w:r>
    </w:p>
    <w:p w14:paraId="06F54978" w14:textId="419B92EF" w:rsidR="00EF6C4E" w:rsidRDefault="00A20A86" w:rsidP="00FE55A9">
      <w:pPr>
        <w:pStyle w:val="Odstavec2"/>
      </w:pPr>
      <w:r>
        <w:t>Přijetím objednávky je uzavř</w:t>
      </w:r>
      <w:r w:rsidR="00296236">
        <w:t>ena mezi</w:t>
      </w:r>
      <w:r w:rsidR="008B1666">
        <w:t xml:space="preserve"> Smluvními</w:t>
      </w:r>
      <w:r w:rsidR="00296236">
        <w:t xml:space="preserve"> stranami dílčí smlouva </w:t>
      </w:r>
      <w:r>
        <w:t>(dále a výše též jen „</w:t>
      </w:r>
      <w:r w:rsidRPr="00824F64">
        <w:rPr>
          <w:b/>
          <w:bCs/>
        </w:rPr>
        <w:t>dílčí smlouva</w:t>
      </w:r>
      <w:r>
        <w:t>“)</w:t>
      </w:r>
      <w:r w:rsidR="00D31BF2">
        <w:t xml:space="preserve"> na </w:t>
      </w:r>
      <w:r w:rsidR="004A4E2E">
        <w:t>dodávku</w:t>
      </w:r>
      <w:r>
        <w:t>.</w:t>
      </w:r>
    </w:p>
    <w:p w14:paraId="4D419FDE" w14:textId="787E4A53" w:rsidR="00A16D6B" w:rsidRDefault="00A16D6B" w:rsidP="00FE55A9">
      <w:pPr>
        <w:pStyle w:val="Odstavec2"/>
      </w:pPr>
      <w:r>
        <w:t>Dílčí smlouva musí odpovídat této Smlouvě. Konkrétní údaje dodávky budou vždy ujednány na základě této Smlouvy dle požadavků a potřeb Objednatele a budou upřesněny v uzavřené dílčí smlouvě.</w:t>
      </w:r>
    </w:p>
    <w:p w14:paraId="63BDB901" w14:textId="4BC314AA" w:rsidR="00890458" w:rsidRDefault="00A16D6B" w:rsidP="00D542F4">
      <w:pPr>
        <w:pStyle w:val="lnek"/>
        <w:ind w:left="17"/>
        <w:rPr>
          <w:rFonts w:cs="Arial"/>
        </w:rPr>
      </w:pPr>
      <w:r>
        <w:t>Dodávka</w:t>
      </w:r>
      <w:r w:rsidR="00A20A86">
        <w:t xml:space="preserve"> </w:t>
      </w:r>
    </w:p>
    <w:p w14:paraId="5DF0ACC7" w14:textId="26104E1A" w:rsidR="00A41F48" w:rsidRPr="000122CC" w:rsidRDefault="00481D38" w:rsidP="00481D38">
      <w:pPr>
        <w:pStyle w:val="Odstavec2"/>
        <w:rPr>
          <w:rFonts w:eastAsiaTheme="minorEastAsia"/>
        </w:rPr>
      </w:pPr>
      <w:r>
        <w:rPr>
          <w:rFonts w:cs="Arial"/>
        </w:rPr>
        <w:t>Dodavatel</w:t>
      </w:r>
      <w:r w:rsidR="00A41F48" w:rsidRPr="00024600">
        <w:rPr>
          <w:rFonts w:cs="Arial"/>
        </w:rPr>
        <w:t xml:space="preserve"> se zavazuje </w:t>
      </w:r>
      <w:r w:rsidR="00D22151">
        <w:rPr>
          <w:rFonts w:cs="Arial"/>
        </w:rPr>
        <w:t xml:space="preserve">poskytnou dodávku Objednateli </w:t>
      </w:r>
      <w:r w:rsidR="00A41F48" w:rsidRPr="00024600">
        <w:rPr>
          <w:rFonts w:cs="Arial"/>
        </w:rPr>
        <w:t>v rozsahu a dle podmínek uvedených v této Smlouvě</w:t>
      </w:r>
      <w:r w:rsidR="00F52C65">
        <w:rPr>
          <w:rFonts w:cs="Arial"/>
        </w:rPr>
        <w:t xml:space="preserve">, dílčí smlouvách </w:t>
      </w:r>
      <w:r w:rsidR="00A41F48" w:rsidRPr="00024600">
        <w:rPr>
          <w:rFonts w:cs="Arial"/>
        </w:rPr>
        <w:t>a na jej</w:t>
      </w:r>
      <w:r w:rsidR="00F52C65">
        <w:rPr>
          <w:rFonts w:cs="Arial"/>
        </w:rPr>
        <w:t>ich</w:t>
      </w:r>
      <w:r w:rsidR="00A41F48" w:rsidRPr="00024600">
        <w:rPr>
          <w:rFonts w:cs="Arial"/>
        </w:rPr>
        <w:t xml:space="preserve"> základě. Podkladem pro </w:t>
      </w:r>
      <w:r w:rsidR="0080431F">
        <w:rPr>
          <w:rFonts w:cs="Arial"/>
        </w:rPr>
        <w:t>dodávku</w:t>
      </w:r>
      <w:r w:rsidR="00A41F48" w:rsidRPr="00024600">
        <w:rPr>
          <w:rFonts w:cs="Arial"/>
        </w:rPr>
        <w:t xml:space="preserve"> dle této Smlouvy a v souladu s dílčí smlouvou je níže uvedená dokumentace (dále též jen „</w:t>
      </w:r>
      <w:r w:rsidR="00A41F48" w:rsidRPr="00DA0080">
        <w:rPr>
          <w:rFonts w:cs="Arial"/>
          <w:b/>
          <w:bCs/>
        </w:rPr>
        <w:t>Závazné podklady</w:t>
      </w:r>
      <w:r w:rsidR="00A41F48" w:rsidRPr="00024600">
        <w:rPr>
          <w:rFonts w:cs="Arial"/>
        </w:rPr>
        <w:t>“)</w:t>
      </w:r>
      <w:r w:rsidR="009C58B4">
        <w:rPr>
          <w:rFonts w:cs="Arial"/>
        </w:rPr>
        <w:t xml:space="preserve">. </w:t>
      </w:r>
    </w:p>
    <w:p w14:paraId="574FFAFA" w14:textId="68922FBE" w:rsidR="000122CC" w:rsidRPr="00024600" w:rsidRDefault="000122CC" w:rsidP="000122CC">
      <w:pPr>
        <w:pStyle w:val="Odstavec3"/>
      </w:pPr>
      <w:r>
        <w:t>Dodavateli</w:t>
      </w:r>
      <w:r w:rsidRPr="00024600">
        <w:t xml:space="preserve"> předaná a jím převzatá zadávací dokumentace k zakázce č. </w:t>
      </w:r>
      <w:r w:rsidR="00A16D6B">
        <w:t>019/25</w:t>
      </w:r>
      <w:r w:rsidRPr="00024600">
        <w:t>/OCN „</w:t>
      </w:r>
      <w:r w:rsidR="00915533" w:rsidRPr="00915533">
        <w:rPr>
          <w:rFonts w:cs="Arial"/>
        </w:rPr>
        <w:t>Dodávky velkoobjemových výdejních stojanů na prodej směsi do ostřikovačů na ČS vč. inženýrských činností a stavebních prací</w:t>
      </w:r>
      <w:r w:rsidRPr="00915533">
        <w:t>“</w:t>
      </w:r>
      <w:r w:rsidRPr="00024600">
        <w:t xml:space="preserve"> včetně jejích příloh (výše a dále také jen „</w:t>
      </w:r>
      <w:r w:rsidRPr="00DA0080">
        <w:rPr>
          <w:b/>
          <w:bCs/>
        </w:rPr>
        <w:t>Zadávací dokumentace</w:t>
      </w:r>
      <w:r w:rsidRPr="00024600">
        <w:t>“)</w:t>
      </w:r>
    </w:p>
    <w:p w14:paraId="325C359E" w14:textId="3EAA4285" w:rsidR="000122CC" w:rsidRPr="00024600" w:rsidRDefault="000122CC" w:rsidP="000122CC">
      <w:pPr>
        <w:pStyle w:val="Odstavec3"/>
      </w:pPr>
      <w:r w:rsidRPr="00024600">
        <w:t xml:space="preserve">nabídka </w:t>
      </w:r>
      <w:r w:rsidR="00CA6F53">
        <w:t>Dodavate</w:t>
      </w:r>
      <w:r w:rsidRPr="00024600">
        <w:t xml:space="preserve">le č. </w:t>
      </w:r>
      <w:r w:rsidRPr="003B226E">
        <w:rPr>
          <w:highlight w:val="yellow"/>
        </w:rPr>
        <w:t>…….</w:t>
      </w:r>
      <w:r w:rsidRPr="00024600">
        <w:t xml:space="preserve"> ze dne </w:t>
      </w:r>
      <w:r w:rsidRPr="003B226E">
        <w:rPr>
          <w:highlight w:val="yellow"/>
        </w:rPr>
        <w:t>…….</w:t>
      </w:r>
      <w:r w:rsidRPr="00024600">
        <w:t xml:space="preserve"> podané k zakázce č. </w:t>
      </w:r>
      <w:r w:rsidR="00915533">
        <w:t>019/25</w:t>
      </w:r>
      <w:r w:rsidRPr="00024600">
        <w:t>/OCN (dále jen „</w:t>
      </w:r>
      <w:r w:rsidRPr="00DA0080">
        <w:rPr>
          <w:b/>
          <w:bCs/>
        </w:rPr>
        <w:t>Nabídka</w:t>
      </w:r>
      <w:r w:rsidRPr="00024600">
        <w:t>“).</w:t>
      </w:r>
    </w:p>
    <w:p w14:paraId="1681BE5A" w14:textId="77777777" w:rsidR="000122CC" w:rsidRPr="00024600" w:rsidRDefault="000122CC" w:rsidP="000122CC">
      <w:pPr>
        <w:pStyle w:val="Odstavec3"/>
      </w:pPr>
      <w:r w:rsidRPr="00024600">
        <w:t>V případě rozporu mezi jednotlivými dokumenty Závazných podkladů má přednost Zadávací dokumentace.</w:t>
      </w:r>
    </w:p>
    <w:p w14:paraId="51EB9F6D" w14:textId="4C89B62F" w:rsidR="000122CC" w:rsidRPr="009C58B4" w:rsidRDefault="00CA6F53" w:rsidP="0003442E">
      <w:pPr>
        <w:pStyle w:val="Odstavec3"/>
        <w:rPr>
          <w:rFonts w:eastAsiaTheme="minorEastAsia"/>
        </w:rPr>
      </w:pPr>
      <w:r>
        <w:rPr>
          <w:rFonts w:cs="Arial"/>
        </w:rPr>
        <w:t>Dodavate</w:t>
      </w:r>
      <w:r w:rsidR="000122CC" w:rsidRPr="00024600">
        <w:rPr>
          <w:rFonts w:cs="Arial"/>
        </w:rPr>
        <w:t>l odpovídá za kompletnost Nabídky a za skutečnost, že Nabídka zajišťuje provádění Díla podle Závazných podkladů</w:t>
      </w:r>
    </w:p>
    <w:p w14:paraId="299F557D" w14:textId="07F45BB1" w:rsidR="009C58B4" w:rsidRPr="006671F8" w:rsidRDefault="008A4F14" w:rsidP="00481D38">
      <w:pPr>
        <w:pStyle w:val="Odstavec2"/>
        <w:rPr>
          <w:rFonts w:eastAsiaTheme="minorEastAsia"/>
        </w:rPr>
      </w:pPr>
      <w:r w:rsidRPr="00024600">
        <w:rPr>
          <w:rFonts w:cs="Arial"/>
        </w:rPr>
        <w:t xml:space="preserve">Předmět </w:t>
      </w:r>
      <w:r>
        <w:rPr>
          <w:rFonts w:cs="Arial"/>
        </w:rPr>
        <w:t>dodávky</w:t>
      </w:r>
      <w:r w:rsidRPr="00024600">
        <w:rPr>
          <w:rFonts w:cs="Arial"/>
        </w:rPr>
        <w:t xml:space="preserve"> je specifikován touto Smlouvou, zejména v</w:t>
      </w:r>
      <w:r w:rsidR="00E23696">
        <w:rPr>
          <w:rFonts w:cs="Arial"/>
        </w:rPr>
        <w:t> čl. 3</w:t>
      </w:r>
      <w:r w:rsidRPr="00024600">
        <w:rPr>
          <w:rFonts w:cs="Arial"/>
        </w:rPr>
        <w:t xml:space="preserve"> Smlouvy, konkrétní požadavky Objednatele vychází z aktuálních potřeb Objednatele a budou vždy specifikovány ve výzvě Objednatele</w:t>
      </w:r>
      <w:r w:rsidR="00E23696">
        <w:rPr>
          <w:rFonts w:cs="Arial"/>
        </w:rPr>
        <w:t xml:space="preserve">. </w:t>
      </w:r>
    </w:p>
    <w:p w14:paraId="48892B7E" w14:textId="1FDA83CA" w:rsidR="006671F8" w:rsidRPr="00A41F48" w:rsidRDefault="005A6940" w:rsidP="00481D38">
      <w:pPr>
        <w:pStyle w:val="Odstavec2"/>
        <w:rPr>
          <w:rFonts w:eastAsiaTheme="minorEastAsia"/>
        </w:rPr>
      </w:pPr>
      <w:r w:rsidRPr="00024600">
        <w:rPr>
          <w:rFonts w:cs="Arial"/>
        </w:rPr>
        <w:lastRenderedPageBreak/>
        <w:t xml:space="preserve">Součástí předmětu </w:t>
      </w:r>
      <w:r>
        <w:rPr>
          <w:rFonts w:cs="Arial"/>
        </w:rPr>
        <w:t xml:space="preserve">dodávky na klíč </w:t>
      </w:r>
      <w:r w:rsidRPr="00024600">
        <w:rPr>
          <w:rFonts w:cs="Arial"/>
        </w:rPr>
        <w:t xml:space="preserve">jsou kromě povinnosti </w:t>
      </w:r>
      <w:r w:rsidR="00633070">
        <w:rPr>
          <w:rFonts w:cs="Arial"/>
        </w:rPr>
        <w:t>Dodavatele</w:t>
      </w:r>
      <w:r w:rsidRPr="00024600">
        <w:rPr>
          <w:rFonts w:cs="Arial"/>
        </w:rPr>
        <w:t xml:space="preserve"> spočívající v provedení vlastních prací na </w:t>
      </w:r>
      <w:r w:rsidR="004A2B93">
        <w:rPr>
          <w:rFonts w:cs="Arial"/>
        </w:rPr>
        <w:t>Dodávce</w:t>
      </w:r>
      <w:r w:rsidR="004A2B93" w:rsidRPr="00024600">
        <w:rPr>
          <w:rFonts w:cs="Arial"/>
        </w:rPr>
        <w:t xml:space="preserve"> </w:t>
      </w:r>
      <w:r w:rsidRPr="00024600">
        <w:rPr>
          <w:rFonts w:cs="Arial"/>
        </w:rPr>
        <w:t xml:space="preserve">též služby, práce a jiné výkony </w:t>
      </w:r>
      <w:r w:rsidR="00633070">
        <w:rPr>
          <w:rFonts w:cs="Arial"/>
        </w:rPr>
        <w:t>Dodavatele</w:t>
      </w:r>
      <w:r w:rsidRPr="00024600">
        <w:rPr>
          <w:rFonts w:cs="Arial"/>
        </w:rPr>
        <w:t xml:space="preserve"> s prováděním </w:t>
      </w:r>
      <w:r w:rsidR="00633070">
        <w:rPr>
          <w:rFonts w:cs="Arial"/>
        </w:rPr>
        <w:t>dodávky na klíč</w:t>
      </w:r>
      <w:r w:rsidRPr="00024600">
        <w:rPr>
          <w:rFonts w:cs="Arial"/>
        </w:rPr>
        <w:t xml:space="preserve"> související, tj. zejména dodávka materiálů, komponentů či výrobků a zařízení potřebných pro řádnou realizaci </w:t>
      </w:r>
      <w:r w:rsidR="00465E53">
        <w:rPr>
          <w:rFonts w:cs="Arial"/>
        </w:rPr>
        <w:t>Dodávky na klíč</w:t>
      </w:r>
      <w:r w:rsidRPr="00024600">
        <w:rPr>
          <w:rFonts w:cs="Arial"/>
        </w:rPr>
        <w:t xml:space="preserve"> a příp. provedení vyzkoušení </w:t>
      </w:r>
      <w:r w:rsidR="00465E53">
        <w:rPr>
          <w:rFonts w:cs="Arial"/>
        </w:rPr>
        <w:t>Dodávky na klíč</w:t>
      </w:r>
      <w:r w:rsidRPr="00024600">
        <w:rPr>
          <w:rFonts w:cs="Arial"/>
        </w:rPr>
        <w:t xml:space="preserve">. </w:t>
      </w:r>
      <w:r w:rsidR="00465E53">
        <w:rPr>
          <w:rFonts w:cs="Arial"/>
        </w:rPr>
        <w:t>Dodavatel</w:t>
      </w:r>
      <w:r w:rsidRPr="00024600">
        <w:rPr>
          <w:rFonts w:cs="Arial"/>
        </w:rPr>
        <w:t xml:space="preserve"> je povinen </w:t>
      </w:r>
      <w:r w:rsidR="00323C0B">
        <w:rPr>
          <w:rFonts w:cs="Arial"/>
        </w:rPr>
        <w:t>Dodávku na klíč</w:t>
      </w:r>
      <w:r w:rsidRPr="00024600">
        <w:rPr>
          <w:rFonts w:cs="Arial"/>
        </w:rPr>
        <w:t xml:space="preserve"> uvést do provozu a předat nejpozději při přejímce </w:t>
      </w:r>
      <w:r w:rsidR="00323C0B">
        <w:rPr>
          <w:rFonts w:cs="Arial"/>
        </w:rPr>
        <w:t>Dodávky na klíč</w:t>
      </w:r>
      <w:r w:rsidRPr="00024600">
        <w:rPr>
          <w:rFonts w:cs="Arial"/>
        </w:rPr>
        <w:t xml:space="preserve"> Objednateli veškerou dokumentaci potřebnou k užívání </w:t>
      </w:r>
      <w:r w:rsidR="009C06C6">
        <w:rPr>
          <w:rFonts w:cs="Arial"/>
        </w:rPr>
        <w:t>Dodávky na klíč</w:t>
      </w:r>
      <w:r w:rsidRPr="00024600">
        <w:rPr>
          <w:rFonts w:cs="Arial"/>
        </w:rPr>
        <w:t xml:space="preserve"> a/nebo nutnou dle platné legislativy a dále sjednanou mezi Smluvními stranami</w:t>
      </w:r>
      <w:r w:rsidR="003B226E">
        <w:rPr>
          <w:rFonts w:cs="Arial"/>
        </w:rPr>
        <w:t>.</w:t>
      </w:r>
    </w:p>
    <w:p w14:paraId="4EAF74F2" w14:textId="77777777" w:rsidR="003514A5" w:rsidRPr="00024600" w:rsidRDefault="003514A5" w:rsidP="00760749">
      <w:pPr>
        <w:pStyle w:val="lnek"/>
        <w:ind w:left="0" w:firstLine="0"/>
      </w:pPr>
      <w:r w:rsidRPr="00024600">
        <w:t>Práva a povinnosti Smluvních stran</w:t>
      </w:r>
    </w:p>
    <w:p w14:paraId="3D30425F" w14:textId="38E1B2AB" w:rsidR="00EF0C6C" w:rsidRPr="00024600" w:rsidRDefault="00EF0C6C" w:rsidP="00EF0C6C">
      <w:pPr>
        <w:pStyle w:val="01-ODST-2"/>
        <w:numPr>
          <w:ilvl w:val="1"/>
          <w:numId w:val="1"/>
        </w:numPr>
        <w:rPr>
          <w:rFonts w:cs="Arial"/>
        </w:rPr>
      </w:pPr>
      <w:r>
        <w:rPr>
          <w:rFonts w:cs="Arial"/>
        </w:rPr>
        <w:t>Dodavatel</w:t>
      </w:r>
      <w:r w:rsidRPr="00024600">
        <w:rPr>
          <w:rFonts w:cs="Arial"/>
        </w:rPr>
        <w:t xml:space="preserve"> je povinen provést </w:t>
      </w:r>
      <w:r>
        <w:rPr>
          <w:rFonts w:cs="Arial"/>
        </w:rPr>
        <w:t>dodávku na klíč</w:t>
      </w:r>
      <w:r w:rsidRPr="00024600">
        <w:rPr>
          <w:rFonts w:cs="Arial"/>
        </w:rPr>
        <w:t xml:space="preserve"> jako celek a jeho jednotlivé součásti v souladu a za podmínek stanovených touto Smlouvou, dalšími dokumenty uvedenými ve Smlouvě a dílčí smlouvou.</w:t>
      </w:r>
    </w:p>
    <w:p w14:paraId="7F6F045C" w14:textId="5F76E2B0" w:rsidR="00EF0C6C" w:rsidRPr="00024600" w:rsidRDefault="00B91ACB" w:rsidP="00EF0C6C">
      <w:pPr>
        <w:pStyle w:val="01-ODST-2"/>
        <w:numPr>
          <w:ilvl w:val="1"/>
          <w:numId w:val="1"/>
        </w:numPr>
        <w:rPr>
          <w:rFonts w:cs="Arial"/>
        </w:rPr>
      </w:pPr>
      <w:r>
        <w:rPr>
          <w:rFonts w:cs="Arial"/>
        </w:rPr>
        <w:t>Dodávka na klíč</w:t>
      </w:r>
      <w:r w:rsidR="00EF0C6C" w:rsidRPr="00024600">
        <w:rPr>
          <w:rFonts w:cs="Arial"/>
        </w:rPr>
        <w:t xml:space="preserve"> – všechny práce a dodávky musí odpovídat ČSN normám a platným obecně závazným předpisům a případným požadavkům Objednatele. </w:t>
      </w:r>
      <w:r w:rsidR="00ED2040">
        <w:rPr>
          <w:rFonts w:cs="Arial"/>
        </w:rPr>
        <w:t>Dodavatel</w:t>
      </w:r>
      <w:r w:rsidR="00EF0C6C" w:rsidRPr="00024600">
        <w:rPr>
          <w:rFonts w:cs="Arial"/>
        </w:rPr>
        <w:t xml:space="preserve"> odpovídá za to, že </w:t>
      </w:r>
      <w:r w:rsidR="00ED2040">
        <w:rPr>
          <w:rFonts w:cs="Arial"/>
        </w:rPr>
        <w:t>dodávka na klíč</w:t>
      </w:r>
      <w:r w:rsidR="00EF0C6C" w:rsidRPr="00024600">
        <w:rPr>
          <w:rFonts w:cs="Arial"/>
        </w:rPr>
        <w:t xml:space="preserve"> plně vyhoví podmínkám, stanoveným platnými</w:t>
      </w:r>
      <w:r w:rsidR="00B63111">
        <w:rPr>
          <w:rFonts w:cs="Arial"/>
        </w:rPr>
        <w:t xml:space="preserve"> a </w:t>
      </w:r>
      <w:r w:rsidR="00F52C65">
        <w:rPr>
          <w:rFonts w:cs="Arial"/>
        </w:rPr>
        <w:t>účinnými</w:t>
      </w:r>
      <w:r w:rsidR="00EF0C6C" w:rsidRPr="00024600">
        <w:rPr>
          <w:rFonts w:cs="Arial"/>
        </w:rPr>
        <w:t xml:space="preserve"> právními předpisy a podmínkám dohodnutým v této Smlouvě. </w:t>
      </w:r>
      <w:r w:rsidR="00ED2040">
        <w:rPr>
          <w:rFonts w:cs="Arial"/>
        </w:rPr>
        <w:t>Dodavatel</w:t>
      </w:r>
      <w:r w:rsidR="00EF0C6C" w:rsidRPr="00024600">
        <w:rPr>
          <w:rFonts w:cs="Arial"/>
        </w:rPr>
        <w:t xml:space="preserve"> je povinen provést </w:t>
      </w:r>
      <w:r w:rsidR="003B5173">
        <w:rPr>
          <w:rFonts w:cs="Arial"/>
        </w:rPr>
        <w:t>dodávku na klíč</w:t>
      </w:r>
      <w:r w:rsidR="00EF0C6C" w:rsidRPr="00024600">
        <w:rPr>
          <w:rFonts w:cs="Arial"/>
        </w:rPr>
        <w:t xml:space="preserve"> ve vysoké kvalitě odpovídající charakteru a významu </w:t>
      </w:r>
      <w:r w:rsidR="003B5173">
        <w:rPr>
          <w:rFonts w:cs="Arial"/>
        </w:rPr>
        <w:t>dodávky na klíč</w:t>
      </w:r>
      <w:r w:rsidR="00EF0C6C" w:rsidRPr="00024600">
        <w:rPr>
          <w:rFonts w:cs="Arial"/>
        </w:rPr>
        <w:t xml:space="preserve">. </w:t>
      </w:r>
    </w:p>
    <w:p w14:paraId="6107330F" w14:textId="515F01DF" w:rsidR="00EF0C6C" w:rsidRPr="00024600" w:rsidRDefault="003B5173" w:rsidP="00EF0C6C">
      <w:pPr>
        <w:pStyle w:val="01-ODST-2"/>
        <w:numPr>
          <w:ilvl w:val="1"/>
          <w:numId w:val="1"/>
        </w:numPr>
        <w:rPr>
          <w:rFonts w:cs="Arial"/>
        </w:rPr>
      </w:pPr>
      <w:r>
        <w:rPr>
          <w:rFonts w:cs="Arial"/>
        </w:rPr>
        <w:t>Dodavatel</w:t>
      </w:r>
      <w:r w:rsidR="00EF0C6C" w:rsidRPr="00024600">
        <w:rPr>
          <w:rFonts w:cs="Arial"/>
        </w:rPr>
        <w:t xml:space="preserve"> je povinen provést veškeré práce, dodávky, služby a výkony, kterých je potřeba trvale nebo dočasně k řádnému zahájení, provedení, dokončení, vyzkoušení a předání </w:t>
      </w:r>
      <w:r w:rsidR="000412C6">
        <w:rPr>
          <w:rFonts w:cs="Arial"/>
        </w:rPr>
        <w:t>dodávky</w:t>
      </w:r>
      <w:r w:rsidR="00EF0C6C" w:rsidRPr="00024600">
        <w:rPr>
          <w:rFonts w:cs="Arial"/>
        </w:rPr>
        <w:t xml:space="preserve"> a uvedení </w:t>
      </w:r>
      <w:r w:rsidR="000412C6">
        <w:rPr>
          <w:rFonts w:cs="Arial"/>
        </w:rPr>
        <w:t>dodávky na klíč</w:t>
      </w:r>
      <w:r w:rsidR="00EF0C6C" w:rsidRPr="00024600">
        <w:rPr>
          <w:rFonts w:cs="Arial"/>
        </w:rPr>
        <w:t xml:space="preserve"> do řádného provozu v souladu s právními předpisy a platnými normami (ČSN, EN nebo jinými), bez ohledu na to, zda tyto práce, dodávky, služby a výkony nutné pro provedení, byly obsaženy výslovně v této Smlouvě a podkladech pro provedení </w:t>
      </w:r>
      <w:r w:rsidR="00775BF2">
        <w:rPr>
          <w:rFonts w:cs="Arial"/>
        </w:rPr>
        <w:t>dodávky na klíč.</w:t>
      </w:r>
    </w:p>
    <w:p w14:paraId="6C3EA72E" w14:textId="343B31FC" w:rsidR="00EF0C6C" w:rsidRPr="00024600" w:rsidRDefault="003B2120" w:rsidP="00EF0C6C">
      <w:pPr>
        <w:pStyle w:val="01-ODST-2"/>
        <w:numPr>
          <w:ilvl w:val="1"/>
          <w:numId w:val="1"/>
        </w:numPr>
        <w:rPr>
          <w:rFonts w:cs="Arial"/>
        </w:rPr>
      </w:pPr>
      <w:r>
        <w:rPr>
          <w:rFonts w:eastAsia="MS Mincho" w:cs="Arial"/>
        </w:rPr>
        <w:t>Dodávka</w:t>
      </w:r>
      <w:r w:rsidRPr="00024600">
        <w:rPr>
          <w:rFonts w:eastAsia="MS Mincho" w:cs="Arial"/>
        </w:rPr>
        <w:t xml:space="preserve"> </w:t>
      </w:r>
      <w:r w:rsidR="00EF0C6C" w:rsidRPr="00024600">
        <w:rPr>
          <w:rFonts w:eastAsia="MS Mincho" w:cs="Arial"/>
        </w:rPr>
        <w:t xml:space="preserve">bude splňovat kvalitativní požadavky definované platnými normami ČSN nebo EN v případě, že příslušné české normy neexistují. Doporučené údaje normy ČSN nebo EN se pro </w:t>
      </w:r>
      <w:r w:rsidR="00A633E5">
        <w:rPr>
          <w:rFonts w:eastAsia="MS Mincho" w:cs="Arial"/>
        </w:rPr>
        <w:t>dodávku na klíč</w:t>
      </w:r>
      <w:r w:rsidR="00EF0C6C" w:rsidRPr="00024600">
        <w:rPr>
          <w:rFonts w:eastAsia="MS Mincho" w:cs="Arial"/>
        </w:rPr>
        <w:t xml:space="preserve"> dle této Smlouvy považují za normy závazné. Při rozdílu v ustanoveních normy platí ustanovení normy výhodnější pro Objednatele.</w:t>
      </w:r>
    </w:p>
    <w:p w14:paraId="3AA07CA8" w14:textId="0D60C597" w:rsidR="00EF0C6C" w:rsidRPr="00024600" w:rsidRDefault="00406B9C" w:rsidP="00EF0C6C">
      <w:pPr>
        <w:pStyle w:val="01-ODST-2"/>
        <w:numPr>
          <w:ilvl w:val="1"/>
          <w:numId w:val="1"/>
        </w:numPr>
        <w:rPr>
          <w:rFonts w:cs="Arial"/>
        </w:rPr>
      </w:pPr>
      <w:r>
        <w:rPr>
          <w:rFonts w:cs="Arial"/>
        </w:rPr>
        <w:t>Dodavatel</w:t>
      </w:r>
      <w:r w:rsidR="00EF0C6C" w:rsidRPr="00024600">
        <w:rPr>
          <w:rFonts w:cs="Arial"/>
        </w:rPr>
        <w:t xml:space="preserve"> je povinen pro provádění </w:t>
      </w:r>
      <w:r w:rsidR="000B19BA">
        <w:rPr>
          <w:rFonts w:cs="Arial"/>
        </w:rPr>
        <w:t>dodávky na klíč</w:t>
      </w:r>
      <w:r w:rsidR="00EF0C6C" w:rsidRPr="00024600">
        <w:rPr>
          <w:rFonts w:cs="Arial"/>
        </w:rPr>
        <w:t xml:space="preserve"> používat pouze nové a nepoužité materiály, výrobky potřebné pro </w:t>
      </w:r>
      <w:r w:rsidR="000B19BA">
        <w:rPr>
          <w:rFonts w:cs="Arial"/>
        </w:rPr>
        <w:t>dodávku na klíč</w:t>
      </w:r>
      <w:r w:rsidR="00EF0C6C" w:rsidRPr="00024600">
        <w:rPr>
          <w:rFonts w:cs="Arial"/>
        </w:rPr>
        <w:t>, není-li vzájemnou písemnou dohodou stanoveno jinak.</w:t>
      </w:r>
    </w:p>
    <w:p w14:paraId="39DB1711" w14:textId="0C4624BE" w:rsidR="00EF0C6C" w:rsidRPr="00024600" w:rsidRDefault="000B19BA" w:rsidP="00EF0C6C">
      <w:pPr>
        <w:pStyle w:val="01-ODST-2"/>
        <w:numPr>
          <w:ilvl w:val="1"/>
          <w:numId w:val="1"/>
        </w:numPr>
        <w:rPr>
          <w:rFonts w:cs="Arial"/>
        </w:rPr>
      </w:pPr>
      <w:r>
        <w:rPr>
          <w:rFonts w:cs="Arial"/>
        </w:rPr>
        <w:t>Dodavatel</w:t>
      </w:r>
      <w:r w:rsidR="00EF0C6C" w:rsidRPr="00024600">
        <w:rPr>
          <w:rFonts w:cs="Arial"/>
        </w:rPr>
        <w:t xml:space="preserve"> zajistí a dodá veškerý potřebný materiál a práce k provedení </w:t>
      </w:r>
      <w:r w:rsidR="005561F5">
        <w:rPr>
          <w:rFonts w:cs="Arial"/>
        </w:rPr>
        <w:t>dodávky na klíč</w:t>
      </w:r>
      <w:r w:rsidR="00EF0C6C" w:rsidRPr="00024600">
        <w:rPr>
          <w:rFonts w:cs="Arial"/>
        </w:rPr>
        <w:t>, není-li vzájemnou dohodou stanoveno jinak</w:t>
      </w:r>
      <w:r w:rsidR="00CE1023">
        <w:rPr>
          <w:rFonts w:cs="Arial"/>
        </w:rPr>
        <w:t>.</w:t>
      </w:r>
    </w:p>
    <w:p w14:paraId="2510BF71" w14:textId="0F40630D" w:rsidR="00EF0C6C" w:rsidRPr="00024600" w:rsidRDefault="005561F5" w:rsidP="00EF0C6C">
      <w:pPr>
        <w:pStyle w:val="01-ODST-2"/>
        <w:numPr>
          <w:ilvl w:val="1"/>
          <w:numId w:val="1"/>
        </w:numPr>
        <w:rPr>
          <w:rFonts w:cs="Arial"/>
        </w:rPr>
      </w:pPr>
      <w:r>
        <w:rPr>
          <w:rFonts w:cs="Arial"/>
        </w:rPr>
        <w:t>Dodavatel</w:t>
      </w:r>
      <w:r w:rsidR="00EF0C6C" w:rsidRPr="00024600">
        <w:rPr>
          <w:rFonts w:cs="Arial"/>
        </w:rPr>
        <w:t xml:space="preserve"> </w:t>
      </w:r>
      <w:proofErr w:type="gramStart"/>
      <w:r w:rsidR="00EF0C6C" w:rsidRPr="00024600">
        <w:rPr>
          <w:rFonts w:cs="Arial"/>
        </w:rPr>
        <w:t>předloží</w:t>
      </w:r>
      <w:proofErr w:type="gramEnd"/>
      <w:r w:rsidR="00EF0C6C" w:rsidRPr="00024600">
        <w:rPr>
          <w:rFonts w:cs="Arial"/>
        </w:rPr>
        <w:t xml:space="preserve"> Objednateli k písemnému schválení vzorky předem dohodnutých a Objednatelem označených materiálů, výrobků nebo jiných náležitostí potřebných k provedení </w:t>
      </w:r>
      <w:r>
        <w:rPr>
          <w:rFonts w:cs="Arial"/>
        </w:rPr>
        <w:t>dodávky na klíč</w:t>
      </w:r>
      <w:r w:rsidR="00EF0C6C" w:rsidRPr="00024600">
        <w:rPr>
          <w:rFonts w:cs="Arial"/>
        </w:rPr>
        <w:t xml:space="preserve"> před jejich prvním použi</w:t>
      </w:r>
      <w:r w:rsidR="000F5D51">
        <w:rPr>
          <w:rFonts w:cs="Arial"/>
        </w:rPr>
        <w:t>tím.</w:t>
      </w:r>
      <w:r w:rsidR="00EF0C6C" w:rsidRPr="00024600">
        <w:rPr>
          <w:rFonts w:cs="Arial"/>
        </w:rPr>
        <w:t xml:space="preserve"> Jejich záměnu pak smí </w:t>
      </w:r>
      <w:r w:rsidR="0097360E">
        <w:rPr>
          <w:rFonts w:cs="Arial"/>
        </w:rPr>
        <w:t>Dodavatel</w:t>
      </w:r>
      <w:r w:rsidR="0097360E" w:rsidRPr="00024600">
        <w:rPr>
          <w:rFonts w:cs="Arial"/>
        </w:rPr>
        <w:t xml:space="preserve"> provést</w:t>
      </w:r>
      <w:r w:rsidR="00EF0C6C" w:rsidRPr="00024600">
        <w:rPr>
          <w:rFonts w:cs="Arial"/>
        </w:rPr>
        <w:t xml:space="preserve"> pouze po předchozím písemném souhlasu Objednatele. Stejně tak musí být předem Objednatelem písemně odsouhlaseny veškeré materiály, díly, povrchové úpravy, výrobky apod., které neodpovídají Závazným podkladům, nebo které ovlivňují vzhled, životnost, jakost a provozování </w:t>
      </w:r>
      <w:r w:rsidR="00FA0BB9">
        <w:rPr>
          <w:rFonts w:cs="Arial"/>
        </w:rPr>
        <w:t>dodávky na klíč</w:t>
      </w:r>
      <w:r w:rsidR="00EF0C6C" w:rsidRPr="00024600">
        <w:rPr>
          <w:rFonts w:cs="Arial"/>
        </w:rPr>
        <w:t>.</w:t>
      </w:r>
    </w:p>
    <w:p w14:paraId="0E8D2AD8" w14:textId="637468E7" w:rsidR="00EF0C6C" w:rsidRPr="00024600" w:rsidRDefault="00FA0BB9" w:rsidP="00EF0C6C">
      <w:pPr>
        <w:pStyle w:val="01-ODST-2"/>
        <w:numPr>
          <w:ilvl w:val="1"/>
          <w:numId w:val="1"/>
        </w:numPr>
        <w:rPr>
          <w:rFonts w:cs="Arial"/>
        </w:rPr>
      </w:pPr>
      <w:r>
        <w:rPr>
          <w:rFonts w:cs="Arial"/>
        </w:rPr>
        <w:t>Dodavatel</w:t>
      </w:r>
      <w:r w:rsidR="00EF0C6C" w:rsidRPr="00024600">
        <w:rPr>
          <w:rFonts w:cs="Arial"/>
        </w:rPr>
        <w:t xml:space="preserve"> se zavazuje při provádění činností brát zřetel na potřeby a požadavky Objednatele a jednotlivé činnosti se </w:t>
      </w:r>
      <w:r>
        <w:rPr>
          <w:rFonts w:cs="Arial"/>
        </w:rPr>
        <w:t>Dodavatel</w:t>
      </w:r>
      <w:r w:rsidR="00EF0C6C" w:rsidRPr="00024600">
        <w:rPr>
          <w:rFonts w:cs="Arial"/>
        </w:rPr>
        <w:t xml:space="preserve"> zavazuje provádět v úzké součinnosti s Objednatelem.</w:t>
      </w:r>
    </w:p>
    <w:p w14:paraId="58B15D4F" w14:textId="0F9D0230" w:rsidR="00EF0C6C" w:rsidRPr="00024600" w:rsidRDefault="005C3036" w:rsidP="00EF0C6C">
      <w:pPr>
        <w:pStyle w:val="01-ODST-2"/>
        <w:numPr>
          <w:ilvl w:val="1"/>
          <w:numId w:val="1"/>
        </w:numPr>
        <w:rPr>
          <w:rFonts w:cs="Arial"/>
        </w:rPr>
      </w:pPr>
      <w:r>
        <w:rPr>
          <w:rFonts w:cs="Arial"/>
        </w:rPr>
        <w:t>Dodavatel</w:t>
      </w:r>
      <w:r w:rsidR="00EF0C6C" w:rsidRPr="00024600">
        <w:rPr>
          <w:rFonts w:cs="Arial"/>
        </w:rPr>
        <w:t xml:space="preserve"> je povinen řídit se veškerými pokyny Objednatele. Je však povinen písemně v dostatečném časovém předstihu upozornit písemně </w:t>
      </w:r>
      <w:r w:rsidR="00D272EA">
        <w:rPr>
          <w:rFonts w:cs="Arial"/>
        </w:rPr>
        <w:t>O</w:t>
      </w:r>
      <w:r w:rsidR="00EF0C6C" w:rsidRPr="00024600">
        <w:rPr>
          <w:rFonts w:cs="Arial"/>
        </w:rPr>
        <w:t>bjednatele na případnou nevhodnost jeho pokynů.</w:t>
      </w:r>
    </w:p>
    <w:p w14:paraId="27558C6C" w14:textId="4172B0FA" w:rsidR="00EF0C6C" w:rsidRPr="00024600" w:rsidRDefault="005C3036" w:rsidP="00EF0C6C">
      <w:pPr>
        <w:pStyle w:val="01-ODST-2"/>
        <w:numPr>
          <w:ilvl w:val="1"/>
          <w:numId w:val="1"/>
        </w:numPr>
        <w:rPr>
          <w:rFonts w:cs="Arial"/>
        </w:rPr>
      </w:pPr>
      <w:r>
        <w:rPr>
          <w:rFonts w:cs="Arial"/>
        </w:rPr>
        <w:t>Dodavatel</w:t>
      </w:r>
      <w:r w:rsidR="00EF0C6C" w:rsidRPr="00024600">
        <w:rPr>
          <w:rFonts w:cs="Arial"/>
        </w:rPr>
        <w:t xml:space="preserve"> se zavazuje před zahájením prací na </w:t>
      </w:r>
      <w:r>
        <w:rPr>
          <w:rFonts w:cs="Arial"/>
        </w:rPr>
        <w:t>dodávce na klíč</w:t>
      </w:r>
      <w:r w:rsidR="00EF0C6C" w:rsidRPr="00024600">
        <w:rPr>
          <w:rFonts w:cs="Arial"/>
        </w:rPr>
        <w:t xml:space="preserve"> seznámit se staveništěm/pracovištěm a požadavky Objednatele, prostudovat předané podklady a mít tak všechny potřebné údaje související s předmětem a provedením </w:t>
      </w:r>
      <w:r w:rsidR="00016460">
        <w:rPr>
          <w:rFonts w:cs="Arial"/>
        </w:rPr>
        <w:t>dodávky</w:t>
      </w:r>
      <w:r w:rsidR="00EF0C6C" w:rsidRPr="00024600">
        <w:rPr>
          <w:rFonts w:cs="Arial"/>
        </w:rPr>
        <w:t>.</w:t>
      </w:r>
    </w:p>
    <w:p w14:paraId="17F8D438" w14:textId="4977D23E" w:rsidR="00EF0C6C" w:rsidRPr="00024600" w:rsidRDefault="00EF0C6C" w:rsidP="00EF0C6C">
      <w:pPr>
        <w:pStyle w:val="01-ODST-2"/>
        <w:numPr>
          <w:ilvl w:val="1"/>
          <w:numId w:val="1"/>
        </w:numPr>
        <w:rPr>
          <w:rFonts w:cs="Arial"/>
        </w:rPr>
      </w:pPr>
      <w:r w:rsidRPr="00024600">
        <w:rPr>
          <w:rFonts w:cs="Arial"/>
        </w:rPr>
        <w:t xml:space="preserve">Před zahájením prací seznámí Objednatel </w:t>
      </w:r>
      <w:r w:rsidR="00016460">
        <w:rPr>
          <w:rFonts w:cs="Arial"/>
        </w:rPr>
        <w:t>Dodavatele</w:t>
      </w:r>
      <w:r w:rsidRPr="00024600">
        <w:rPr>
          <w:rFonts w:cs="Arial"/>
        </w:rPr>
        <w:t xml:space="preserve"> se specifickými místními podmínkami staveništěm/pracovištěm, plynoucími z vnitřních předpisů Objednatele, včetně zákazu kouření v celém prostoru </w:t>
      </w:r>
      <w:r w:rsidR="007205F1">
        <w:rPr>
          <w:rFonts w:cs="Arial"/>
        </w:rPr>
        <w:t>ČS</w:t>
      </w:r>
      <w:r w:rsidRPr="00024600">
        <w:rPr>
          <w:rFonts w:cs="Arial"/>
        </w:rPr>
        <w:t xml:space="preserve">, v němž se nachází staveniště/pracoviště a předpisů platných </w:t>
      </w:r>
      <w:r w:rsidR="005A6498">
        <w:rPr>
          <w:rFonts w:cs="Arial"/>
        </w:rPr>
        <w:t>na ČS</w:t>
      </w:r>
      <w:r w:rsidRPr="00024600">
        <w:rPr>
          <w:rFonts w:cs="Arial"/>
        </w:rPr>
        <w:t xml:space="preserve"> (zejména vnitřních předpisů týkajících se prevence závažných havárií, požární </w:t>
      </w:r>
      <w:r w:rsidR="00A633E5" w:rsidRPr="00024600">
        <w:rPr>
          <w:rFonts w:cs="Arial"/>
        </w:rPr>
        <w:t>bezpečnosti</w:t>
      </w:r>
      <w:r w:rsidRPr="00024600">
        <w:rPr>
          <w:rFonts w:cs="Arial"/>
        </w:rPr>
        <w:t xml:space="preserve"> apod.).</w:t>
      </w:r>
    </w:p>
    <w:p w14:paraId="3FF218AC" w14:textId="38310D30" w:rsidR="00EF0C6C" w:rsidRPr="00024600" w:rsidRDefault="00A33604" w:rsidP="00EF0C6C">
      <w:pPr>
        <w:pStyle w:val="01-ODST-2"/>
        <w:numPr>
          <w:ilvl w:val="1"/>
          <w:numId w:val="1"/>
        </w:numPr>
        <w:rPr>
          <w:rFonts w:cs="Arial"/>
        </w:rPr>
      </w:pPr>
      <w:r>
        <w:rPr>
          <w:rFonts w:cs="Arial"/>
        </w:rPr>
        <w:t>Dodavatel</w:t>
      </w:r>
      <w:r w:rsidR="00EF0C6C" w:rsidRPr="00024600">
        <w:rPr>
          <w:rFonts w:cs="Arial"/>
        </w:rPr>
        <w:t xml:space="preserve"> je povinen dodržovat při provádění </w:t>
      </w:r>
      <w:r w:rsidR="00555349">
        <w:rPr>
          <w:rFonts w:cs="Arial"/>
        </w:rPr>
        <w:t>dodávky na klíč</w:t>
      </w:r>
      <w:r w:rsidR="00555349" w:rsidRPr="00024600">
        <w:rPr>
          <w:rFonts w:cs="Arial"/>
        </w:rPr>
        <w:t xml:space="preserve"> </w:t>
      </w:r>
      <w:r w:rsidR="00EF0C6C" w:rsidRPr="00024600">
        <w:rPr>
          <w:rFonts w:cs="Arial"/>
        </w:rPr>
        <w:t xml:space="preserve">platnou legislativu (v oblasti bezpečnosti a zdraví při práci zejména zákon č. 309/2006 Sb., kterým se upravují další požadavky bezpečnosti a ochrany zdraví při práci v pracovněprávních vztazích a o zajištění bezpečnosti a </w:t>
      </w:r>
      <w:r w:rsidR="00EF0C6C" w:rsidRPr="00024600">
        <w:rPr>
          <w:rFonts w:cs="Arial"/>
        </w:rPr>
        <w:lastRenderedPageBreak/>
        <w:t>ochrany zdraví při činnosti nebo při poskytování služeb mimo pracovněprávní vztahy (zákon o zajištění dalších podmínek bezpečnosti a ochrany zdraví při práci), ve znění pozdějších předpisů, zákon č. 262/2006 Sb., zákoník práce, ve znění pozdějších předpisů, a další související předpisy, v oblasti ochrany životního prostředí zejména platné právní předpisy týkající se nakládání s odpady apod.).</w:t>
      </w:r>
    </w:p>
    <w:p w14:paraId="45A95E64" w14:textId="4698E392" w:rsidR="00EF0C6C" w:rsidRPr="00024600" w:rsidRDefault="00EF0C6C" w:rsidP="00EF0C6C">
      <w:pPr>
        <w:pStyle w:val="01-ODST-2"/>
        <w:numPr>
          <w:ilvl w:val="1"/>
          <w:numId w:val="1"/>
        </w:numPr>
        <w:rPr>
          <w:rFonts w:cs="Arial"/>
        </w:rPr>
      </w:pPr>
      <w:r w:rsidRPr="00024600">
        <w:rPr>
          <w:rFonts w:cs="Arial"/>
        </w:rPr>
        <w:t xml:space="preserve">Smluvní strany se dohodly, že </w:t>
      </w:r>
      <w:r w:rsidR="00A33604">
        <w:rPr>
          <w:rFonts w:cs="Arial"/>
        </w:rPr>
        <w:t>Dodavatel</w:t>
      </w:r>
      <w:r w:rsidRPr="00024600">
        <w:rPr>
          <w:rFonts w:cs="Arial"/>
        </w:rPr>
        <w:t xml:space="preserve"> je povinen předat a předá vždy min. 3 pracovní dny před zahájením </w:t>
      </w:r>
      <w:r w:rsidR="00FE3963">
        <w:rPr>
          <w:rFonts w:cs="Arial"/>
        </w:rPr>
        <w:t xml:space="preserve">stavebních </w:t>
      </w:r>
      <w:r w:rsidRPr="00024600">
        <w:rPr>
          <w:rFonts w:cs="Arial"/>
        </w:rPr>
        <w:t>prací</w:t>
      </w:r>
      <w:r w:rsidR="00FE3963">
        <w:rPr>
          <w:rFonts w:cs="Arial"/>
        </w:rPr>
        <w:t xml:space="preserve"> </w:t>
      </w:r>
      <w:r w:rsidR="00D206C9">
        <w:rPr>
          <w:rFonts w:cs="Arial"/>
        </w:rPr>
        <w:t xml:space="preserve"> (provedení stavební připravenosti)  </w:t>
      </w:r>
      <w:r w:rsidR="00FE3963">
        <w:rPr>
          <w:rFonts w:cs="Arial"/>
        </w:rPr>
        <w:t xml:space="preserve">a současně montáže a instalace kontejneru, nenavazují-li přímo na tyto stavební práce, které jsou součástí </w:t>
      </w:r>
      <w:r w:rsidR="00555349">
        <w:rPr>
          <w:rFonts w:cs="Arial"/>
        </w:rPr>
        <w:t>dodávky písemnou</w:t>
      </w:r>
      <w:r w:rsidRPr="00024600">
        <w:rPr>
          <w:rFonts w:cs="Arial"/>
        </w:rPr>
        <w:t xml:space="preserve"> informaci o rizicích vyplývajících z jeho pracovní činnosti a přijatých opatřeních k ochraně před jejich působením (viz § 101 odst. 3 zákona č 262/2006 Sb., zákoníku práce, ve znění pozdějších předpisů) týkajících se jednotlivých dílčích zakázek.</w:t>
      </w:r>
    </w:p>
    <w:p w14:paraId="0D970F5A" w14:textId="3B45F361" w:rsidR="00EF0C6C" w:rsidRPr="00024600" w:rsidRDefault="003A3201" w:rsidP="00EF0C6C">
      <w:pPr>
        <w:pStyle w:val="01-ODST-2"/>
        <w:numPr>
          <w:ilvl w:val="1"/>
          <w:numId w:val="1"/>
        </w:numPr>
        <w:rPr>
          <w:rFonts w:cs="Arial"/>
        </w:rPr>
      </w:pPr>
      <w:r>
        <w:rPr>
          <w:rFonts w:cs="Arial"/>
        </w:rPr>
        <w:t>Dodavatel</w:t>
      </w:r>
      <w:r w:rsidR="00EF0C6C" w:rsidRPr="00024600">
        <w:rPr>
          <w:rFonts w:cs="Arial"/>
        </w:rPr>
        <w:t xml:space="preserve"> je povinen při provádění </w:t>
      </w:r>
      <w:r w:rsidR="00F90B1C">
        <w:rPr>
          <w:rFonts w:cs="Arial"/>
        </w:rPr>
        <w:t>dodávky na klíč</w:t>
      </w:r>
      <w:r w:rsidR="00F90B1C" w:rsidRPr="00024600" w:rsidDel="00F90B1C">
        <w:rPr>
          <w:rFonts w:cs="Arial"/>
        </w:rPr>
        <w:t xml:space="preserve"> </w:t>
      </w:r>
      <w:r w:rsidR="00EF0C6C" w:rsidRPr="00024600">
        <w:rPr>
          <w:rFonts w:cs="Arial"/>
        </w:rPr>
        <w:t>dodržovat rovněž vnitřní předpisy Objednatele, se kterými byl prokazatelně seznámen.</w:t>
      </w:r>
    </w:p>
    <w:p w14:paraId="7734AE2F" w14:textId="0121858B" w:rsidR="00EF0C6C" w:rsidRPr="00024600" w:rsidRDefault="003A3201" w:rsidP="00EF0C6C">
      <w:pPr>
        <w:pStyle w:val="01-ODST-2"/>
        <w:numPr>
          <w:ilvl w:val="1"/>
          <w:numId w:val="1"/>
        </w:numPr>
        <w:rPr>
          <w:rFonts w:cs="Arial"/>
        </w:rPr>
      </w:pPr>
      <w:r>
        <w:rPr>
          <w:rFonts w:cs="Arial"/>
        </w:rPr>
        <w:t>Dodavatel</w:t>
      </w:r>
      <w:r w:rsidR="00EF0C6C" w:rsidRPr="00024600">
        <w:rPr>
          <w:rFonts w:cs="Arial"/>
        </w:rPr>
        <w:t xml:space="preserve"> je povinen provádět zásahy na zařízení tak, aby při provozu těchto zařízení byly splněny veškeré požadavky a povinnosti kladené na Objednatele při provozování dotčených technologií vyplývající z obecně závazných právních předpisů českého právního řádu, tj. zejména:</w:t>
      </w:r>
    </w:p>
    <w:p w14:paraId="3B0B2DA5"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platné české technické normy anebo EN normy,</w:t>
      </w:r>
    </w:p>
    <w:p w14:paraId="36E2F46D"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požární předpisy,</w:t>
      </w:r>
    </w:p>
    <w:p w14:paraId="3BC7B92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veškeré bezpečnostní předpisy, zejména: </w:t>
      </w:r>
    </w:p>
    <w:p w14:paraId="78164EC0" w14:textId="77777777" w:rsidR="00EF0C6C" w:rsidRPr="00024600" w:rsidRDefault="00EF0C6C" w:rsidP="0078620E">
      <w:pPr>
        <w:numPr>
          <w:ilvl w:val="0"/>
          <w:numId w:val="12"/>
        </w:numPr>
        <w:tabs>
          <w:tab w:val="left" w:pos="1560"/>
        </w:tabs>
        <w:spacing w:after="0"/>
        <w:ind w:left="1560"/>
        <w:rPr>
          <w:rFonts w:cs="Arial"/>
        </w:rPr>
      </w:pPr>
      <w:r w:rsidRPr="00024600">
        <w:rPr>
          <w:rFonts w:cs="Arial"/>
        </w:rPr>
        <w:t>Sdělení federálního ministerstva zahraničních věcí č. 433/1991 Sb., o Úmluvě o bezpečnosti a ochraně zdraví v stavebnictví (č. 167),</w:t>
      </w:r>
    </w:p>
    <w:p w14:paraId="0AD81031" w14:textId="77777777" w:rsidR="00EF0C6C" w:rsidRPr="00024600" w:rsidRDefault="00EF0C6C" w:rsidP="0078620E">
      <w:pPr>
        <w:numPr>
          <w:ilvl w:val="0"/>
          <w:numId w:val="12"/>
        </w:numPr>
        <w:tabs>
          <w:tab w:val="left" w:pos="1560"/>
        </w:tabs>
        <w:spacing w:after="0"/>
        <w:ind w:left="1560"/>
        <w:rPr>
          <w:rFonts w:cs="Arial"/>
        </w:rPr>
      </w:pPr>
      <w:r w:rsidRPr="00024600">
        <w:rPr>
          <w:rFonts w:cs="Arial"/>
        </w:rPr>
        <w:t xml:space="preserve">zákon č. 309/2006 Sb., o zajištění dalších podmínek bezpečnosti a ochrany zdraví při práci, ve znění pozdějších předpisů, </w:t>
      </w:r>
    </w:p>
    <w:p w14:paraId="1DF1E5C5" w14:textId="77777777" w:rsidR="00EF0C6C" w:rsidRPr="00024600" w:rsidRDefault="00EF0C6C" w:rsidP="0078620E">
      <w:pPr>
        <w:numPr>
          <w:ilvl w:val="0"/>
          <w:numId w:val="12"/>
        </w:numPr>
        <w:tabs>
          <w:tab w:val="left" w:pos="1560"/>
        </w:tabs>
        <w:spacing w:after="0"/>
        <w:ind w:left="1560"/>
        <w:rPr>
          <w:rFonts w:cs="Arial"/>
        </w:rPr>
      </w:pPr>
      <w:r w:rsidRPr="00024600">
        <w:rPr>
          <w:rFonts w:cs="Arial"/>
        </w:rPr>
        <w:t>zákon č. 262/2006 Sb., zákoník práce, ve znění pozdějších předpisů,</w:t>
      </w:r>
    </w:p>
    <w:p w14:paraId="6408725B" w14:textId="77777777" w:rsidR="00EF0C6C" w:rsidRPr="00024600" w:rsidRDefault="00EF0C6C" w:rsidP="0078620E">
      <w:pPr>
        <w:numPr>
          <w:ilvl w:val="0"/>
          <w:numId w:val="12"/>
        </w:numPr>
        <w:tabs>
          <w:tab w:val="left" w:pos="1560"/>
        </w:tabs>
        <w:spacing w:after="0"/>
        <w:ind w:left="1560"/>
        <w:rPr>
          <w:rFonts w:cs="Arial"/>
        </w:rPr>
      </w:pPr>
      <w:r w:rsidRPr="00024600">
        <w:rPr>
          <w:rFonts w:cs="Arial"/>
        </w:rPr>
        <w:t>vyhlášku Ministerstva vnitra č. 246/2001 Sb., o stanovení podmínek požární bezpečnosti a výkonu státního požárního dozoru (o požární prevenci), ve znění pozdějších předpisů.</w:t>
      </w:r>
    </w:p>
    <w:p w14:paraId="33180B50" w14:textId="1DCE6E74" w:rsidR="00EF0C6C" w:rsidRPr="00024600" w:rsidRDefault="00EF0C6C" w:rsidP="00EF0C6C">
      <w:pPr>
        <w:pStyle w:val="01-ODST-3"/>
        <w:numPr>
          <w:ilvl w:val="2"/>
          <w:numId w:val="1"/>
        </w:numPr>
        <w:tabs>
          <w:tab w:val="clear" w:pos="1364"/>
        </w:tabs>
        <w:ind w:hanging="708"/>
        <w:rPr>
          <w:rFonts w:cs="Arial"/>
        </w:rPr>
      </w:pPr>
      <w:r w:rsidRPr="00024600">
        <w:rPr>
          <w:rFonts w:cs="Arial"/>
        </w:rPr>
        <w:t>právní předpisy v oblasti nakládání s odpady (</w:t>
      </w:r>
      <w:r w:rsidR="00995641">
        <w:rPr>
          <w:rFonts w:cs="Arial"/>
        </w:rPr>
        <w:t>Dodavatel</w:t>
      </w:r>
      <w:r w:rsidRPr="00024600">
        <w:rPr>
          <w:rFonts w:cs="Arial"/>
        </w:rPr>
        <w:t xml:space="preserve"> je povinen vést evidenci a v případě potřeby na vyžádání Objednatele doložit, že plní právní předpisy v oblasti nakládání s odpady),</w:t>
      </w:r>
    </w:p>
    <w:p w14:paraId="3C76D860" w14:textId="6AF28715" w:rsidR="00EF0C6C" w:rsidRPr="00024600" w:rsidRDefault="00EF0C6C" w:rsidP="00EF0C6C">
      <w:pPr>
        <w:pStyle w:val="01-ODST-3"/>
        <w:numPr>
          <w:ilvl w:val="2"/>
          <w:numId w:val="1"/>
        </w:numPr>
        <w:tabs>
          <w:tab w:val="clear" w:pos="1364"/>
        </w:tabs>
        <w:ind w:hanging="708"/>
        <w:rPr>
          <w:rFonts w:cs="Arial"/>
        </w:rPr>
      </w:pPr>
      <w:r w:rsidRPr="00024600">
        <w:rPr>
          <w:rFonts w:cs="Arial"/>
        </w:rPr>
        <w:t>vnitřní</w:t>
      </w:r>
      <w:r w:rsidR="001D383C">
        <w:rPr>
          <w:rFonts w:cs="Arial"/>
        </w:rPr>
        <w:t>mi</w:t>
      </w:r>
      <w:r w:rsidRPr="00024600">
        <w:rPr>
          <w:rFonts w:cs="Arial"/>
        </w:rPr>
        <w:t xml:space="preserve"> předpisy Objednatele, s nimiž byl seznámen,</w:t>
      </w:r>
    </w:p>
    <w:p w14:paraId="3657AC5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podmínky stanovené touto Smlouvou a jejími přílohami a dokumenty, na které odkazuje, </w:t>
      </w:r>
    </w:p>
    <w:p w14:paraId="5C7AB0A3"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stanoviska a rozhodnutí orgánů státní správy (veřejnoprávních orgánů),</w:t>
      </w:r>
    </w:p>
    <w:p w14:paraId="69D737CD"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podklady předané Objednatelem.</w:t>
      </w:r>
    </w:p>
    <w:p w14:paraId="0084A478" w14:textId="2B762F74" w:rsidR="00EF0C6C" w:rsidRPr="00024600" w:rsidRDefault="00AE4A91" w:rsidP="00EF0C6C">
      <w:pPr>
        <w:pStyle w:val="01-ODST-2"/>
        <w:numPr>
          <w:ilvl w:val="1"/>
          <w:numId w:val="1"/>
        </w:numPr>
        <w:rPr>
          <w:rFonts w:cs="Arial"/>
        </w:rPr>
      </w:pPr>
      <w:r>
        <w:rPr>
          <w:rFonts w:cs="Arial"/>
        </w:rPr>
        <w:t>Dodavatel</w:t>
      </w:r>
      <w:r w:rsidR="00EF0C6C" w:rsidRPr="00024600">
        <w:rPr>
          <w:rFonts w:cs="Arial"/>
        </w:rPr>
        <w:t xml:space="preserve"> je povinen provádět </w:t>
      </w:r>
      <w:r w:rsidR="001D383C">
        <w:rPr>
          <w:rFonts w:cs="Arial"/>
        </w:rPr>
        <w:t>dodávku na klíč</w:t>
      </w:r>
      <w:r w:rsidR="001D383C" w:rsidRPr="00024600" w:rsidDel="001D383C">
        <w:rPr>
          <w:rFonts w:cs="Arial"/>
        </w:rPr>
        <w:t xml:space="preserve"> </w:t>
      </w:r>
      <w:r w:rsidR="00EF0C6C" w:rsidRPr="00024600">
        <w:rPr>
          <w:rFonts w:cs="Arial"/>
        </w:rPr>
        <w:t>pouze prostřednictvím osob kvalifikovaných, odborně způsobilých k provádění jednotlivých činností.</w:t>
      </w:r>
    </w:p>
    <w:p w14:paraId="7BA63FC5" w14:textId="3232D102" w:rsidR="00EF0C6C" w:rsidRPr="00024600" w:rsidRDefault="00AE4A91" w:rsidP="00EF0C6C">
      <w:pPr>
        <w:pStyle w:val="01-ODST-3"/>
        <w:numPr>
          <w:ilvl w:val="2"/>
          <w:numId w:val="1"/>
        </w:numPr>
        <w:tabs>
          <w:tab w:val="clear" w:pos="1364"/>
        </w:tabs>
        <w:ind w:hanging="708"/>
        <w:rPr>
          <w:rFonts w:cs="Arial"/>
        </w:rPr>
      </w:pPr>
      <w:r>
        <w:rPr>
          <w:rFonts w:cs="Arial"/>
        </w:rPr>
        <w:t>Dodavatel</w:t>
      </w:r>
      <w:r w:rsidR="00EF0C6C" w:rsidRPr="00024600">
        <w:rPr>
          <w:rFonts w:cs="Arial"/>
        </w:rPr>
        <w:t xml:space="preserve"> odpovídá za chování osob provádějících </w:t>
      </w:r>
      <w:r>
        <w:rPr>
          <w:rFonts w:cs="Arial"/>
        </w:rPr>
        <w:t>dodávku na klíč</w:t>
      </w:r>
      <w:r w:rsidR="00EF0C6C" w:rsidRPr="00024600">
        <w:rPr>
          <w:rFonts w:cs="Arial"/>
        </w:rPr>
        <w:t xml:space="preserve"> a za to, že bude mít pro své zaměstnance veškerá potřebná úřední povolení a platná kvalifikační oprávnění pro provádění </w:t>
      </w:r>
      <w:r>
        <w:rPr>
          <w:rFonts w:cs="Arial"/>
        </w:rPr>
        <w:t>dodávky na klíč</w:t>
      </w:r>
      <w:r w:rsidR="00EF0C6C" w:rsidRPr="00024600">
        <w:rPr>
          <w:rFonts w:cs="Arial"/>
        </w:rPr>
        <w:t xml:space="preserve">. </w:t>
      </w:r>
      <w:r>
        <w:rPr>
          <w:rFonts w:cs="Arial"/>
        </w:rPr>
        <w:t>Dodavatel</w:t>
      </w:r>
      <w:r w:rsidR="00EF0C6C" w:rsidRPr="00024600">
        <w:rPr>
          <w:rFonts w:cs="Arial"/>
        </w:rPr>
        <w:t xml:space="preserve"> zaměstnávající zahraniční pracovníky je povinen pro tyto pracovníky vyřídit a mít v pořádku veškeré legislativní náležitosti dle právních předpisů ČR pro pobyt a práci na území ČR a doložit na vyžádání veškeré doklady Objednateli. </w:t>
      </w:r>
      <w:r w:rsidR="003D038E">
        <w:rPr>
          <w:rFonts w:cs="Arial"/>
        </w:rPr>
        <w:t>Dodavatel</w:t>
      </w:r>
      <w:r w:rsidR="00EF0C6C" w:rsidRPr="00024600">
        <w:rPr>
          <w:rFonts w:cs="Arial"/>
        </w:rPr>
        <w:t xml:space="preserve"> je rovněž povinen prokázat, že tyto osoby zcela porozuměly vnitřním předpisům Objednatele platných ohledně vstupu, pohybu a provádění činnosti na </w:t>
      </w:r>
      <w:r w:rsidR="003D038E">
        <w:rPr>
          <w:rFonts w:cs="Arial"/>
        </w:rPr>
        <w:t>dodávce na klíč</w:t>
      </w:r>
      <w:r w:rsidR="00EF0C6C" w:rsidRPr="00024600">
        <w:rPr>
          <w:rFonts w:cs="Arial"/>
        </w:rPr>
        <w:t>. Na vyžádání je povinen vyloučit osoby, které porušily právní, technické anebo vnitřní předpisy Objednatele platné v</w:t>
      </w:r>
      <w:r w:rsidR="00C72FFE">
        <w:rPr>
          <w:rFonts w:cs="Arial"/>
        </w:rPr>
        <w:t> </w:t>
      </w:r>
      <w:r w:rsidR="00EF0C6C" w:rsidRPr="00024600">
        <w:rPr>
          <w:rFonts w:cs="Arial"/>
        </w:rPr>
        <w:t>areálu</w:t>
      </w:r>
      <w:r w:rsidR="00C72FFE">
        <w:rPr>
          <w:rFonts w:cs="Arial"/>
        </w:rPr>
        <w:t xml:space="preserve"> ČS.</w:t>
      </w:r>
    </w:p>
    <w:p w14:paraId="33E960E7" w14:textId="784509ED" w:rsidR="00EF0C6C" w:rsidRPr="00024600" w:rsidRDefault="00C72FFE" w:rsidP="00EF0C6C">
      <w:pPr>
        <w:pStyle w:val="01-ODST-3"/>
        <w:numPr>
          <w:ilvl w:val="2"/>
          <w:numId w:val="1"/>
        </w:numPr>
        <w:tabs>
          <w:tab w:val="clear" w:pos="1364"/>
        </w:tabs>
        <w:ind w:hanging="708"/>
        <w:rPr>
          <w:rFonts w:cs="Arial"/>
        </w:rPr>
      </w:pPr>
      <w:r>
        <w:rPr>
          <w:rFonts w:cs="Arial"/>
        </w:rPr>
        <w:t>Dodavatel</w:t>
      </w:r>
      <w:r w:rsidR="00EF0C6C" w:rsidRPr="00024600">
        <w:rPr>
          <w:rFonts w:cs="Arial"/>
        </w:rPr>
        <w:t xml:space="preserve"> prohlašuje, že je dostatečně vybaven k plnění této Smlouvy a dílčích smluv. </w:t>
      </w:r>
      <w:r w:rsidR="00E14091">
        <w:rPr>
          <w:rFonts w:cs="Arial"/>
        </w:rPr>
        <w:t>Dodavatel</w:t>
      </w:r>
      <w:r w:rsidR="00EF0C6C" w:rsidRPr="00024600">
        <w:rPr>
          <w:rFonts w:cs="Arial"/>
        </w:rPr>
        <w:t xml:space="preserve"> prohlašuje, že se zavazuje zajistit dostatečnou personální i technickou kapacitu pro provádění </w:t>
      </w:r>
      <w:r w:rsidR="00E97E57">
        <w:rPr>
          <w:rFonts w:cs="Arial"/>
        </w:rPr>
        <w:t>dodávky na klíč</w:t>
      </w:r>
      <w:r w:rsidR="00E97E57" w:rsidRPr="00024600" w:rsidDel="00E97E57">
        <w:rPr>
          <w:rFonts w:cs="Arial"/>
        </w:rPr>
        <w:t xml:space="preserve"> </w:t>
      </w:r>
      <w:r w:rsidR="00EF0C6C" w:rsidRPr="00024600">
        <w:rPr>
          <w:rFonts w:cs="Arial"/>
        </w:rPr>
        <w:t xml:space="preserve">dle a na základě této Smlouvy a v souladu s dílčí smlouvou, a zavazuje se, že bude mít vždy pro plnění dílčí smlouvy uzavřené s Objednatelem potřebnou techniku a pomůcky požadované Objednatelem, které budou používané a provozované v souladu s platnými právními předpisy. Zejména se </w:t>
      </w:r>
      <w:r w:rsidR="00E14091">
        <w:rPr>
          <w:rFonts w:cs="Arial"/>
        </w:rPr>
        <w:t>Dodavatel</w:t>
      </w:r>
      <w:r w:rsidR="00EF0C6C" w:rsidRPr="00024600">
        <w:rPr>
          <w:rFonts w:cs="Arial"/>
        </w:rPr>
        <w:t xml:space="preserve"> v této souvislosti zavazuje, že bude mít k dispozici</w:t>
      </w:r>
      <w:bookmarkStart w:id="4" w:name="_Toc410642862"/>
      <w:r w:rsidR="00EF0C6C" w:rsidRPr="00024600">
        <w:rPr>
          <w:rFonts w:cs="Arial"/>
        </w:rPr>
        <w:t xml:space="preserve"> ruční nářadí vyhovující činnostem v prostředí s nebezpečím výbuchu.</w:t>
      </w:r>
      <w:bookmarkEnd w:id="4"/>
    </w:p>
    <w:p w14:paraId="1B37585C" w14:textId="0B9AB453" w:rsidR="00EF0C6C" w:rsidRPr="00024600" w:rsidRDefault="00E14091" w:rsidP="00EF0C6C">
      <w:pPr>
        <w:pStyle w:val="01-ODST-3"/>
        <w:numPr>
          <w:ilvl w:val="2"/>
          <w:numId w:val="1"/>
        </w:numPr>
        <w:tabs>
          <w:tab w:val="clear" w:pos="1364"/>
        </w:tabs>
        <w:ind w:hanging="708"/>
        <w:rPr>
          <w:rFonts w:cs="Arial"/>
        </w:rPr>
      </w:pPr>
      <w:r>
        <w:rPr>
          <w:rFonts w:cs="Arial"/>
        </w:rPr>
        <w:lastRenderedPageBreak/>
        <w:t>Dodavatel</w:t>
      </w:r>
      <w:r w:rsidR="00EF0C6C" w:rsidRPr="00024600">
        <w:rPr>
          <w:rFonts w:cs="Arial"/>
        </w:rPr>
        <w:t xml:space="preserve"> je povinen zajistit dostatečné materiálové a personální kapacity (zdroje) umožňující </w:t>
      </w:r>
      <w:r w:rsidR="00C35DF8">
        <w:rPr>
          <w:rFonts w:cs="Arial"/>
        </w:rPr>
        <w:t>Dodavateli</w:t>
      </w:r>
      <w:r w:rsidR="00EF0C6C" w:rsidRPr="00024600">
        <w:rPr>
          <w:rFonts w:cs="Arial"/>
        </w:rPr>
        <w:t xml:space="preserve"> v případě potřeb Objednatele realizovat Díla současně na minimálně dvou lokalitách </w:t>
      </w:r>
      <w:r w:rsidR="00F52C65">
        <w:rPr>
          <w:rFonts w:cs="Arial"/>
        </w:rPr>
        <w:t>ČS</w:t>
      </w:r>
      <w:r w:rsidR="00EF0C6C" w:rsidRPr="00024600">
        <w:rPr>
          <w:rFonts w:cs="Arial"/>
        </w:rPr>
        <w:t xml:space="preserve"> – konkrétních místech plněn</w:t>
      </w:r>
      <w:r w:rsidR="00C35DF8">
        <w:rPr>
          <w:rFonts w:cs="Arial"/>
        </w:rPr>
        <w:t>í.</w:t>
      </w:r>
    </w:p>
    <w:p w14:paraId="35457E1D" w14:textId="4D6C81D1" w:rsidR="00EF0C6C" w:rsidRPr="00024600" w:rsidRDefault="00C35DF8" w:rsidP="00EF0C6C">
      <w:pPr>
        <w:pStyle w:val="01-ODST-2"/>
        <w:numPr>
          <w:ilvl w:val="1"/>
          <w:numId w:val="1"/>
        </w:numPr>
        <w:rPr>
          <w:rFonts w:cs="Arial"/>
        </w:rPr>
      </w:pPr>
      <w:r>
        <w:rPr>
          <w:rFonts w:cs="Arial"/>
        </w:rPr>
        <w:t>Dodavatel</w:t>
      </w:r>
      <w:r w:rsidRPr="00024600">
        <w:rPr>
          <w:rFonts w:cs="Arial"/>
        </w:rPr>
        <w:t xml:space="preserve"> nese</w:t>
      </w:r>
      <w:r w:rsidR="00EF0C6C" w:rsidRPr="00024600">
        <w:rPr>
          <w:rFonts w:cs="Arial"/>
        </w:rPr>
        <w:t xml:space="preserve"> nebezpečí škody na </w:t>
      </w:r>
      <w:r w:rsidR="00E97E57">
        <w:rPr>
          <w:rFonts w:cs="Arial"/>
        </w:rPr>
        <w:t>dodávce na klíč</w:t>
      </w:r>
      <w:r w:rsidR="00E97E57" w:rsidRPr="00024600" w:rsidDel="00E97E57">
        <w:rPr>
          <w:rFonts w:cs="Arial"/>
        </w:rPr>
        <w:t xml:space="preserve"> </w:t>
      </w:r>
      <w:r w:rsidR="00EF0C6C" w:rsidRPr="00024600">
        <w:rPr>
          <w:rFonts w:cs="Arial"/>
        </w:rPr>
        <w:t>až do předání Díla Objednateli.</w:t>
      </w:r>
    </w:p>
    <w:p w14:paraId="4603FD52" w14:textId="2C316272" w:rsidR="00EF0C6C" w:rsidRPr="00024600" w:rsidRDefault="00C35DF8" w:rsidP="00EF0C6C">
      <w:pPr>
        <w:pStyle w:val="01-ODST-2"/>
        <w:numPr>
          <w:ilvl w:val="1"/>
          <w:numId w:val="1"/>
        </w:numPr>
        <w:rPr>
          <w:rFonts w:cs="Arial"/>
        </w:rPr>
      </w:pPr>
      <w:r>
        <w:rPr>
          <w:rFonts w:cs="Arial"/>
        </w:rPr>
        <w:t>Dodavatel</w:t>
      </w:r>
      <w:r w:rsidRPr="00024600">
        <w:rPr>
          <w:rFonts w:cs="Arial"/>
        </w:rPr>
        <w:t xml:space="preserve"> </w:t>
      </w:r>
      <w:r w:rsidR="00EF0C6C" w:rsidRPr="00024600">
        <w:rPr>
          <w:rFonts w:cs="Arial"/>
        </w:rPr>
        <w:t xml:space="preserve">je povinen provést veškeré práce, dodávky, služby a výkony, kterých je potřeba trvale nebo dočasně k řádnému zahájení, provedení, dokončení, vyzkoušení a předání a uvedení </w:t>
      </w:r>
      <w:r>
        <w:rPr>
          <w:rFonts w:cs="Arial"/>
        </w:rPr>
        <w:t>dodávky na klíč</w:t>
      </w:r>
      <w:r w:rsidR="00EF0C6C" w:rsidRPr="00024600">
        <w:rPr>
          <w:rFonts w:cs="Arial"/>
        </w:rPr>
        <w:t xml:space="preserve"> do řádného provozu v souladu s právními předpisy a platnými normami (ČSN, EN nebo jinými), bez ohledu na to, zda tyto práce, dodávky, služby a výkony nutné pro provedení, byly obsaženy výslovně v této Smlouvě a podkladech pro provedení </w:t>
      </w:r>
      <w:r w:rsidR="00E97E57">
        <w:rPr>
          <w:rFonts w:cs="Arial"/>
        </w:rPr>
        <w:t>dodávky na klíč</w:t>
      </w:r>
      <w:r w:rsidR="00EF0C6C" w:rsidRPr="00024600">
        <w:rPr>
          <w:rFonts w:cs="Arial"/>
        </w:rPr>
        <w:t>.</w:t>
      </w:r>
    </w:p>
    <w:p w14:paraId="5B18BD08" w14:textId="7D9A86DA" w:rsidR="00EF0C6C" w:rsidRPr="00024600" w:rsidRDefault="001107A7" w:rsidP="00EF0C6C">
      <w:pPr>
        <w:pStyle w:val="01-ODST-2"/>
        <w:numPr>
          <w:ilvl w:val="1"/>
          <w:numId w:val="1"/>
        </w:numPr>
        <w:rPr>
          <w:rFonts w:cs="Arial"/>
        </w:rPr>
      </w:pPr>
      <w:r>
        <w:rPr>
          <w:rFonts w:cs="Arial"/>
        </w:rPr>
        <w:t>Dodavatel</w:t>
      </w:r>
      <w:r w:rsidR="00EF0C6C" w:rsidRPr="00024600">
        <w:rPr>
          <w:rFonts w:cs="Arial"/>
        </w:rPr>
        <w:t xml:space="preserve"> je povinen předložit analýzu rizik prací a přijatých opatření k ochraně před jejich působením před nástupem provedení </w:t>
      </w:r>
      <w:r w:rsidR="00E97E57">
        <w:rPr>
          <w:rFonts w:cs="Arial"/>
        </w:rPr>
        <w:t>dodávky na klíč</w:t>
      </w:r>
      <w:r w:rsidR="00EF0C6C" w:rsidRPr="00024600">
        <w:rPr>
          <w:rFonts w:cs="Arial"/>
        </w:rPr>
        <w:t>.</w:t>
      </w:r>
    </w:p>
    <w:p w14:paraId="5F18C2DB" w14:textId="487B6B1F" w:rsidR="00EF0C6C" w:rsidRPr="00024600" w:rsidRDefault="001107A7" w:rsidP="00EF0C6C">
      <w:pPr>
        <w:pStyle w:val="01-ODST-2"/>
        <w:numPr>
          <w:ilvl w:val="1"/>
          <w:numId w:val="1"/>
        </w:numPr>
        <w:rPr>
          <w:rFonts w:cs="Arial"/>
        </w:rPr>
      </w:pPr>
      <w:r>
        <w:rPr>
          <w:rFonts w:cs="Arial"/>
        </w:rPr>
        <w:t>Dodavatel</w:t>
      </w:r>
      <w:r w:rsidR="00EF0C6C" w:rsidRPr="00024600">
        <w:rPr>
          <w:rFonts w:cs="Arial"/>
        </w:rPr>
        <w:t xml:space="preserve"> bere na vědomí, že práce budou probíhat za plného provozu </w:t>
      </w:r>
      <w:r w:rsidR="007351CA">
        <w:rPr>
          <w:rFonts w:cs="Arial"/>
        </w:rPr>
        <w:t>ČS</w:t>
      </w:r>
      <w:r w:rsidR="00EF0C6C" w:rsidRPr="00024600">
        <w:rPr>
          <w:rFonts w:cs="Arial"/>
        </w:rPr>
        <w:t xml:space="preserve"> a zavazuje se před zahájením </w:t>
      </w:r>
      <w:r w:rsidR="00E97E57">
        <w:rPr>
          <w:rFonts w:cs="Arial"/>
        </w:rPr>
        <w:t>dodávky na klíč</w:t>
      </w:r>
      <w:r w:rsidR="00E97E57" w:rsidRPr="00024600" w:rsidDel="00E97E57">
        <w:rPr>
          <w:rFonts w:cs="Arial"/>
        </w:rPr>
        <w:t xml:space="preserve"> </w:t>
      </w:r>
      <w:r w:rsidR="00865F16">
        <w:rPr>
          <w:rFonts w:cs="Arial"/>
        </w:rPr>
        <w:t>i</w:t>
      </w:r>
      <w:r w:rsidR="00EF0C6C" w:rsidRPr="00024600">
        <w:rPr>
          <w:rFonts w:cs="Arial"/>
        </w:rPr>
        <w:t xml:space="preserve">nformovat a seznámit se všemi skutečnostmi vztahujícími se k provozu </w:t>
      </w:r>
      <w:r w:rsidR="007351CA">
        <w:rPr>
          <w:rFonts w:cs="Arial"/>
        </w:rPr>
        <w:t>ČS</w:t>
      </w:r>
      <w:r w:rsidR="00EF0C6C" w:rsidRPr="00024600">
        <w:rPr>
          <w:rFonts w:cs="Arial"/>
        </w:rPr>
        <w:t xml:space="preserve"> tak, aby mohl </w:t>
      </w:r>
      <w:r w:rsidR="007351CA">
        <w:rPr>
          <w:rFonts w:cs="Arial"/>
        </w:rPr>
        <w:t>dodávku na klíč</w:t>
      </w:r>
      <w:r w:rsidR="00EF0C6C" w:rsidRPr="00024600">
        <w:rPr>
          <w:rFonts w:cs="Arial"/>
        </w:rPr>
        <w:t xml:space="preserve"> řádně a bezpečně pro Objednatele provést s tím, že v okamžiku, kdy </w:t>
      </w:r>
      <w:r w:rsidR="001A776C">
        <w:rPr>
          <w:rFonts w:cs="Arial"/>
        </w:rPr>
        <w:t>Dodavatel</w:t>
      </w:r>
      <w:r w:rsidR="00EF0C6C" w:rsidRPr="00024600">
        <w:rPr>
          <w:rFonts w:cs="Arial"/>
        </w:rPr>
        <w:t xml:space="preserve"> zahájí </w:t>
      </w:r>
      <w:r w:rsidR="001A776C">
        <w:rPr>
          <w:rFonts w:cs="Arial"/>
        </w:rPr>
        <w:t>dodávku na klíč</w:t>
      </w:r>
      <w:r w:rsidR="00EF0C6C" w:rsidRPr="00024600">
        <w:rPr>
          <w:rFonts w:cs="Arial"/>
        </w:rPr>
        <w:t xml:space="preserve">, platí, že </w:t>
      </w:r>
      <w:r w:rsidR="001A776C">
        <w:rPr>
          <w:rFonts w:cs="Arial"/>
        </w:rPr>
        <w:t>Dodavatel</w:t>
      </w:r>
      <w:r w:rsidR="00EF0C6C" w:rsidRPr="00024600">
        <w:rPr>
          <w:rFonts w:cs="Arial"/>
        </w:rPr>
        <w:t xml:space="preserve"> je s podmínkami provozu </w:t>
      </w:r>
      <w:r w:rsidR="001A776C">
        <w:rPr>
          <w:rFonts w:cs="Arial"/>
        </w:rPr>
        <w:t>ČS</w:t>
      </w:r>
      <w:r w:rsidR="00EF0C6C" w:rsidRPr="00024600">
        <w:rPr>
          <w:rFonts w:cs="Arial"/>
        </w:rPr>
        <w:t xml:space="preserve"> seznámen.</w:t>
      </w:r>
    </w:p>
    <w:p w14:paraId="53F83B6D" w14:textId="26AE2C48" w:rsidR="00EF0C6C" w:rsidRPr="00024600" w:rsidRDefault="001A776C" w:rsidP="00EF0C6C">
      <w:pPr>
        <w:pStyle w:val="01-ODST-2"/>
        <w:numPr>
          <w:ilvl w:val="1"/>
          <w:numId w:val="1"/>
        </w:numPr>
        <w:rPr>
          <w:rFonts w:cs="Arial"/>
        </w:rPr>
      </w:pPr>
      <w:r>
        <w:rPr>
          <w:rFonts w:cs="Arial"/>
        </w:rPr>
        <w:t>Dodavatel</w:t>
      </w:r>
      <w:r w:rsidR="00EF0C6C" w:rsidRPr="00024600">
        <w:rPr>
          <w:rFonts w:cs="Arial"/>
        </w:rPr>
        <w:t xml:space="preserve"> bere na vědomí, že:</w:t>
      </w:r>
    </w:p>
    <w:p w14:paraId="750CA5B4" w14:textId="42E56B57" w:rsidR="00EF0C6C" w:rsidRPr="00024600" w:rsidRDefault="00255855" w:rsidP="00EF0C6C">
      <w:pPr>
        <w:pStyle w:val="01-ODST-3"/>
        <w:numPr>
          <w:ilvl w:val="2"/>
          <w:numId w:val="1"/>
        </w:numPr>
        <w:tabs>
          <w:tab w:val="clear" w:pos="1364"/>
        </w:tabs>
        <w:ind w:hanging="708"/>
        <w:rPr>
          <w:rFonts w:cs="Arial"/>
        </w:rPr>
      </w:pPr>
      <w:r>
        <w:rPr>
          <w:rFonts w:cs="Arial"/>
        </w:rPr>
        <w:t>P</w:t>
      </w:r>
      <w:r w:rsidR="00EF0C6C" w:rsidRPr="00024600">
        <w:rPr>
          <w:rFonts w:cs="Arial"/>
        </w:rPr>
        <w:t xml:space="preserve">racoviště bude umístěno a </w:t>
      </w:r>
      <w:r w:rsidR="004A224C">
        <w:rPr>
          <w:rFonts w:cs="Arial"/>
        </w:rPr>
        <w:t>dodávka na klíč</w:t>
      </w:r>
      <w:r w:rsidR="00EF0C6C" w:rsidRPr="00024600">
        <w:rPr>
          <w:rFonts w:cs="Arial"/>
        </w:rPr>
        <w:t xml:space="preserve"> bude prováděn</w:t>
      </w:r>
      <w:r w:rsidR="004A224C">
        <w:rPr>
          <w:rFonts w:cs="Arial"/>
        </w:rPr>
        <w:t>a</w:t>
      </w:r>
      <w:r w:rsidR="00EF0C6C" w:rsidRPr="00024600">
        <w:rPr>
          <w:rFonts w:cs="Arial"/>
        </w:rPr>
        <w:t xml:space="preserve"> za provozu </w:t>
      </w:r>
      <w:r w:rsidR="004A224C">
        <w:rPr>
          <w:rFonts w:cs="Arial"/>
        </w:rPr>
        <w:t>ČS</w:t>
      </w:r>
      <w:r w:rsidR="00EF0C6C" w:rsidRPr="00024600">
        <w:rPr>
          <w:rFonts w:cs="Arial"/>
        </w:rPr>
        <w:t xml:space="preserve">, ve kterých se předmět </w:t>
      </w:r>
      <w:r>
        <w:rPr>
          <w:rFonts w:cs="Arial"/>
        </w:rPr>
        <w:t>dodávky</w:t>
      </w:r>
      <w:r w:rsidR="00EF0C6C" w:rsidRPr="00024600">
        <w:rPr>
          <w:rFonts w:cs="Arial"/>
        </w:rPr>
        <w:t xml:space="preserve"> nachází a že technologie</w:t>
      </w:r>
      <w:r w:rsidR="00821233">
        <w:rPr>
          <w:rFonts w:cs="Arial"/>
        </w:rPr>
        <w:t xml:space="preserve"> ČS</w:t>
      </w:r>
      <w:r w:rsidR="00EF0C6C" w:rsidRPr="00024600">
        <w:rPr>
          <w:rFonts w:cs="Arial"/>
        </w:rPr>
        <w:t xml:space="preserve"> podléhá právním předpisům o prevenci závažných havárií, přičemž </w:t>
      </w:r>
      <w:r w:rsidR="00821233">
        <w:rPr>
          <w:rFonts w:cs="Arial"/>
        </w:rPr>
        <w:t>Dodavatel</w:t>
      </w:r>
      <w:r w:rsidR="00EF0C6C" w:rsidRPr="00024600">
        <w:rPr>
          <w:rFonts w:cs="Arial"/>
        </w:rPr>
        <w:t xml:space="preserve"> nemá nárok na náhradu nákladů vzniklých opatřeními směřujícími k dodržování předpisů spojených s uvedenou skutečností, v případě, že práce nebudou prováděny při uzavření technologií, např. při výměně výdejních stojanů apod.</w:t>
      </w:r>
    </w:p>
    <w:p w14:paraId="013DD3D2" w14:textId="456C8F7D"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práce na </w:t>
      </w:r>
      <w:r w:rsidR="00E839F1">
        <w:rPr>
          <w:rFonts w:cs="Arial"/>
        </w:rPr>
        <w:t>dodávce na klíč</w:t>
      </w:r>
      <w:r w:rsidRPr="00024600">
        <w:rPr>
          <w:rFonts w:cs="Arial"/>
        </w:rPr>
        <w:t xml:space="preserve"> mohou být prováděny v prostředí s nebezpečím výbuchu a prostory v okolí technologií </w:t>
      </w:r>
      <w:r w:rsidR="00E839F1">
        <w:rPr>
          <w:rFonts w:cs="Arial"/>
        </w:rPr>
        <w:t xml:space="preserve">ČS </w:t>
      </w:r>
      <w:r w:rsidRPr="00024600">
        <w:rPr>
          <w:rFonts w:cs="Arial"/>
        </w:rPr>
        <w:t xml:space="preserve">jsou klasifikovány jako prostředí s nebezpečím výbuchu (ZÓNA 0, ZÓNA 1 a ZÓNA 2), a zavazuje se přizpůsobit tomu veškeré zařízení a strojní vybavení použité k realizaci </w:t>
      </w:r>
      <w:r w:rsidR="00855B4D">
        <w:rPr>
          <w:rFonts w:cs="Arial"/>
        </w:rPr>
        <w:t>dodávky na klíč</w:t>
      </w:r>
      <w:r w:rsidR="00855B4D" w:rsidRPr="00024600">
        <w:rPr>
          <w:rFonts w:cs="Arial"/>
        </w:rPr>
        <w:t xml:space="preserve"> </w:t>
      </w:r>
      <w:r w:rsidRPr="00024600">
        <w:rPr>
          <w:rFonts w:cs="Arial"/>
        </w:rPr>
        <w:t xml:space="preserve">a také vybavení osob realizujících </w:t>
      </w:r>
      <w:r w:rsidR="00855B4D">
        <w:rPr>
          <w:rFonts w:cs="Arial"/>
        </w:rPr>
        <w:t>dodávku na klíč</w:t>
      </w:r>
      <w:r w:rsidR="00855B4D" w:rsidRPr="00024600">
        <w:rPr>
          <w:rFonts w:cs="Arial"/>
        </w:rPr>
        <w:t xml:space="preserve"> </w:t>
      </w:r>
      <w:r w:rsidRPr="00024600">
        <w:rPr>
          <w:rFonts w:cs="Arial"/>
        </w:rPr>
        <w:t>z hlediska bezpečnosti a ochrany zdraví při práci.</w:t>
      </w:r>
    </w:p>
    <w:p w14:paraId="3BF3C248" w14:textId="1871C0D3" w:rsidR="00EF0C6C" w:rsidRPr="00024600" w:rsidRDefault="00EF0C6C" w:rsidP="00EF0C6C">
      <w:pPr>
        <w:pStyle w:val="01-ODST-2"/>
        <w:numPr>
          <w:ilvl w:val="1"/>
          <w:numId w:val="1"/>
        </w:numPr>
        <w:rPr>
          <w:rFonts w:cs="Arial"/>
        </w:rPr>
      </w:pPr>
      <w:r w:rsidRPr="00024600">
        <w:rPr>
          <w:rFonts w:cs="Arial"/>
        </w:rPr>
        <w:t xml:space="preserve">Objednatel se zavazuje k řádnému provedení </w:t>
      </w:r>
      <w:r w:rsidR="000F5E2F">
        <w:rPr>
          <w:rFonts w:cs="Arial"/>
        </w:rPr>
        <w:t>dodávky na klíč</w:t>
      </w:r>
      <w:r w:rsidR="000F5E2F" w:rsidRPr="00024600" w:rsidDel="000F5E2F">
        <w:rPr>
          <w:rFonts w:cs="Arial"/>
        </w:rPr>
        <w:t xml:space="preserve"> </w:t>
      </w:r>
      <w:r w:rsidR="00CD6512">
        <w:rPr>
          <w:rFonts w:cs="Arial"/>
        </w:rPr>
        <w:t>Dodavatele</w:t>
      </w:r>
      <w:r w:rsidRPr="00024600">
        <w:rPr>
          <w:rFonts w:cs="Arial"/>
        </w:rPr>
        <w:t xml:space="preserve">m poskytnout svou součinnost. Objednatel pro realizaci </w:t>
      </w:r>
      <w:r w:rsidR="00CD6512">
        <w:rPr>
          <w:rFonts w:cs="Arial"/>
        </w:rPr>
        <w:t>dodávky na klíč</w:t>
      </w:r>
      <w:r w:rsidRPr="00024600">
        <w:rPr>
          <w:rFonts w:cs="Arial"/>
        </w:rPr>
        <w:t xml:space="preserve"> zajistí:</w:t>
      </w:r>
    </w:p>
    <w:p w14:paraId="48E01143" w14:textId="0137DF83" w:rsidR="00F52C65" w:rsidRDefault="00F52C65" w:rsidP="00EF0C6C">
      <w:pPr>
        <w:pStyle w:val="01-ODST-3"/>
        <w:numPr>
          <w:ilvl w:val="2"/>
          <w:numId w:val="1"/>
        </w:numPr>
        <w:tabs>
          <w:tab w:val="clear" w:pos="1364"/>
        </w:tabs>
        <w:ind w:hanging="708"/>
        <w:rPr>
          <w:rFonts w:cs="Arial"/>
        </w:rPr>
      </w:pPr>
      <w:r>
        <w:rPr>
          <w:rFonts w:cs="Arial"/>
        </w:rPr>
        <w:t>Udělení plné moci k provedení IČ.</w:t>
      </w:r>
      <w:r w:rsidR="00855B4D">
        <w:rPr>
          <w:rFonts w:cs="Arial"/>
        </w:rPr>
        <w:t xml:space="preserve"> Plná moc bude udělena po uzavření Smlouvy. Objednatel je oprávněn udělit jednu plnou moc pro více dílčích smluv a/nebo pro všechny dílčí smlouvy uzavírané na základě Smlouvy</w:t>
      </w:r>
    </w:p>
    <w:p w14:paraId="11711755" w14:textId="4B2E437E" w:rsidR="00EF0C6C" w:rsidRPr="00024600" w:rsidRDefault="00EF0C6C" w:rsidP="00EF0C6C">
      <w:pPr>
        <w:pStyle w:val="01-ODST-3"/>
        <w:numPr>
          <w:ilvl w:val="2"/>
          <w:numId w:val="1"/>
        </w:numPr>
        <w:tabs>
          <w:tab w:val="clear" w:pos="1364"/>
        </w:tabs>
        <w:ind w:hanging="708"/>
        <w:rPr>
          <w:rFonts w:cs="Arial"/>
        </w:rPr>
      </w:pPr>
      <w:r w:rsidRPr="00024600">
        <w:rPr>
          <w:rFonts w:cs="Arial"/>
        </w:rPr>
        <w:t>Vstupy do areálu</w:t>
      </w:r>
      <w:r w:rsidR="00CD6512">
        <w:rPr>
          <w:rFonts w:cs="Arial"/>
        </w:rPr>
        <w:t xml:space="preserve"> ČS</w:t>
      </w:r>
      <w:r w:rsidRPr="00024600">
        <w:rPr>
          <w:rFonts w:cs="Arial"/>
        </w:rPr>
        <w:t xml:space="preserve">, pro pracovníky a techniku </w:t>
      </w:r>
      <w:r w:rsidR="00CD6512">
        <w:rPr>
          <w:rFonts w:cs="Arial"/>
        </w:rPr>
        <w:t>Dodavatel</w:t>
      </w:r>
      <w:r w:rsidRPr="00024600">
        <w:rPr>
          <w:rFonts w:cs="Arial"/>
        </w:rPr>
        <w:t>e do místa plnění;</w:t>
      </w:r>
    </w:p>
    <w:p w14:paraId="3A98C849"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Součinnost při přípravě a schvalování Harmonogramu prací (dále také jen „HMG“);</w:t>
      </w:r>
    </w:p>
    <w:p w14:paraId="12485909"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Seznámení s vnitřními předpisy Objednatele zejména vnitřních předpisů týkajících se prevence závažných havárií, požární bezpečnosti, apod;</w:t>
      </w:r>
    </w:p>
    <w:p w14:paraId="7C8C70CD" w14:textId="7F0818A8" w:rsidR="00EF0C6C" w:rsidRPr="00024600" w:rsidRDefault="00EF0C6C" w:rsidP="00EF0C6C">
      <w:pPr>
        <w:pStyle w:val="01-ODST-3"/>
        <w:numPr>
          <w:ilvl w:val="2"/>
          <w:numId w:val="1"/>
        </w:numPr>
        <w:tabs>
          <w:tab w:val="clear" w:pos="1364"/>
        </w:tabs>
        <w:ind w:hanging="708"/>
        <w:rPr>
          <w:rFonts w:cs="Arial"/>
        </w:rPr>
      </w:pPr>
      <w:r w:rsidRPr="00024600">
        <w:rPr>
          <w:rFonts w:cs="Arial"/>
        </w:rPr>
        <w:t xml:space="preserve">Proškolení pracovníků </w:t>
      </w:r>
      <w:r w:rsidR="0097360E">
        <w:rPr>
          <w:rFonts w:cs="Arial"/>
        </w:rPr>
        <w:t>D</w:t>
      </w:r>
      <w:r w:rsidRPr="00024600">
        <w:rPr>
          <w:rFonts w:cs="Arial"/>
        </w:rPr>
        <w:t>odavatele v BOZP (bezpečnost a ochrana zdraví při práci) a PO (požární ochrana), OŽP (ochrana životního prostředí) a PZH (prevence závažných havárií.</w:t>
      </w:r>
    </w:p>
    <w:p w14:paraId="32D07411" w14:textId="77777777" w:rsidR="00EF0C6C" w:rsidRPr="00024600" w:rsidRDefault="00EF0C6C" w:rsidP="00EF0C6C">
      <w:pPr>
        <w:pStyle w:val="01-ODST-3"/>
        <w:numPr>
          <w:ilvl w:val="2"/>
          <w:numId w:val="1"/>
        </w:numPr>
        <w:tabs>
          <w:tab w:val="clear" w:pos="1364"/>
        </w:tabs>
        <w:ind w:hanging="708"/>
        <w:rPr>
          <w:rFonts w:cs="Arial"/>
        </w:rPr>
      </w:pPr>
      <w:r w:rsidRPr="00024600">
        <w:rPr>
          <w:rFonts w:cs="Arial"/>
        </w:rPr>
        <w:t>Poskytnutí technické dokumentace (projektové dokumentace) stávajícího stavu (pokud ji Objednatel vlastní).</w:t>
      </w:r>
    </w:p>
    <w:p w14:paraId="020172F1" w14:textId="581B7650" w:rsidR="00EF0C6C" w:rsidRPr="00024600" w:rsidRDefault="00EF0C6C" w:rsidP="00EF0C6C">
      <w:pPr>
        <w:pStyle w:val="01-ODST-2"/>
        <w:numPr>
          <w:ilvl w:val="1"/>
          <w:numId w:val="1"/>
        </w:numPr>
        <w:rPr>
          <w:rFonts w:cs="Arial"/>
        </w:rPr>
      </w:pPr>
      <w:r w:rsidRPr="00024600">
        <w:rPr>
          <w:rFonts w:cs="Arial"/>
        </w:rPr>
        <w:t xml:space="preserve">Za </w:t>
      </w:r>
      <w:r w:rsidR="00CD6512">
        <w:rPr>
          <w:rFonts w:cs="Arial"/>
        </w:rPr>
        <w:t>Dodavatel</w:t>
      </w:r>
      <w:r w:rsidRPr="00024600">
        <w:rPr>
          <w:rFonts w:cs="Arial"/>
        </w:rPr>
        <w:t xml:space="preserve"> je pověřen a zmocněn k plnění povinností plynoucích z předpisů v oblasti bezpečnosti a ochrany zdraví při práci p</w:t>
      </w:r>
      <w:r w:rsidRPr="00CD6512">
        <w:rPr>
          <w:rFonts w:cs="Arial"/>
          <w:highlight w:val="yellow"/>
        </w:rPr>
        <w:t>. …………</w:t>
      </w:r>
      <w:r w:rsidRPr="00024600">
        <w:rPr>
          <w:rFonts w:cs="Arial"/>
        </w:rPr>
        <w:t xml:space="preserve"> </w:t>
      </w:r>
      <w:proofErr w:type="gramStart"/>
      <w:r w:rsidRPr="00024600">
        <w:rPr>
          <w:rFonts w:cs="Arial"/>
        </w:rPr>
        <w:t>telefon:</w:t>
      </w:r>
      <w:r w:rsidRPr="00CD6512">
        <w:rPr>
          <w:rFonts w:cs="Arial"/>
          <w:highlight w:val="yellow"/>
        </w:rPr>
        <w:t>…</w:t>
      </w:r>
      <w:proofErr w:type="gramEnd"/>
      <w:r w:rsidRPr="00CD6512">
        <w:rPr>
          <w:rFonts w:cs="Arial"/>
          <w:highlight w:val="yellow"/>
        </w:rPr>
        <w:t>….</w:t>
      </w:r>
      <w:r w:rsidRPr="00024600">
        <w:rPr>
          <w:rFonts w:cs="Arial"/>
        </w:rPr>
        <w:t xml:space="preserve"> email: </w:t>
      </w:r>
      <w:r w:rsidRPr="00CD6512">
        <w:rPr>
          <w:rFonts w:cs="Arial"/>
          <w:highlight w:val="yellow"/>
        </w:rPr>
        <w:t>………</w:t>
      </w:r>
    </w:p>
    <w:p w14:paraId="0CA334F6" w14:textId="569743FD" w:rsidR="00EF0C6C" w:rsidRPr="00024600" w:rsidRDefault="00EF0C6C" w:rsidP="00EF0C6C">
      <w:pPr>
        <w:pStyle w:val="01-ODST-2"/>
        <w:numPr>
          <w:ilvl w:val="1"/>
          <w:numId w:val="1"/>
        </w:numPr>
        <w:rPr>
          <w:rFonts w:cs="Arial"/>
        </w:rPr>
      </w:pPr>
      <w:r w:rsidRPr="00024600">
        <w:rPr>
          <w:rFonts w:cs="Arial"/>
        </w:rPr>
        <w:t xml:space="preserve">Objednatel je oprávněn, není-li to v rozporu s příslušnými ustanoveními obecně závazných právních předpisů, navrhnout </w:t>
      </w:r>
      <w:r w:rsidR="0074175E">
        <w:rPr>
          <w:rFonts w:cs="Arial"/>
        </w:rPr>
        <w:t>Dodavateli</w:t>
      </w:r>
      <w:r w:rsidRPr="00024600">
        <w:rPr>
          <w:rFonts w:cs="Arial"/>
        </w:rPr>
        <w:t xml:space="preserve"> změnu rozsahu</w:t>
      </w:r>
      <w:r w:rsidRPr="00024600">
        <w:rPr>
          <w:rFonts w:cs="Arial"/>
          <w:iCs/>
        </w:rPr>
        <w:t xml:space="preserve"> </w:t>
      </w:r>
      <w:r w:rsidR="0074175E">
        <w:rPr>
          <w:rFonts w:cs="Arial"/>
          <w:iCs/>
        </w:rPr>
        <w:t>dodávky na klíč</w:t>
      </w:r>
      <w:r w:rsidRPr="00024600">
        <w:rPr>
          <w:rFonts w:cs="Arial"/>
          <w:iCs/>
        </w:rPr>
        <w:t xml:space="preserve"> (zejména omezení nebo rozšíření rozsahu </w:t>
      </w:r>
      <w:r w:rsidR="0074175E">
        <w:rPr>
          <w:rFonts w:cs="Arial"/>
          <w:iCs/>
        </w:rPr>
        <w:t>dodávky</w:t>
      </w:r>
      <w:r w:rsidRPr="00024600">
        <w:rPr>
          <w:rFonts w:cs="Arial"/>
          <w:iCs/>
        </w:rPr>
        <w:t xml:space="preserve"> o další dodávky a práce, </w:t>
      </w:r>
      <w:r w:rsidRPr="00024600">
        <w:rPr>
          <w:rFonts w:cs="Arial"/>
        </w:rPr>
        <w:t xml:space="preserve">které se mohou během realizace vyskytnout a které nejsou zahrnuty do předmětu </w:t>
      </w:r>
      <w:r w:rsidR="00A633E5">
        <w:rPr>
          <w:rFonts w:cs="Arial"/>
        </w:rPr>
        <w:t>dodávky</w:t>
      </w:r>
      <w:proofErr w:type="gramStart"/>
      <w:r w:rsidRPr="00024600">
        <w:rPr>
          <w:rFonts w:cs="Arial"/>
          <w:iCs/>
        </w:rPr>
        <w:t>)</w:t>
      </w:r>
      <w:r w:rsidR="0043333F">
        <w:rPr>
          <w:rFonts w:cs="Arial"/>
          <w:iCs/>
        </w:rPr>
        <w:t>.</w:t>
      </w:r>
      <w:r w:rsidRPr="00024600">
        <w:rPr>
          <w:rFonts w:cs="Arial"/>
          <w:iCs/>
        </w:rPr>
        <w:t>.</w:t>
      </w:r>
      <w:proofErr w:type="gramEnd"/>
      <w:r w:rsidR="00AA0BFC">
        <w:rPr>
          <w:rFonts w:cs="Arial"/>
          <w:iCs/>
        </w:rPr>
        <w:t xml:space="preserve"> </w:t>
      </w:r>
      <w:r w:rsidR="00AA0BFC">
        <w:t xml:space="preserve">Veškeré změny dodávky na klíč budou zapsány a odsouhlaseny v </w:t>
      </w:r>
      <w:r w:rsidR="00DA61BB">
        <w:t>p</w:t>
      </w:r>
      <w:r w:rsidR="00AA0BFC">
        <w:t>racovním/montážním</w:t>
      </w:r>
      <w:r w:rsidR="0007475A">
        <w:t>/</w:t>
      </w:r>
      <w:r w:rsidR="00DA61BB">
        <w:t>stavebním</w:t>
      </w:r>
      <w:r w:rsidR="00644B91">
        <w:t xml:space="preserve"> deníku</w:t>
      </w:r>
      <w:r w:rsidR="00DA61BB">
        <w:t xml:space="preserve"> (dále též jen „</w:t>
      </w:r>
      <w:r w:rsidR="00DA61BB" w:rsidRPr="00DA61BB">
        <w:rPr>
          <w:b/>
          <w:bCs/>
        </w:rPr>
        <w:t>Deník</w:t>
      </w:r>
      <w:r w:rsidR="00DA61BB">
        <w:t>“)</w:t>
      </w:r>
      <w:r w:rsidR="00AA0BFC">
        <w:t>. Zápisy v</w:t>
      </w:r>
      <w:r w:rsidR="00BD714E">
        <w:t xml:space="preserve"> </w:t>
      </w:r>
      <w:r w:rsidR="00255BFA">
        <w:t>D</w:t>
      </w:r>
      <w:r w:rsidR="00AA0BFC">
        <w:t>eníku se nepovažují za změnu Smlouvy, ale jsou podkladem pro vypracování změnového listu a dodatku ke Smlouvě</w:t>
      </w:r>
      <w:r w:rsidR="000F23B1">
        <w:t>.</w:t>
      </w:r>
    </w:p>
    <w:p w14:paraId="6C3377B1" w14:textId="307B8DB5" w:rsidR="00EF0C6C" w:rsidRPr="00024600" w:rsidRDefault="00CA5338" w:rsidP="00EF0C6C">
      <w:pPr>
        <w:pStyle w:val="01-ODST-2"/>
        <w:numPr>
          <w:ilvl w:val="1"/>
          <w:numId w:val="1"/>
        </w:numPr>
        <w:rPr>
          <w:rFonts w:cs="Arial"/>
        </w:rPr>
      </w:pPr>
      <w:r>
        <w:rPr>
          <w:rFonts w:cs="Arial"/>
        </w:rPr>
        <w:t>Dodavatel</w:t>
      </w:r>
      <w:r w:rsidR="00EF0C6C" w:rsidRPr="00024600">
        <w:rPr>
          <w:rFonts w:cs="Arial"/>
        </w:rPr>
        <w:t xml:space="preserve"> je oprávněn pověřit provedením </w:t>
      </w:r>
      <w:r>
        <w:rPr>
          <w:rFonts w:cs="Arial"/>
        </w:rPr>
        <w:t>dodávky na klíč</w:t>
      </w:r>
      <w:r w:rsidR="00EF0C6C" w:rsidRPr="00024600">
        <w:rPr>
          <w:rFonts w:cs="Arial"/>
        </w:rPr>
        <w:t xml:space="preserve"> nebo jeho části jen takové poddodavatele, kteří byli předem písemně schváleni Objednatelem, nebo jejichž jména byla uvedena v písemné Nabídce </w:t>
      </w:r>
      <w:r>
        <w:rPr>
          <w:rFonts w:cs="Arial"/>
        </w:rPr>
        <w:t>Dodavatele</w:t>
      </w:r>
      <w:r w:rsidR="00EF0C6C" w:rsidRPr="00024600">
        <w:rPr>
          <w:rFonts w:cs="Arial"/>
        </w:rPr>
        <w:t xml:space="preserve"> doručené Objednateli </w:t>
      </w:r>
      <w:r w:rsidR="00EF0C6C" w:rsidRPr="00024600">
        <w:rPr>
          <w:rFonts w:cs="Arial"/>
          <w:iCs/>
        </w:rPr>
        <w:t xml:space="preserve">v zadávacím řízení č. </w:t>
      </w:r>
      <w:r w:rsidR="001F3EB8">
        <w:rPr>
          <w:rFonts w:cs="Arial"/>
          <w:iCs/>
        </w:rPr>
        <w:t>019/25</w:t>
      </w:r>
      <w:r w:rsidR="00EF0C6C" w:rsidRPr="00024600">
        <w:rPr>
          <w:rFonts w:cs="Arial"/>
          <w:iCs/>
        </w:rPr>
        <w:t>/OCN</w:t>
      </w:r>
      <w:r w:rsidR="00EF0C6C" w:rsidRPr="00024600">
        <w:rPr>
          <w:rFonts w:cs="Arial"/>
        </w:rPr>
        <w:t xml:space="preserve">. </w:t>
      </w:r>
      <w:r w:rsidR="00EF0C6C" w:rsidRPr="00024600">
        <w:rPr>
          <w:rFonts w:cs="Arial"/>
        </w:rPr>
        <w:lastRenderedPageBreak/>
        <w:t xml:space="preserve">Při provádění </w:t>
      </w:r>
      <w:r>
        <w:rPr>
          <w:rFonts w:cs="Arial"/>
        </w:rPr>
        <w:t>dodávky na klíč</w:t>
      </w:r>
      <w:r w:rsidR="00EF0C6C" w:rsidRPr="00024600">
        <w:rPr>
          <w:rFonts w:cs="Arial"/>
        </w:rPr>
        <w:t xml:space="preserve"> nebo jeho části poddodavateli je </w:t>
      </w:r>
      <w:r w:rsidR="00E011E7">
        <w:rPr>
          <w:rFonts w:cs="Arial"/>
        </w:rPr>
        <w:t>Dodavatel</w:t>
      </w:r>
      <w:r w:rsidR="00EF0C6C" w:rsidRPr="00024600">
        <w:rPr>
          <w:rFonts w:cs="Arial"/>
        </w:rPr>
        <w:t xml:space="preserve"> odpovědný Objednateli stejným způsobem, jako kdyby Dílo nebo jeho část prováděl sám.</w:t>
      </w:r>
    </w:p>
    <w:p w14:paraId="0D83A639" w14:textId="2612BCAF" w:rsidR="00EF0C6C" w:rsidRPr="00024600" w:rsidRDefault="00E011E7" w:rsidP="00EF0C6C">
      <w:pPr>
        <w:pStyle w:val="01-ODST-2"/>
        <w:numPr>
          <w:ilvl w:val="1"/>
          <w:numId w:val="1"/>
        </w:numPr>
        <w:rPr>
          <w:rFonts w:cs="Arial"/>
        </w:rPr>
      </w:pPr>
      <w:r>
        <w:rPr>
          <w:rFonts w:cs="Arial"/>
        </w:rPr>
        <w:t>Dodavatel</w:t>
      </w:r>
      <w:r w:rsidR="00EF0C6C" w:rsidRPr="00024600">
        <w:rPr>
          <w:rFonts w:cs="Arial"/>
        </w:rPr>
        <w:t xml:space="preserve"> odpovídá v plném rozsahu za dodržování platného znění předpisů uvedených v této Smlouvě a místních podmínek osobami realizujícími </w:t>
      </w:r>
      <w:r w:rsidR="00223E0C">
        <w:rPr>
          <w:rFonts w:cs="Arial"/>
        </w:rPr>
        <w:t xml:space="preserve">dodávku na klíč </w:t>
      </w:r>
      <w:r w:rsidR="00EF0C6C" w:rsidRPr="00024600">
        <w:rPr>
          <w:rFonts w:cs="Arial"/>
        </w:rPr>
        <w:t xml:space="preserve">na straně </w:t>
      </w:r>
      <w:r>
        <w:rPr>
          <w:rFonts w:cs="Arial"/>
        </w:rPr>
        <w:t>Dodavatele</w:t>
      </w:r>
      <w:r w:rsidR="00EF0C6C" w:rsidRPr="00024600">
        <w:rPr>
          <w:rFonts w:cs="Arial"/>
        </w:rPr>
        <w:t xml:space="preserve">. Za tímto účelem je povinen jmenovat odpovědnou osobu, která bude organizovat a řídit pracovníky </w:t>
      </w:r>
      <w:r>
        <w:rPr>
          <w:rFonts w:cs="Arial"/>
        </w:rPr>
        <w:t>Dodavatel</w:t>
      </w:r>
      <w:r w:rsidR="00EF0C6C" w:rsidRPr="00024600">
        <w:rPr>
          <w:rFonts w:cs="Arial"/>
        </w:rPr>
        <w:t xml:space="preserve"> a osoby realizující </w:t>
      </w:r>
      <w:r>
        <w:rPr>
          <w:rFonts w:cs="Arial"/>
        </w:rPr>
        <w:t>dodávku na klíč</w:t>
      </w:r>
      <w:r w:rsidR="00EF0C6C" w:rsidRPr="00024600">
        <w:rPr>
          <w:rFonts w:cs="Arial"/>
        </w:rPr>
        <w:t xml:space="preserve"> na straně </w:t>
      </w:r>
      <w:r>
        <w:rPr>
          <w:rFonts w:cs="Arial"/>
        </w:rPr>
        <w:t>Dodavatel</w:t>
      </w:r>
      <w:r w:rsidR="00EF0C6C" w:rsidRPr="00024600">
        <w:rPr>
          <w:rFonts w:cs="Arial"/>
        </w:rPr>
        <w:t>e a jméno a příjmení této osoby sdělí Objednateli v dostatečném časovém předstihu. Jmenování odpovědné osoby je povinností i v případě, že se jedná o dvoučlennou pracovní skupinu.</w:t>
      </w:r>
    </w:p>
    <w:p w14:paraId="0E8C96AD" w14:textId="601B8F45" w:rsidR="00EF0C6C" w:rsidRPr="00024600" w:rsidRDefault="00E011E7" w:rsidP="00EF0C6C">
      <w:pPr>
        <w:pStyle w:val="01-ODST-2"/>
        <w:numPr>
          <w:ilvl w:val="1"/>
          <w:numId w:val="1"/>
        </w:numPr>
        <w:rPr>
          <w:rFonts w:cs="Arial"/>
        </w:rPr>
      </w:pPr>
      <w:r>
        <w:rPr>
          <w:rFonts w:cs="Arial"/>
        </w:rPr>
        <w:t>Dodavatel</w:t>
      </w:r>
      <w:r w:rsidR="00EF0C6C" w:rsidRPr="00024600">
        <w:rPr>
          <w:rFonts w:cs="Arial"/>
        </w:rPr>
        <w:t xml:space="preserve"> se zavazuje průběžně provádět veškeré potřebné zkoušky, měření a atesty k prokázání kvalitativních parametrů předmětu </w:t>
      </w:r>
      <w:r w:rsidR="00EE2B24">
        <w:rPr>
          <w:rFonts w:cs="Arial"/>
        </w:rPr>
        <w:t>dodávky na klíč</w:t>
      </w:r>
      <w:r w:rsidR="00EF0C6C" w:rsidRPr="00024600">
        <w:rPr>
          <w:rFonts w:cs="Arial"/>
        </w:rPr>
        <w:t xml:space="preserve">, pokud to předmět </w:t>
      </w:r>
      <w:r w:rsidR="00EE2B24">
        <w:rPr>
          <w:rFonts w:cs="Arial"/>
        </w:rPr>
        <w:t>dodávky</w:t>
      </w:r>
      <w:r w:rsidR="00EF0C6C" w:rsidRPr="00024600">
        <w:rPr>
          <w:rFonts w:cs="Arial"/>
        </w:rPr>
        <w:t xml:space="preserve"> vyžaduje.</w:t>
      </w:r>
    </w:p>
    <w:p w14:paraId="427D26A4" w14:textId="5F4434EA" w:rsidR="00EF0C6C" w:rsidRPr="00024600" w:rsidRDefault="00EF0C6C" w:rsidP="00EF0C6C">
      <w:pPr>
        <w:pStyle w:val="01-ODST-2"/>
        <w:numPr>
          <w:ilvl w:val="1"/>
          <w:numId w:val="1"/>
        </w:numPr>
        <w:rPr>
          <w:rFonts w:cs="Arial"/>
        </w:rPr>
      </w:pPr>
      <w:r w:rsidRPr="00024600">
        <w:rPr>
          <w:rFonts w:cs="Arial"/>
        </w:rPr>
        <w:t xml:space="preserve">Objednatel má právo sám nebo prostřednictvím jím pověřených osob provádět kontrolu plnění smluvních povinností </w:t>
      </w:r>
      <w:r w:rsidR="002D1DC3">
        <w:rPr>
          <w:rFonts w:cs="Arial"/>
        </w:rPr>
        <w:t>Dodavatel</w:t>
      </w:r>
      <w:r w:rsidR="002D1DC3" w:rsidRPr="00024600">
        <w:rPr>
          <w:rFonts w:cs="Arial"/>
        </w:rPr>
        <w:t xml:space="preserve"> kdykoli</w:t>
      </w:r>
      <w:r w:rsidRPr="00024600">
        <w:rPr>
          <w:rFonts w:cs="Arial"/>
        </w:rPr>
        <w:t xml:space="preserve"> v průběhu provádění </w:t>
      </w:r>
      <w:r w:rsidR="00EE2B24">
        <w:rPr>
          <w:rFonts w:cs="Arial"/>
        </w:rPr>
        <w:t>dodávky na klíč</w:t>
      </w:r>
      <w:r w:rsidRPr="00024600">
        <w:rPr>
          <w:rFonts w:cs="Arial"/>
        </w:rPr>
        <w:t xml:space="preserve"> </w:t>
      </w:r>
      <w:r w:rsidR="00EE2B24">
        <w:rPr>
          <w:rFonts w:cs="Arial"/>
        </w:rPr>
        <w:t>Dodavatel</w:t>
      </w:r>
      <w:r w:rsidR="00D02F03">
        <w:rPr>
          <w:rFonts w:cs="Arial"/>
        </w:rPr>
        <w:t>em</w:t>
      </w:r>
      <w:r w:rsidRPr="00024600">
        <w:rPr>
          <w:rFonts w:cs="Arial"/>
        </w:rPr>
        <w:t>.</w:t>
      </w:r>
    </w:p>
    <w:p w14:paraId="56403978" w14:textId="77777777" w:rsidR="00EF0C6C" w:rsidRPr="00024600" w:rsidRDefault="00EF0C6C" w:rsidP="00EF0C6C">
      <w:pPr>
        <w:pStyle w:val="01-ODST-2"/>
        <w:numPr>
          <w:ilvl w:val="1"/>
          <w:numId w:val="1"/>
        </w:numPr>
        <w:rPr>
          <w:rFonts w:cs="Arial"/>
        </w:rPr>
      </w:pPr>
      <w:r w:rsidRPr="00024600">
        <w:rPr>
          <w:rFonts w:cs="Arial"/>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p>
    <w:p w14:paraId="78E98CE7" w14:textId="1D25A54C" w:rsidR="00EF0C6C" w:rsidRPr="00024600" w:rsidRDefault="00EF0C6C" w:rsidP="00EF0C6C">
      <w:pPr>
        <w:pStyle w:val="01-ODST-2"/>
        <w:numPr>
          <w:ilvl w:val="1"/>
          <w:numId w:val="1"/>
        </w:numPr>
        <w:rPr>
          <w:rFonts w:cs="Arial"/>
        </w:rPr>
      </w:pPr>
      <w:r w:rsidRPr="00024600">
        <w:rPr>
          <w:rFonts w:cs="Arial"/>
        </w:rPr>
        <w:t xml:space="preserve">V případě, že by </w:t>
      </w:r>
      <w:r w:rsidR="00D02F03">
        <w:rPr>
          <w:rFonts w:cs="Arial"/>
        </w:rPr>
        <w:t>Dodavatel</w:t>
      </w:r>
      <w:r w:rsidRPr="00024600">
        <w:rPr>
          <w:rFonts w:cs="Arial"/>
        </w:rPr>
        <w:t xml:space="preserve"> potřeboval pro komunikaci v českém jazyce tlumočníka, zajistí si jej na své náklady.</w:t>
      </w:r>
    </w:p>
    <w:p w14:paraId="205FF314" w14:textId="2CC43042" w:rsidR="0027239B" w:rsidRDefault="00EF0C6C" w:rsidP="002D1DC3">
      <w:pPr>
        <w:pStyle w:val="01-ODST-2"/>
        <w:numPr>
          <w:ilvl w:val="1"/>
          <w:numId w:val="1"/>
        </w:numPr>
        <w:rPr>
          <w:rFonts w:cs="Arial"/>
        </w:rPr>
      </w:pPr>
      <w:r w:rsidRPr="00024600">
        <w:rPr>
          <w:rFonts w:cs="Arial"/>
        </w:rPr>
        <w:t xml:space="preserve">Dle této rámcové dohody je </w:t>
      </w:r>
      <w:r w:rsidR="002D1DC3">
        <w:rPr>
          <w:rFonts w:cs="Arial"/>
        </w:rPr>
        <w:t>Dodavatel</w:t>
      </w:r>
      <w:r w:rsidR="002D1DC3" w:rsidRPr="00024600">
        <w:rPr>
          <w:rFonts w:cs="Arial"/>
        </w:rPr>
        <w:t xml:space="preserve"> pověřený</w:t>
      </w:r>
      <w:r w:rsidRPr="00024600">
        <w:rPr>
          <w:rFonts w:cs="Arial"/>
        </w:rPr>
        <w:t xml:space="preserve"> koordinací provádění opatření k ochraně bezpečnosti a zdraví zaměstnanců a postupů k jejich zajištění v souladu s požadavky §</w:t>
      </w:r>
      <w:r>
        <w:rPr>
          <w:rFonts w:cs="Arial"/>
        </w:rPr>
        <w:t xml:space="preserve"> </w:t>
      </w:r>
      <w:r w:rsidRPr="00024600">
        <w:rPr>
          <w:rFonts w:cs="Arial"/>
        </w:rPr>
        <w:t xml:space="preserve">101 odst. 3 zákona č. 262/2006 Sb. zákoník práce, v platném znění, a to i ve vztahu k jiným </w:t>
      </w:r>
      <w:r w:rsidR="00E913D4">
        <w:rPr>
          <w:rFonts w:cs="Arial"/>
        </w:rPr>
        <w:t>d</w:t>
      </w:r>
      <w:r w:rsidRPr="00024600">
        <w:rPr>
          <w:rFonts w:cs="Arial"/>
        </w:rPr>
        <w:t xml:space="preserve">odavatelům, kteří by konali činnosti/práce na </w:t>
      </w:r>
      <w:r w:rsidR="005846C2">
        <w:rPr>
          <w:rFonts w:cs="Arial"/>
        </w:rPr>
        <w:t>Dodavatel</w:t>
      </w:r>
      <w:r w:rsidRPr="00024600">
        <w:rPr>
          <w:rFonts w:cs="Arial"/>
        </w:rPr>
        <w:t xml:space="preserve"> předaném pracovišti.</w:t>
      </w:r>
    </w:p>
    <w:p w14:paraId="60D9DB9F" w14:textId="2082EF7C" w:rsidR="00E913D4" w:rsidRPr="0027239B" w:rsidRDefault="00E913D4" w:rsidP="002D1DC3">
      <w:pPr>
        <w:pStyle w:val="01-ODST-2"/>
        <w:numPr>
          <w:ilvl w:val="1"/>
          <w:numId w:val="1"/>
        </w:numPr>
        <w:rPr>
          <w:rFonts w:cs="Arial"/>
        </w:rPr>
      </w:pPr>
      <w:r>
        <w:rPr>
          <w:rFonts w:cs="Arial"/>
        </w:rPr>
        <w:t>Dodavatel</w:t>
      </w:r>
      <w:r w:rsidRPr="00E913D4">
        <w:rPr>
          <w:rFonts w:cs="Arial"/>
        </w:rPr>
        <w:t xml:space="preserve"> prohlašuje, že </w:t>
      </w:r>
      <w:r>
        <w:rPr>
          <w:rFonts w:cs="Arial"/>
        </w:rPr>
        <w:t>PD a veškeré dokumenty vzniklé v rámci IČ (dále také jen „</w:t>
      </w:r>
      <w:r w:rsidRPr="001D64FB">
        <w:rPr>
          <w:rFonts w:cs="Arial"/>
          <w:b/>
          <w:bCs/>
        </w:rPr>
        <w:t>Autorské dílo</w:t>
      </w:r>
      <w:r>
        <w:rPr>
          <w:rFonts w:cs="Arial"/>
        </w:rPr>
        <w:t>“)</w:t>
      </w:r>
      <w:r w:rsidRPr="00E913D4">
        <w:rPr>
          <w:rFonts w:cs="Arial"/>
        </w:rPr>
        <w:t xml:space="preserve"> j</w:t>
      </w:r>
      <w:r>
        <w:rPr>
          <w:rFonts w:cs="Arial"/>
        </w:rPr>
        <w:t>sou</w:t>
      </w:r>
      <w:r w:rsidRPr="00E913D4">
        <w:rPr>
          <w:rFonts w:cs="Arial"/>
        </w:rPr>
        <w:t xml:space="preserve"> prosté práv třetích osob (i práv autorských) a že Objednatel je plně oprávněn jím, jakkoliv disponovat a provádět jeho změny či je spojovat s jiným autorským dílem. V souladu s § 61 zákona č. 121/2000 Sb., autorský zákon, ve znění pozdějších předpisů, se má za to, že </w:t>
      </w:r>
      <w:r>
        <w:rPr>
          <w:rFonts w:cs="Arial"/>
        </w:rPr>
        <w:t>Dodavatel</w:t>
      </w:r>
      <w:r w:rsidRPr="00E913D4">
        <w:rPr>
          <w:rFonts w:cs="Arial"/>
        </w:rPr>
        <w:t xml:space="preserve"> poskytl Objednateli licenci к užití </w:t>
      </w:r>
      <w:r>
        <w:rPr>
          <w:rFonts w:cs="Arial"/>
        </w:rPr>
        <w:t>Autorského d</w:t>
      </w:r>
      <w:r w:rsidRPr="00E913D4">
        <w:rPr>
          <w:rFonts w:cs="Arial"/>
        </w:rPr>
        <w:t xml:space="preserve">íla, a to jako licenci výhradní, teritoriálně a časově neomezená. Licence je poskytnuta ke všem způsobům užití </w:t>
      </w:r>
      <w:r>
        <w:rPr>
          <w:rFonts w:cs="Arial"/>
        </w:rPr>
        <w:t>Autorského d</w:t>
      </w:r>
      <w:r w:rsidRPr="00E913D4">
        <w:rPr>
          <w:rFonts w:cs="Arial"/>
        </w:rPr>
        <w:t xml:space="preserve">íla, jakožto díla autorského, </w:t>
      </w:r>
      <w:r>
        <w:rPr>
          <w:rFonts w:cs="Arial"/>
        </w:rPr>
        <w:t>Autorské d</w:t>
      </w:r>
      <w:r w:rsidRPr="00E913D4">
        <w:rPr>
          <w:rFonts w:cs="Arial"/>
        </w:rPr>
        <w:t xml:space="preserve">ílo je možné užít jak na území České republiky, tak i mimo něj. Licence je poskytnuta na dobu neurčitou a odměna za poskytnutí licence je zahrnuta v Ceně </w:t>
      </w:r>
      <w:r>
        <w:rPr>
          <w:rFonts w:cs="Arial"/>
        </w:rPr>
        <w:t>dodávky</w:t>
      </w:r>
      <w:r w:rsidRPr="00E913D4">
        <w:rPr>
          <w:rFonts w:cs="Arial"/>
        </w:rPr>
        <w:t xml:space="preserve">. Objednatel bude oprávněn používat </w:t>
      </w:r>
      <w:r>
        <w:rPr>
          <w:rFonts w:cs="Arial"/>
        </w:rPr>
        <w:t>Autorské d</w:t>
      </w:r>
      <w:r w:rsidRPr="00E913D4">
        <w:rPr>
          <w:rFonts w:cs="Arial"/>
        </w:rPr>
        <w:t>ílo zejména, nikoliv však výlučně, pro účely a za podmínek stanovených Objednatelem, tj. jako podklad pro</w:t>
      </w:r>
      <w:r>
        <w:rPr>
          <w:rFonts w:cs="Arial"/>
        </w:rPr>
        <w:t xml:space="preserve"> budoucí údržbu a opravy kontejnerům, </w:t>
      </w:r>
      <w:r w:rsidRPr="00E913D4">
        <w:rPr>
          <w:rFonts w:cs="Arial"/>
        </w:rPr>
        <w:t xml:space="preserve">jakož i </w:t>
      </w:r>
      <w:r>
        <w:rPr>
          <w:rFonts w:cs="Arial"/>
        </w:rPr>
        <w:t xml:space="preserve">k </w:t>
      </w:r>
      <w:r w:rsidRPr="00E913D4">
        <w:rPr>
          <w:rFonts w:cs="Arial"/>
        </w:rPr>
        <w:t xml:space="preserve">provedení a vyprojektování případných následných změn </w:t>
      </w:r>
      <w:r>
        <w:rPr>
          <w:rFonts w:cs="Arial"/>
        </w:rPr>
        <w:t xml:space="preserve">kontejnerů, jakožto </w:t>
      </w:r>
      <w:r w:rsidR="00C52354">
        <w:rPr>
          <w:rFonts w:cs="Arial"/>
        </w:rPr>
        <w:t xml:space="preserve">stavby, </w:t>
      </w:r>
      <w:r w:rsidR="00C52354" w:rsidRPr="00E913D4">
        <w:rPr>
          <w:rFonts w:cs="Arial"/>
        </w:rPr>
        <w:t>i</w:t>
      </w:r>
      <w:r w:rsidRPr="00E913D4">
        <w:rPr>
          <w:rFonts w:cs="Arial"/>
        </w:rPr>
        <w:t xml:space="preserve"> bez souhlasu Zhotovitele a projekt</w:t>
      </w:r>
      <w:r>
        <w:rPr>
          <w:rFonts w:cs="Arial"/>
        </w:rPr>
        <w:t xml:space="preserve">ů </w:t>
      </w:r>
      <w:r w:rsidRPr="00E913D4">
        <w:rPr>
          <w:rFonts w:cs="Arial"/>
        </w:rPr>
        <w:t xml:space="preserve">na ně navazujících, pro provedení </w:t>
      </w:r>
      <w:r>
        <w:rPr>
          <w:rFonts w:cs="Arial"/>
        </w:rPr>
        <w:t>dodávky a/nebo jejích částí</w:t>
      </w:r>
      <w:r w:rsidRPr="00E913D4">
        <w:rPr>
          <w:rFonts w:cs="Arial"/>
        </w:rPr>
        <w:t>, jej</w:t>
      </w:r>
      <w:r>
        <w:rPr>
          <w:rFonts w:cs="Arial"/>
        </w:rPr>
        <w:t>ich</w:t>
      </w:r>
      <w:r w:rsidRPr="00E913D4">
        <w:rPr>
          <w:rFonts w:cs="Arial"/>
        </w:rPr>
        <w:t xml:space="preserve"> následných oprav, údržby, změn či zrušení.</w:t>
      </w:r>
    </w:p>
    <w:p w14:paraId="6497F438" w14:textId="0B018EE3" w:rsidR="00130002" w:rsidRDefault="005544E3" w:rsidP="00D542F4">
      <w:pPr>
        <w:pStyle w:val="lnek"/>
        <w:ind w:left="17"/>
        <w:rPr>
          <w:rFonts w:cs="Arial"/>
          <w:bCs w:val="0"/>
        </w:rPr>
      </w:pPr>
      <w:r w:rsidRPr="00024600">
        <w:rPr>
          <w:rFonts w:cs="Arial"/>
          <w:bCs w:val="0"/>
        </w:rPr>
        <w:t xml:space="preserve">Změny rozsahu </w:t>
      </w:r>
      <w:r>
        <w:rPr>
          <w:rFonts w:cs="Arial"/>
          <w:bCs w:val="0"/>
        </w:rPr>
        <w:t>dodávky na klíč</w:t>
      </w:r>
    </w:p>
    <w:p w14:paraId="443F0438" w14:textId="43A88AFB" w:rsidR="00F03312" w:rsidRPr="00024600" w:rsidRDefault="00F03312" w:rsidP="00F03312">
      <w:pPr>
        <w:pStyle w:val="Odstavec2"/>
      </w:pPr>
      <w:r w:rsidRPr="00024600">
        <w:t xml:space="preserve">Objednatel je oprávněn, není-li to v rozporu s příslušnými ustanoveními obecně závazných právních předpisů (zejména zákona č. 134/2016 Sb., o zadávání veřejných zakázek, v platném znění), požadovat či odsouhlasit po uzavření dílčí smlouvy (objednávky) a v průběhu provádění </w:t>
      </w:r>
      <w:r w:rsidR="005975DE">
        <w:t xml:space="preserve">dodávky </w:t>
      </w:r>
      <w:r w:rsidRPr="00024600">
        <w:t>včetně realizačních prací změny v kvalitě, množství či druhu</w:t>
      </w:r>
      <w:r w:rsidR="008907D9">
        <w:t xml:space="preserve"> činností prováděných v rámci</w:t>
      </w:r>
      <w:r w:rsidRPr="00024600">
        <w:t xml:space="preserve"> dodávky, a to uzavřením dodatku k dané dílčí smlouvě nebo rozšířením objednávky. </w:t>
      </w:r>
    </w:p>
    <w:p w14:paraId="4091A179" w14:textId="602955B0" w:rsidR="00F03312" w:rsidRPr="00024600" w:rsidRDefault="00F03312" w:rsidP="00F03312">
      <w:pPr>
        <w:pStyle w:val="Odstavec2"/>
      </w:pPr>
      <w:r w:rsidRPr="00024600">
        <w:t xml:space="preserve">Objednatel je oprávněn, není-li to v rozporu s příslušnými ustanoveními obecně závazných právních předpisů (zejména zákona č. 134/2016 Sb., o zadávání veřejných zakázek, v platném znění), navrhnout </w:t>
      </w:r>
      <w:r w:rsidR="003A239D">
        <w:t>Dodavateli</w:t>
      </w:r>
      <w:r w:rsidRPr="00024600">
        <w:t xml:space="preserve"> změnu rozsahu</w:t>
      </w:r>
      <w:r w:rsidRPr="00024600">
        <w:rPr>
          <w:iCs/>
        </w:rPr>
        <w:t xml:space="preserve"> předmětu </w:t>
      </w:r>
      <w:r w:rsidR="00696E05">
        <w:rPr>
          <w:iCs/>
        </w:rPr>
        <w:t>dodávky na klíč</w:t>
      </w:r>
      <w:r w:rsidRPr="00024600">
        <w:rPr>
          <w:iCs/>
        </w:rPr>
        <w:t xml:space="preserve"> (zejména omezení nebo rozšíření rozsahu </w:t>
      </w:r>
      <w:r w:rsidR="00696E05">
        <w:rPr>
          <w:iCs/>
        </w:rPr>
        <w:t>dodávky</w:t>
      </w:r>
      <w:r w:rsidRPr="00024600">
        <w:rPr>
          <w:iCs/>
        </w:rPr>
        <w:t xml:space="preserve"> o další dodávky a práce, </w:t>
      </w:r>
      <w:r w:rsidRPr="00024600">
        <w:t xml:space="preserve">které se mohou během realizace </w:t>
      </w:r>
      <w:r w:rsidR="00696E05">
        <w:t>dodávky na klíč</w:t>
      </w:r>
      <w:r w:rsidR="00DA61EB">
        <w:t xml:space="preserve"> </w:t>
      </w:r>
      <w:r w:rsidRPr="00024600">
        <w:t xml:space="preserve">vyskytnout a které nejsou zahrnuty do předmětu </w:t>
      </w:r>
      <w:r w:rsidR="00DA61EB">
        <w:t>dodávky na klíč</w:t>
      </w:r>
      <w:r w:rsidRPr="00024600">
        <w:rPr>
          <w:iCs/>
        </w:rPr>
        <w:t>).</w:t>
      </w:r>
      <w:r w:rsidRPr="00024600">
        <w:t xml:space="preserve"> Smluvní strany sjednávají, že za Vícepráce budou považovat pouze práce nad rámec předmětu </w:t>
      </w:r>
      <w:r w:rsidR="00DA61EB">
        <w:t>dodávky na klíč</w:t>
      </w:r>
      <w:r w:rsidRPr="00024600">
        <w:t xml:space="preserve">, které však s prováděným předmětem </w:t>
      </w:r>
      <w:r w:rsidR="00DA61EB">
        <w:t>dodávky na klíč</w:t>
      </w:r>
      <w:r w:rsidRPr="00024600">
        <w:t xml:space="preserve"> souvisí s tím, že růst cen materiálů a prací po dobu trvání této Smlouvy</w:t>
      </w:r>
      <w:r w:rsidR="008907D9">
        <w:t xml:space="preserve"> a/nebo dílčí smlouvy</w:t>
      </w:r>
      <w:r w:rsidRPr="00024600">
        <w:t xml:space="preserve"> není považován za Vícepráce, ale je rizikem </w:t>
      </w:r>
      <w:r w:rsidR="00163AE8">
        <w:t>Dodavatele</w:t>
      </w:r>
      <w:r w:rsidRPr="00024600">
        <w:t xml:space="preserve">, které jde k jeho tíži. Za Méněpráce Smluvní strany považují práce a dodávky v předmětu </w:t>
      </w:r>
      <w:r w:rsidR="00B424BD">
        <w:t>dodávky na klíč</w:t>
      </w:r>
      <w:r w:rsidRPr="00024600">
        <w:t xml:space="preserve"> předvídané, avšak neuskutečněné nebo práce a dodávky sice uskutečněné, avšak v menším rozsahu, než se přepokládalo.</w:t>
      </w:r>
    </w:p>
    <w:p w14:paraId="2DEC8396" w14:textId="38A3DF1B" w:rsidR="00F03312" w:rsidRPr="00024600" w:rsidRDefault="00F03312" w:rsidP="00F03312">
      <w:pPr>
        <w:pStyle w:val="Odstavec2"/>
        <w:ind w:hanging="425"/>
      </w:pPr>
      <w:r w:rsidRPr="00024600">
        <w:lastRenderedPageBreak/>
        <w:t xml:space="preserve">Není-li to v rozporu s obecně závaznými předpisy českého právního řádu, může být rozsah </w:t>
      </w:r>
      <w:r w:rsidR="0093403C">
        <w:t>dodávky na klíč</w:t>
      </w:r>
      <w:r w:rsidRPr="00024600">
        <w:t xml:space="preserve"> naopak zúžen, a to vždy na základě požadavků Objednatele.</w:t>
      </w:r>
    </w:p>
    <w:p w14:paraId="22B887DC" w14:textId="054DC5B3" w:rsidR="00D5267E" w:rsidRPr="008907D9" w:rsidRDefault="00D5267E" w:rsidP="008907D9">
      <w:pPr>
        <w:pStyle w:val="Odstavec2"/>
        <w:ind w:hanging="425"/>
        <w:rPr>
          <w:rFonts w:eastAsiaTheme="minorEastAsia"/>
        </w:rPr>
      </w:pPr>
      <w:r>
        <w:t>Veškeré změny dodávky</w:t>
      </w:r>
      <w:r w:rsidR="00767147">
        <w:t xml:space="preserve"> na klíč</w:t>
      </w:r>
      <w:r>
        <w:t xml:space="preserve"> budou zapsány a odsouhlaseny v </w:t>
      </w:r>
      <w:r w:rsidR="00BF51BC">
        <w:t>D</w:t>
      </w:r>
      <w:r>
        <w:t xml:space="preserve">eníku. Zápisy v </w:t>
      </w:r>
      <w:r w:rsidR="00E52979">
        <w:t>D</w:t>
      </w:r>
      <w:r>
        <w:t>eníku se nepovažují za změnu Smlouvy, ale jsou podkladem pro vypracování změnového listu a dodatku ke Smlouvě.</w:t>
      </w:r>
    </w:p>
    <w:p w14:paraId="586E45E3" w14:textId="77777777" w:rsidR="000352C9" w:rsidRPr="00024600" w:rsidRDefault="000352C9" w:rsidP="00D16607">
      <w:pPr>
        <w:pStyle w:val="lnek"/>
        <w:ind w:hanging="6550"/>
      </w:pPr>
      <w:r w:rsidRPr="00024600">
        <w:t>Místo a doba plnění</w:t>
      </w:r>
    </w:p>
    <w:p w14:paraId="45406966" w14:textId="54934F95" w:rsidR="0042778C" w:rsidRDefault="00525F43" w:rsidP="004A3436">
      <w:pPr>
        <w:pStyle w:val="Odstavec2"/>
      </w:pPr>
      <w:r>
        <w:t xml:space="preserve">Konkrétní místo plnění bude </w:t>
      </w:r>
      <w:r w:rsidR="00DA4D85">
        <w:t xml:space="preserve">Dodavateli sděleno Objednatelem vždy v dílčí objednávce. </w:t>
      </w:r>
      <w:r w:rsidR="001A124C">
        <w:t>Konkrétní místo plnění je místem předání a převzetí</w:t>
      </w:r>
      <w:r w:rsidR="00D640ED">
        <w:t xml:space="preserve"> dodávky na klíč.</w:t>
      </w:r>
    </w:p>
    <w:p w14:paraId="68C980A7" w14:textId="7AD75BC2" w:rsidR="004A3436" w:rsidRPr="00024600" w:rsidRDefault="00F50790" w:rsidP="004A3436">
      <w:pPr>
        <w:pStyle w:val="Odstavec2"/>
      </w:pPr>
      <w:r w:rsidRPr="00FF7523">
        <w:t xml:space="preserve">Místem plnění jsou vybrané čerpací stanice ve vlastnictví </w:t>
      </w:r>
      <w:r w:rsidR="001E17F5">
        <w:t>Objednat</w:t>
      </w:r>
      <w:r w:rsidR="006E1F29">
        <w:t>e</w:t>
      </w:r>
      <w:r w:rsidR="001E17F5">
        <w:t>le</w:t>
      </w:r>
      <w:r w:rsidR="00D17041">
        <w:t xml:space="preserve"> nebo k nimž má Objednatel jiné užívací právo</w:t>
      </w:r>
      <w:r w:rsidRPr="00FF7523">
        <w:t xml:space="preserve"> nacházející se na území České republiky. Seznam čerpacích stanic je uveden na internetové adrese </w:t>
      </w:r>
      <w:hyperlink r:id="rId8" w:history="1">
        <w:r w:rsidRPr="005D1CD8">
          <w:rPr>
            <w:rStyle w:val="Hypertextovodkaz"/>
            <w:rFonts w:cs="Arial"/>
          </w:rPr>
          <w:t>https://www.ceproas.cz/eurooil/cerpaci-stanice</w:t>
        </w:r>
      </w:hyperlink>
      <w:r w:rsidR="004A3436" w:rsidRPr="00024600">
        <w:rPr>
          <w:rStyle w:val="Hypertextovodkaz"/>
          <w:rFonts w:cs="Arial"/>
        </w:rPr>
        <w:t>.</w:t>
      </w:r>
    </w:p>
    <w:p w14:paraId="15596AED" w14:textId="1D26F2AA" w:rsidR="004A3436" w:rsidRPr="00024600" w:rsidRDefault="004A3436" w:rsidP="004A3436">
      <w:pPr>
        <w:pStyle w:val="Odstavec3"/>
      </w:pPr>
      <w:r w:rsidRPr="00024600">
        <w:t xml:space="preserve">Místo plnění </w:t>
      </w:r>
      <w:r w:rsidR="00F50790">
        <w:t>dodávky na klíč</w:t>
      </w:r>
      <w:r w:rsidRPr="00024600">
        <w:t xml:space="preserve"> se vždy nachází v areálu </w:t>
      </w:r>
      <w:r w:rsidR="007402CB">
        <w:t>ČS</w:t>
      </w:r>
      <w:r w:rsidRPr="00024600">
        <w:t xml:space="preserve"> a </w:t>
      </w:r>
      <w:r w:rsidR="007402CB">
        <w:t>dodávka na klíč</w:t>
      </w:r>
      <w:r w:rsidRPr="00024600">
        <w:t xml:space="preserve"> bude prováděn</w:t>
      </w:r>
      <w:r w:rsidR="007402CB">
        <w:t>a</w:t>
      </w:r>
      <w:r w:rsidRPr="00024600">
        <w:t xml:space="preserve"> za provozu</w:t>
      </w:r>
      <w:r w:rsidR="007402CB">
        <w:t xml:space="preserve"> ČS</w:t>
      </w:r>
      <w:r w:rsidRPr="00024600">
        <w:t xml:space="preserve"> a případné náklady </w:t>
      </w:r>
      <w:r w:rsidR="00951891">
        <w:t>Dodavatele</w:t>
      </w:r>
      <w:r w:rsidRPr="00024600">
        <w:t xml:space="preserve"> vzniklé z důvodu této skutečnosti, např. z důvodu opatření k dodržování předpisů Objednatele platných v místě plnění a veškerém dotčeném okolí místa plnění, kde je </w:t>
      </w:r>
      <w:r w:rsidR="00951891">
        <w:t>dodávka na klíč</w:t>
      </w:r>
      <w:r w:rsidRPr="00024600">
        <w:t xml:space="preserve"> </w:t>
      </w:r>
      <w:r w:rsidR="00951891">
        <w:t>Dodavatelem</w:t>
      </w:r>
      <w:r w:rsidRPr="00024600">
        <w:t xml:space="preserve"> prováděn</w:t>
      </w:r>
      <w:r w:rsidR="00953558">
        <w:t>a</w:t>
      </w:r>
      <w:r w:rsidRPr="00024600">
        <w:t>, j</w:t>
      </w:r>
      <w:r w:rsidR="00953558">
        <w:t>e</w:t>
      </w:r>
      <w:r w:rsidRPr="00024600">
        <w:t xml:space="preserve"> zahrnut</w:t>
      </w:r>
      <w:r w:rsidR="00953558">
        <w:t>a</w:t>
      </w:r>
      <w:r w:rsidRPr="00024600">
        <w:t xml:space="preserve"> v Ceně.</w:t>
      </w:r>
    </w:p>
    <w:p w14:paraId="2267BAED" w14:textId="77777777" w:rsidR="004A3436" w:rsidRPr="00024600" w:rsidRDefault="004A3436" w:rsidP="00953558">
      <w:pPr>
        <w:pStyle w:val="Odstavec2"/>
      </w:pPr>
      <w:r w:rsidRPr="00024600">
        <w:rPr>
          <w:color w:val="000000"/>
        </w:rPr>
        <w:t xml:space="preserve">Ve výzvě Objednatele bude </w:t>
      </w:r>
      <w:r w:rsidRPr="00024600">
        <w:t>specifikováno konkrétní místo plnění.</w:t>
      </w:r>
    </w:p>
    <w:p w14:paraId="007ACBC0" w14:textId="5D35F0BC" w:rsidR="004A3436" w:rsidRPr="00024600" w:rsidRDefault="004A3436" w:rsidP="00953558">
      <w:pPr>
        <w:pStyle w:val="Odstavec2"/>
      </w:pPr>
      <w:r w:rsidRPr="00024600">
        <w:t xml:space="preserve">Místo uvedené v předcházejícím ustanovení, tj. konkrétní místo plnění </w:t>
      </w:r>
      <w:r w:rsidR="00953558">
        <w:t>dodávka na klíč</w:t>
      </w:r>
      <w:r w:rsidRPr="00024600">
        <w:t xml:space="preserve"> je taktéž místem předání a převzetí </w:t>
      </w:r>
      <w:r w:rsidR="00953558">
        <w:t>dodávky na klíč</w:t>
      </w:r>
      <w:r w:rsidRPr="00024600">
        <w:t xml:space="preserve">. </w:t>
      </w:r>
      <w:r w:rsidR="00913E7E">
        <w:t>Dodavatel</w:t>
      </w:r>
      <w:r w:rsidRPr="00024600">
        <w:t xml:space="preserve"> se zavazuje dodržet místo plnění </w:t>
      </w:r>
      <w:r w:rsidR="00913E7E">
        <w:t>dodávky na klíč</w:t>
      </w:r>
      <w:r w:rsidRPr="00024600">
        <w:t xml:space="preserve"> v souladu se Smlouvou a dílčí smlouvou.</w:t>
      </w:r>
    </w:p>
    <w:p w14:paraId="6DB81DCD" w14:textId="77777777" w:rsidR="00397016" w:rsidRDefault="00397016" w:rsidP="00397016">
      <w:pPr>
        <w:pStyle w:val="Odstavec2"/>
      </w:pPr>
      <w:r>
        <w:t>Doba plnění bude stanovena</w:t>
      </w:r>
      <w:r w:rsidRPr="00E44CBB">
        <w:t xml:space="preserve"> každou dílčí smlouvou z</w:t>
      </w:r>
      <w:r>
        <w:t>vlášť, přičemž budou stanoveny Objednatelem</w:t>
      </w:r>
      <w:r w:rsidRPr="00E44CBB">
        <w:t xml:space="preserve"> s ohledem na podmínky uvedené v Závazných podkladech.</w:t>
      </w:r>
    </w:p>
    <w:p w14:paraId="4B5C2A26" w14:textId="77777777" w:rsidR="00397016" w:rsidRDefault="00397016" w:rsidP="00397016">
      <w:pPr>
        <w:pStyle w:val="Odstavec3"/>
      </w:pPr>
      <w:r>
        <w:t xml:space="preserve">Lhůta pro dodání a předání dodávky představuje lhůtu, ve které má být dodávka do míst plnění dodána a ve které má být zprovozněna. </w:t>
      </w:r>
    </w:p>
    <w:p w14:paraId="29C9C434" w14:textId="1E2B2DF2" w:rsidR="00397016" w:rsidRPr="006124FA" w:rsidRDefault="00397016" w:rsidP="00397016">
      <w:pPr>
        <w:pStyle w:val="Odstavec3"/>
        <w:rPr>
          <w:bCs/>
        </w:rPr>
      </w:pPr>
      <w:r>
        <w:t>Dodavatel se zavazuje, že nestanoví-li dílčí smlouva jinak, tj. není-li ve výzvě Objednatele uveden požadovaný termín plnění jinak, je l</w:t>
      </w:r>
      <w:r w:rsidRPr="003836EB">
        <w:t xml:space="preserve">hůta pro dodání a předání </w:t>
      </w:r>
      <w:r>
        <w:t>dodávky na klíč</w:t>
      </w:r>
      <w:r w:rsidRPr="003836EB">
        <w:t xml:space="preserve"> </w:t>
      </w:r>
      <w:r>
        <w:t>Dodavatelem</w:t>
      </w:r>
      <w:r w:rsidRPr="003836EB">
        <w:t xml:space="preserve"> </w:t>
      </w:r>
      <w:r>
        <w:t>Objednateli</w:t>
      </w:r>
      <w:r w:rsidRPr="003836EB">
        <w:t xml:space="preserve"> </w:t>
      </w:r>
      <w:r w:rsidRPr="00694DDB">
        <w:rPr>
          <w:b/>
        </w:rPr>
        <w:t xml:space="preserve">do </w:t>
      </w:r>
      <w:r w:rsidR="009F1628">
        <w:rPr>
          <w:b/>
        </w:rPr>
        <w:t xml:space="preserve">třiceti </w:t>
      </w:r>
      <w:r w:rsidR="00036351">
        <w:rPr>
          <w:b/>
        </w:rPr>
        <w:t>(30</w:t>
      </w:r>
      <w:r w:rsidRPr="00694DDB">
        <w:rPr>
          <w:b/>
        </w:rPr>
        <w:t xml:space="preserve">) dnů </w:t>
      </w:r>
      <w:r w:rsidR="009F1628">
        <w:rPr>
          <w:b/>
        </w:rPr>
        <w:t xml:space="preserve">po vydání stavebního povolení </w:t>
      </w:r>
      <w:r w:rsidR="006124FA" w:rsidRPr="006124FA">
        <w:rPr>
          <w:bCs/>
        </w:rPr>
        <w:t>k dílčí smlouvě.</w:t>
      </w:r>
    </w:p>
    <w:p w14:paraId="3C78D4E9" w14:textId="77777777" w:rsidR="00397016" w:rsidRDefault="00397016" w:rsidP="00397016">
      <w:pPr>
        <w:pStyle w:val="Odstavec3"/>
        <w:rPr>
          <w:bCs/>
        </w:rPr>
      </w:pPr>
      <w:r w:rsidRPr="0049681B">
        <w:rPr>
          <w:bCs/>
        </w:rPr>
        <w:t>Lhůta uvedená v</w:t>
      </w:r>
      <w:r>
        <w:rPr>
          <w:bCs/>
        </w:rPr>
        <w:t> </w:t>
      </w:r>
      <w:r w:rsidRPr="0049681B">
        <w:rPr>
          <w:bCs/>
        </w:rPr>
        <w:t>před</w:t>
      </w:r>
      <w:r>
        <w:rPr>
          <w:bCs/>
        </w:rPr>
        <w:t>chozím bodě se prodlužuje v případě:</w:t>
      </w:r>
    </w:p>
    <w:p w14:paraId="60CBBFD2" w14:textId="77777777" w:rsidR="005776AF" w:rsidRDefault="005776AF" w:rsidP="005776AF">
      <w:pPr>
        <w:pStyle w:val="Odstavec4"/>
      </w:pPr>
      <w:r>
        <w:t xml:space="preserve">V případě odvolání podané proti rozhodnutí o povolení stavebního záměru podané třetí osobou a/nebo v případě zamítnutí žádosti o povolení stavebního záměru podané Dodavatelem za Objednatele o 60 dní. </w:t>
      </w:r>
    </w:p>
    <w:p w14:paraId="038AB7C1" w14:textId="583F9444" w:rsidR="005776AF" w:rsidRDefault="005776AF" w:rsidP="005776AF">
      <w:pPr>
        <w:pStyle w:val="Odstavec4"/>
      </w:pPr>
      <w:r>
        <w:t>V případě podání ž</w:t>
      </w:r>
      <w:r w:rsidRPr="0049190E">
        <w:t>alob</w:t>
      </w:r>
      <w:r>
        <w:t>y</w:t>
      </w:r>
      <w:r w:rsidRPr="0049190E">
        <w:t xml:space="preserve"> proti rozhodnutí správního orgánu</w:t>
      </w:r>
      <w:r>
        <w:t xml:space="preserve"> třetí osobou a/nebo v případě zamítnutí žádosti o povolení stavebního záměru Dodavatelem za Objednatele, je-li současně </w:t>
      </w:r>
      <w:r w:rsidR="00AF78EB">
        <w:t>přiznán žalobě</w:t>
      </w:r>
      <w:r>
        <w:rPr>
          <w:rFonts w:cs="Arial"/>
          <w:color w:val="000000"/>
          <w:shd w:val="clear" w:color="auto" w:fill="FFFFFF"/>
        </w:rPr>
        <w:t xml:space="preserve"> odkladný účinek (§ 73 s. ř. s.), a to </w:t>
      </w:r>
      <w:r>
        <w:t xml:space="preserve">dobu odpovídající délce trvání soudního řízení (včetně řádných a mimořádných opravných prostředků) prodlouženou o 30 kalendářních dní. </w:t>
      </w:r>
    </w:p>
    <w:p w14:paraId="7BB82021" w14:textId="77777777" w:rsidR="005776AF" w:rsidRDefault="005776AF" w:rsidP="005776AF">
      <w:pPr>
        <w:pStyle w:val="Odstavec4"/>
      </w:pPr>
      <w:r>
        <w:t xml:space="preserve">V případě, je-li Dodavatel nucen podat žalobu proti nečinnosti správního orgánu (§ 79 a násl. </w:t>
      </w:r>
      <w:proofErr w:type="spellStart"/>
      <w:r>
        <w:t>s.ř.s</w:t>
      </w:r>
      <w:proofErr w:type="spellEnd"/>
      <w:r>
        <w:t xml:space="preserve">.), a to o délku trvání soudního řízení o této žalobě prodloužené o 10 kalendářních dní.  </w:t>
      </w:r>
    </w:p>
    <w:p w14:paraId="61B59AF5" w14:textId="77777777" w:rsidR="005776AF" w:rsidRDefault="005776AF" w:rsidP="005776AF">
      <w:pPr>
        <w:pStyle w:val="Odstavec4"/>
      </w:pPr>
      <w:r>
        <w:t xml:space="preserve">V případě, že Objednatel výslovně Dodavateli udělí písemný pokyn nepodávat žalobu podle předchozího bodu, a to o dobu, po kterou bude tento pokyn určovat.  </w:t>
      </w:r>
    </w:p>
    <w:p w14:paraId="3CF286CB" w14:textId="77777777" w:rsidR="009A05FE" w:rsidRDefault="00397016" w:rsidP="009A05FE">
      <w:pPr>
        <w:pStyle w:val="Odstavec2"/>
      </w:pPr>
      <w:r>
        <w:t xml:space="preserve">Prodloužení lhůty podle předchozího pododstavce je nutné mezi Smluvními stranami písemně stvrdit. </w:t>
      </w:r>
    </w:p>
    <w:p w14:paraId="1BB63D0B" w14:textId="4291B870" w:rsidR="009A05FE" w:rsidRDefault="009A05FE" w:rsidP="009A05FE">
      <w:pPr>
        <w:pStyle w:val="Odstavec2"/>
      </w:pPr>
      <w:r w:rsidRPr="00024600">
        <w:t xml:space="preserve">Doba plnění </w:t>
      </w:r>
      <w:r>
        <w:t>dodávky na klíč</w:t>
      </w:r>
      <w:r w:rsidRPr="00024600">
        <w:t xml:space="preserve"> bude sjednána v dílčí smlouvě, jejíž nedílnou součástí bude, v případě potřeby </w:t>
      </w:r>
      <w:r>
        <w:t>HMG</w:t>
      </w:r>
      <w:r w:rsidRPr="00024600">
        <w:t xml:space="preserve"> odsouhlasený ze strany Objednatele. Objednatel schvaluje </w:t>
      </w:r>
      <w:r>
        <w:t>HMG</w:t>
      </w:r>
      <w:r w:rsidRPr="00024600">
        <w:t xml:space="preserve"> dle svých obchodních a provozních priorit. Termín zahájení </w:t>
      </w:r>
      <w:r>
        <w:t>provádění dodávky</w:t>
      </w:r>
      <w:r w:rsidRPr="00024600">
        <w:t xml:space="preserve"> bude uveden ve výzvě Objednatele.</w:t>
      </w:r>
    </w:p>
    <w:p w14:paraId="39507DE7" w14:textId="77777777" w:rsidR="009A05FE" w:rsidRPr="00397016" w:rsidRDefault="009A05FE" w:rsidP="009A05FE">
      <w:pPr>
        <w:pStyle w:val="Odstavec2"/>
      </w:pPr>
      <w:r w:rsidRPr="00024600">
        <w:rPr>
          <w:rFonts w:cs="Arial"/>
        </w:rPr>
        <w:lastRenderedPageBreak/>
        <w:t xml:space="preserve">Konečný a ze strany Objednatele schválený </w:t>
      </w:r>
      <w:r>
        <w:rPr>
          <w:rFonts w:cs="Arial"/>
        </w:rPr>
        <w:t>HMG</w:t>
      </w:r>
      <w:r w:rsidRPr="00024600">
        <w:rPr>
          <w:rFonts w:cs="Arial"/>
        </w:rPr>
        <w:t xml:space="preserve"> ve vztahu ke každé dílčí smlouvě</w:t>
      </w:r>
      <w:r>
        <w:rPr>
          <w:rFonts w:cs="Arial"/>
        </w:rPr>
        <w:t xml:space="preserve">, </w:t>
      </w:r>
      <w:r w:rsidRPr="00024600">
        <w:t>v případě potřeby</w:t>
      </w:r>
      <w:r>
        <w:t>,</w:t>
      </w:r>
      <w:r w:rsidRPr="00024600">
        <w:rPr>
          <w:rFonts w:cs="Arial"/>
        </w:rPr>
        <w:t xml:space="preserve"> je pro </w:t>
      </w:r>
      <w:r>
        <w:rPr>
          <w:rFonts w:cs="Arial"/>
        </w:rPr>
        <w:t>Dodavatele</w:t>
      </w:r>
      <w:r w:rsidRPr="00024600">
        <w:rPr>
          <w:rFonts w:cs="Arial"/>
        </w:rPr>
        <w:t xml:space="preserve"> závazným podkladem pro realizaci </w:t>
      </w:r>
      <w:r>
        <w:rPr>
          <w:rFonts w:cs="Arial"/>
        </w:rPr>
        <w:t>dodávka na klíč.</w:t>
      </w:r>
    </w:p>
    <w:p w14:paraId="158EF265" w14:textId="75BFA94B" w:rsidR="007C7A7A" w:rsidRDefault="00A00CE3" w:rsidP="00D542F4">
      <w:pPr>
        <w:pStyle w:val="lnek"/>
        <w:ind w:left="17"/>
        <w:rPr>
          <w:rFonts w:cs="Arial"/>
          <w:bCs w:val="0"/>
        </w:rPr>
      </w:pPr>
      <w:bookmarkStart w:id="5" w:name="_Ref359591150"/>
      <w:r w:rsidRPr="00024600">
        <w:rPr>
          <w:rFonts w:cs="Arial"/>
          <w:bCs w:val="0"/>
        </w:rPr>
        <w:t xml:space="preserve">Podmínky poskytování </w:t>
      </w:r>
      <w:bookmarkEnd w:id="5"/>
      <w:r>
        <w:rPr>
          <w:rFonts w:cs="Arial"/>
          <w:bCs w:val="0"/>
        </w:rPr>
        <w:t>dodávek</w:t>
      </w:r>
      <w:r w:rsidRPr="00024600">
        <w:rPr>
          <w:rFonts w:cs="Arial"/>
          <w:bCs w:val="0"/>
        </w:rPr>
        <w:t>, předání a převzetí pracoviště</w:t>
      </w:r>
    </w:p>
    <w:p w14:paraId="24D70D4D" w14:textId="6FD6DE9C" w:rsidR="008A02F0" w:rsidRPr="00024600" w:rsidRDefault="005A7275" w:rsidP="008A02F0">
      <w:pPr>
        <w:pStyle w:val="Odstavec2"/>
      </w:pPr>
      <w:r>
        <w:t>Dodavatel</w:t>
      </w:r>
      <w:r w:rsidR="008A02F0" w:rsidRPr="00024600">
        <w:t xml:space="preserve"> souhlasí, že dílčí zakázky na </w:t>
      </w:r>
      <w:r>
        <w:t>dodávky</w:t>
      </w:r>
      <w:r w:rsidR="008A02F0" w:rsidRPr="00024600">
        <w:t xml:space="preserve"> dle této Smlouvy budou Objednatelem zadány postupem sjednaným v čl. 3 této Smlouvy.</w:t>
      </w:r>
    </w:p>
    <w:p w14:paraId="6925FC24" w14:textId="1B5AC73B" w:rsidR="008A02F0" w:rsidRPr="00024600" w:rsidRDefault="008A02F0" w:rsidP="005A7275">
      <w:pPr>
        <w:pStyle w:val="Odstavec2"/>
      </w:pPr>
      <w:r w:rsidRPr="00024600">
        <w:t xml:space="preserve">Osobami oprávněnými činit za Objednatele výzvy jsou osoby oprávněné jednat za Objednatele ve věcech technických a realizace </w:t>
      </w:r>
      <w:r w:rsidR="006426E3">
        <w:t>dodávky na klíč</w:t>
      </w:r>
      <w:r w:rsidR="006426E3" w:rsidRPr="00024600">
        <w:t xml:space="preserve"> </w:t>
      </w:r>
      <w:r w:rsidRPr="00024600">
        <w:t>uvedené v záhlaví Smlouvy.</w:t>
      </w:r>
    </w:p>
    <w:p w14:paraId="7146E19E" w14:textId="1ACD198D" w:rsidR="008A02F0" w:rsidRPr="00024600" w:rsidRDefault="008A02F0" w:rsidP="008A02F0">
      <w:pPr>
        <w:pStyle w:val="Odstavec3"/>
      </w:pPr>
      <w:r w:rsidRPr="00024600">
        <w:t xml:space="preserve">V případě, že výzvu Objednatele učiní osoba, jež není určena touto Smlouvou jako osoba, jež je oprávněna požadavek Objednatele zadat, či taková osoba jiným způsobem neprokáže pověření Objednatele činit za Objednatele výzvu k poskytnutí plnění </w:t>
      </w:r>
      <w:r w:rsidR="00EB6F9B">
        <w:t>Dodavatele</w:t>
      </w:r>
      <w:r w:rsidRPr="00024600">
        <w:t xml:space="preserve"> dle této Smlouvy, nebude na takové požadavky brán zřetel a nebudou řešeny způsobem dle této Smlouvy. </w:t>
      </w:r>
      <w:r w:rsidR="00EB6F9B">
        <w:t>Dodavate</w:t>
      </w:r>
      <w:r w:rsidRPr="00024600">
        <w:t xml:space="preserve">l není oprávněn na základě výzvy Objednatele učiněné neoprávněnou osobou plnit a Objednatel není jakékoliv takové plnění uhradit.  </w:t>
      </w:r>
    </w:p>
    <w:p w14:paraId="474A63DB" w14:textId="556C0704" w:rsidR="008A02F0" w:rsidRPr="00024600" w:rsidRDefault="008A02F0" w:rsidP="00EB6F9B">
      <w:pPr>
        <w:pStyle w:val="Odstavec2"/>
      </w:pPr>
      <w:r w:rsidRPr="00024600">
        <w:t>Přejímka pracoviště</w:t>
      </w:r>
    </w:p>
    <w:p w14:paraId="0BE5B356" w14:textId="60D63FB9" w:rsidR="008A02F0" w:rsidRPr="00024600" w:rsidRDefault="008A02F0" w:rsidP="008A02F0">
      <w:pPr>
        <w:pStyle w:val="Odstavec3"/>
      </w:pPr>
      <w:r w:rsidRPr="00024600">
        <w:t xml:space="preserve">Smluvní strany sjednávají, že pracoviště </w:t>
      </w:r>
      <w:r w:rsidR="008F4598">
        <w:t xml:space="preserve">pro dodávku na klíč </w:t>
      </w:r>
      <w:r w:rsidRPr="00024600">
        <w:t xml:space="preserve">bude vždy Objednatelem </w:t>
      </w:r>
      <w:r w:rsidR="00424EC7">
        <w:t>Dodavateli</w:t>
      </w:r>
      <w:r w:rsidRPr="00024600">
        <w:t xml:space="preserve"> předán</w:t>
      </w:r>
      <w:r w:rsidR="00424EC7">
        <w:t>a</w:t>
      </w:r>
      <w:r w:rsidRPr="00024600">
        <w:t xml:space="preserve"> jednorázově</w:t>
      </w:r>
      <w:r w:rsidR="00CC4367">
        <w:t>.</w:t>
      </w:r>
    </w:p>
    <w:p w14:paraId="061D9781" w14:textId="3A610BDF" w:rsidR="008A02F0" w:rsidRPr="00024600" w:rsidRDefault="008A02F0" w:rsidP="008A02F0">
      <w:pPr>
        <w:pStyle w:val="Odstavec3"/>
      </w:pPr>
      <w:r w:rsidRPr="00024600">
        <w:t xml:space="preserve">O předání pracoviště bude vždy vyhotoven a oprávněnými osobami Smluvních stran podepsán protokol. Pokud se </w:t>
      </w:r>
      <w:r w:rsidR="00641D6F">
        <w:t>Dodavatel</w:t>
      </w:r>
      <w:r w:rsidRPr="00024600">
        <w:t xml:space="preserve"> k přejímce pracoviště nedostaví ve stanoveném termínu, nemá právo uplatňovat posunutí termínu plnění z titulu pozdního předání pracoviště.</w:t>
      </w:r>
    </w:p>
    <w:p w14:paraId="3849D840" w14:textId="7BC82DE4" w:rsidR="008A02F0" w:rsidRPr="00024600" w:rsidRDefault="008A02F0" w:rsidP="008F4598">
      <w:pPr>
        <w:pStyle w:val="Odstavec2"/>
      </w:pPr>
      <w:r w:rsidRPr="00024600">
        <w:t xml:space="preserve">Smluvní strany se dohodly, že veškeré náklady na zařízení pracoviště včetně jeho střežení, hradí </w:t>
      </w:r>
      <w:r w:rsidR="00134D8F">
        <w:t>Dodavatel</w:t>
      </w:r>
      <w:r w:rsidRPr="00024600">
        <w:t>, nedohodnou-li se strany písemně jinak.</w:t>
      </w:r>
    </w:p>
    <w:p w14:paraId="03F9E56C" w14:textId="420F7C10" w:rsidR="008A02F0" w:rsidRPr="00024600" w:rsidRDefault="008A02F0" w:rsidP="00134D8F">
      <w:pPr>
        <w:pStyle w:val="Odstavec2"/>
      </w:pPr>
      <w:r w:rsidRPr="00024600">
        <w:t xml:space="preserve">Uzavřený sklad Objednatel nezajišťuje, poskytne </w:t>
      </w:r>
      <w:r w:rsidR="00AD4A4A">
        <w:t>Dodavateli</w:t>
      </w:r>
      <w:r w:rsidRPr="00024600">
        <w:t xml:space="preserve"> pouze možnost umístění materiálu a techniky v areálu dle možností Objednatele v době provádění </w:t>
      </w:r>
      <w:r w:rsidR="000B7F58">
        <w:t xml:space="preserve">dodávky na klíč </w:t>
      </w:r>
      <w:r w:rsidR="00163AE8">
        <w:t>Dodavat</w:t>
      </w:r>
      <w:r w:rsidRPr="00024600">
        <w:t>elem.</w:t>
      </w:r>
    </w:p>
    <w:p w14:paraId="24E30F5E" w14:textId="0EBEE94E" w:rsidR="008A02F0" w:rsidRPr="00024600" w:rsidRDefault="008A02F0" w:rsidP="00B46A09">
      <w:pPr>
        <w:pStyle w:val="Odstavec2"/>
      </w:pPr>
      <w:r w:rsidRPr="00024600">
        <w:t xml:space="preserve">V místech, kde je zdroj el. energie a vody, může poskytnout Objednatel </w:t>
      </w:r>
      <w:r w:rsidR="00AD4A4A">
        <w:t>Dodavateli</w:t>
      </w:r>
      <w:r w:rsidRPr="00024600">
        <w:t xml:space="preserve"> napojení na tyto zdroje za předpokladu zřízení podružného měření (na náklad </w:t>
      </w:r>
      <w:r w:rsidR="00AD4A4A">
        <w:t>Dodavatele</w:t>
      </w:r>
      <w:r w:rsidRPr="00024600">
        <w:t xml:space="preserve">) a úhrady spotřeby </w:t>
      </w:r>
      <w:r w:rsidR="00AD4A4A">
        <w:t>Dodavatelem</w:t>
      </w:r>
      <w:r w:rsidRPr="00024600">
        <w:t xml:space="preserve">, nebude-li dohodnuto jinak. </w:t>
      </w:r>
    </w:p>
    <w:p w14:paraId="35D1464A" w14:textId="26EB330A" w:rsidR="008A02F0" w:rsidRPr="00024600" w:rsidRDefault="008A02F0" w:rsidP="00B46A09">
      <w:pPr>
        <w:pStyle w:val="Odstavec2"/>
      </w:pPr>
      <w:r w:rsidRPr="00024600">
        <w:t xml:space="preserve">Objednatel neposkytuje </w:t>
      </w:r>
      <w:r w:rsidR="00AD4A4A">
        <w:t>Dodavateli</w:t>
      </w:r>
      <w:r w:rsidRPr="00024600">
        <w:t xml:space="preserve"> sociální zařízení a šatny, umožní </w:t>
      </w:r>
      <w:r w:rsidR="00AD4A4A">
        <w:t>Dodavateli</w:t>
      </w:r>
      <w:r w:rsidRPr="00024600">
        <w:t xml:space="preserve"> přístup na WC.</w:t>
      </w:r>
    </w:p>
    <w:p w14:paraId="3882671D" w14:textId="44DF3969" w:rsidR="008A02F0" w:rsidRPr="00024600" w:rsidRDefault="00AD4A4A" w:rsidP="00B46A09">
      <w:pPr>
        <w:pStyle w:val="Odstavec2"/>
      </w:pPr>
      <w:r>
        <w:t>Dodavatel</w:t>
      </w:r>
      <w:r w:rsidR="008A02F0" w:rsidRPr="00024600">
        <w:t xml:space="preserve"> je povinen provádět práce </w:t>
      </w:r>
      <w:r>
        <w:t xml:space="preserve">související s dodávkou na klíč </w:t>
      </w:r>
      <w:r w:rsidR="008A02F0" w:rsidRPr="00024600">
        <w:t>pouze na jemu určeném místě.</w:t>
      </w:r>
    </w:p>
    <w:p w14:paraId="7DBAA264" w14:textId="767ED42F" w:rsidR="008A02F0" w:rsidRPr="00024600" w:rsidRDefault="00AD4A4A" w:rsidP="00AD4A4A">
      <w:pPr>
        <w:pStyle w:val="Odstavec2"/>
      </w:pPr>
      <w:r>
        <w:t>Dodavatel</w:t>
      </w:r>
      <w:r w:rsidR="008A02F0" w:rsidRPr="00024600">
        <w:t xml:space="preserve"> </w:t>
      </w:r>
      <w:proofErr w:type="gramStart"/>
      <w:r w:rsidR="008A02F0" w:rsidRPr="00024600">
        <w:t>zabezpečí</w:t>
      </w:r>
      <w:proofErr w:type="gramEnd"/>
      <w:r w:rsidR="008A02F0" w:rsidRPr="00024600">
        <w:t xml:space="preserve"> na své vlastní náklady dopravu a skladování strojů, zařízení a materiálu nezbytného k řádnému provádění </w:t>
      </w:r>
      <w:r>
        <w:t>dodávky na klíč</w:t>
      </w:r>
      <w:r w:rsidR="008A02F0" w:rsidRPr="00024600">
        <w:t>, jakož i bezpečnost a ochranu zdraví osob na pracovišti.</w:t>
      </w:r>
    </w:p>
    <w:p w14:paraId="7BF4D4E1" w14:textId="3F594688" w:rsidR="008A02F0" w:rsidRPr="00024600" w:rsidRDefault="00DF222E" w:rsidP="00DF222E">
      <w:pPr>
        <w:pStyle w:val="Odstavec2"/>
      </w:pPr>
      <w:r>
        <w:t>Dodavatel</w:t>
      </w:r>
      <w:r w:rsidR="008A02F0" w:rsidRPr="00024600">
        <w:t xml:space="preserve"> zodpovídá za řádnou ochranu veškeré zeleně v místě pracoviště a na sousedních plochách. Poškozenou nebo zničenou zeleň je </w:t>
      </w:r>
      <w:r>
        <w:t>Dodavatel</w:t>
      </w:r>
      <w:r w:rsidR="008A02F0" w:rsidRPr="00024600">
        <w:t xml:space="preserve"> povinen nahradit</w:t>
      </w:r>
      <w:r w:rsidR="002C72EB">
        <w:t xml:space="preserve"> nebo uhradit náhradu za její </w:t>
      </w:r>
      <w:r w:rsidR="00EC2B40">
        <w:t>obnovu.</w:t>
      </w:r>
    </w:p>
    <w:p w14:paraId="7A97B3FF" w14:textId="263101A0" w:rsidR="008A02F0" w:rsidRPr="00024600" w:rsidRDefault="00DF222E" w:rsidP="00DF222E">
      <w:pPr>
        <w:pStyle w:val="Odstavec2"/>
      </w:pPr>
      <w:r>
        <w:t>Dodavatel</w:t>
      </w:r>
      <w:r w:rsidR="008A02F0" w:rsidRPr="00024600">
        <w:t xml:space="preserve"> odpovídá za udržení pořádku na vlastním pracovišti. V případě, že </w:t>
      </w:r>
      <w:r w:rsidR="00893763">
        <w:t>Dodavatel</w:t>
      </w:r>
      <w:r w:rsidR="008A02F0" w:rsidRPr="00024600">
        <w:t xml:space="preserve"> nezajistí likvidaci vlastního odpadu a zbytků materiálu, odstraní je Objednatel sám na náklady </w:t>
      </w:r>
      <w:r w:rsidR="00893763">
        <w:t>Dodavatele</w:t>
      </w:r>
      <w:r w:rsidR="008A02F0" w:rsidRPr="00024600">
        <w:t xml:space="preserve">. </w:t>
      </w:r>
      <w:r w:rsidR="00893763">
        <w:t>Dodavatel</w:t>
      </w:r>
      <w:r w:rsidR="008A02F0" w:rsidRPr="00024600">
        <w:t xml:space="preserve"> je povinen uhradit náklady, které mu byly v této souvislosti Objednatelem vyúčtovány, a to ve lhůtě uvedené ve výzvě k zaplacení zaslané Objednatelem </w:t>
      </w:r>
      <w:r w:rsidR="00893763">
        <w:t>Dodavateli</w:t>
      </w:r>
      <w:r w:rsidR="008A02F0" w:rsidRPr="00024600">
        <w:t>.</w:t>
      </w:r>
    </w:p>
    <w:p w14:paraId="28E12C02" w14:textId="66A4899F" w:rsidR="008A02F0" w:rsidRPr="00024600" w:rsidRDefault="00893763" w:rsidP="00893763">
      <w:pPr>
        <w:pStyle w:val="Odstavec2"/>
      </w:pPr>
      <w:r>
        <w:t>Dodavatel</w:t>
      </w:r>
      <w:r w:rsidR="008A02F0" w:rsidRPr="00024600">
        <w:t xml:space="preserve"> je povinen předat vyklizené pracoviště Objednateli nejpozději v den přejímky </w:t>
      </w:r>
      <w:r w:rsidR="000B7F58">
        <w:t>dodávky na klíč</w:t>
      </w:r>
      <w:r w:rsidR="008A02F0" w:rsidRPr="00024600">
        <w:t>.</w:t>
      </w:r>
    </w:p>
    <w:p w14:paraId="616211A1" w14:textId="33FB9113" w:rsidR="008A02F0" w:rsidRPr="00024600" w:rsidRDefault="008A02F0" w:rsidP="00C73EED">
      <w:pPr>
        <w:pStyle w:val="Odstavec2"/>
      </w:pPr>
      <w:r w:rsidRPr="00024600">
        <w:t xml:space="preserve">V souladu s termíny a ve lhůtách sjednaných touto Smlouvou či uvedených ve výzvě Objednatele a sjednaných v dílčí smlouvě je </w:t>
      </w:r>
      <w:r w:rsidR="00C73EED">
        <w:t>Dodavatel</w:t>
      </w:r>
      <w:r w:rsidRPr="00024600">
        <w:t xml:space="preserve"> povinen zahájit činnosti, </w:t>
      </w:r>
      <w:r w:rsidR="00C73EED">
        <w:t>dodávku na klíč</w:t>
      </w:r>
      <w:r w:rsidRPr="00024600">
        <w:t xml:space="preserve"> včas a řádně dokončit a předat Objednateli.</w:t>
      </w:r>
    </w:p>
    <w:p w14:paraId="0A4B4394" w14:textId="70815D84" w:rsidR="008A02F0" w:rsidRDefault="004902B8" w:rsidP="004902B8">
      <w:pPr>
        <w:pStyle w:val="Odstavec2"/>
      </w:pPr>
      <w:bookmarkStart w:id="6" w:name="_Ref361735816"/>
      <w:r>
        <w:t>Dodavatel</w:t>
      </w:r>
      <w:r w:rsidR="008A02F0" w:rsidRPr="00024600">
        <w:t xml:space="preserve"> je povinen provádět </w:t>
      </w:r>
      <w:r w:rsidR="005776AF">
        <w:t xml:space="preserve">dodávku </w:t>
      </w:r>
      <w:r w:rsidR="008A02F0" w:rsidRPr="00024600">
        <w:t xml:space="preserve">dle </w:t>
      </w:r>
      <w:r>
        <w:t>čl. 3</w:t>
      </w:r>
      <w:r w:rsidR="008A02F0" w:rsidRPr="00024600">
        <w:t xml:space="preserve"> Smlouvy ve sjednaných termínech a lhůtách. </w:t>
      </w:r>
    </w:p>
    <w:p w14:paraId="59988941" w14:textId="6BD8BEA2" w:rsidR="0000137E" w:rsidRPr="00024600" w:rsidRDefault="0000137E" w:rsidP="004902B8">
      <w:pPr>
        <w:pStyle w:val="Odstavec2"/>
      </w:pPr>
      <w:r>
        <w:rPr>
          <w:rFonts w:cs="Arial"/>
        </w:rPr>
        <w:t>Dodavatel</w:t>
      </w:r>
      <w:r w:rsidRPr="00024600">
        <w:rPr>
          <w:rFonts w:cs="Arial"/>
        </w:rPr>
        <w:t xml:space="preserve"> nemá nárok na náklady za práce, služby a dodávky prováděné nad rámec zadání Objednatele bez jeho souhlasu</w:t>
      </w:r>
      <w:r w:rsidR="001C04C7">
        <w:rPr>
          <w:rFonts w:cs="Arial"/>
        </w:rPr>
        <w:t>, nejsou-li na základě této Smlouvy a/nebo dílčí smlouvy zahrnuty do předmětu plnění</w:t>
      </w:r>
      <w:r>
        <w:rPr>
          <w:rFonts w:cs="Arial"/>
        </w:rPr>
        <w:t>.</w:t>
      </w:r>
    </w:p>
    <w:bookmarkEnd w:id="6"/>
    <w:p w14:paraId="06F54983" w14:textId="38BAEC7A" w:rsidR="005C5D01" w:rsidRPr="009F4458" w:rsidRDefault="005C5D01" w:rsidP="00D542F4">
      <w:pPr>
        <w:pStyle w:val="lnek"/>
        <w:ind w:left="17"/>
        <w:rPr>
          <w:rFonts w:cs="Arial"/>
        </w:rPr>
      </w:pPr>
      <w:r w:rsidRPr="009F4458">
        <w:rPr>
          <w:rFonts w:eastAsiaTheme="minorEastAsia" w:cs="Arial"/>
        </w:rPr>
        <w:lastRenderedPageBreak/>
        <w:t>Cena</w:t>
      </w:r>
      <w:r w:rsidR="00197CE7">
        <w:rPr>
          <w:rFonts w:eastAsiaTheme="minorEastAsia" w:cs="Arial"/>
        </w:rPr>
        <w:t xml:space="preserve"> dodávky a platební podmínky</w:t>
      </w:r>
    </w:p>
    <w:p w14:paraId="4D085B00" w14:textId="3A9BC652" w:rsidR="0012254F" w:rsidRPr="00024600" w:rsidRDefault="0012254F" w:rsidP="0012254F">
      <w:pPr>
        <w:pStyle w:val="Odstavec2"/>
      </w:pPr>
      <w:r w:rsidRPr="00024600">
        <w:t xml:space="preserve">Cena za řádné a včasné provedení </w:t>
      </w:r>
      <w:r>
        <w:t>dodávky na klíč</w:t>
      </w:r>
      <w:r w:rsidR="00173E1C">
        <w:t xml:space="preserve"> </w:t>
      </w:r>
      <w:r w:rsidR="00173E1C" w:rsidRPr="007659AE">
        <w:rPr>
          <w:rFonts w:cs="Arial"/>
        </w:rPr>
        <w:t>vč. správních poplatků</w:t>
      </w:r>
      <w:r w:rsidRPr="00024600">
        <w:t xml:space="preserve"> (dále jen „</w:t>
      </w:r>
      <w:r w:rsidRPr="00024600">
        <w:rPr>
          <w:b/>
        </w:rPr>
        <w:t xml:space="preserve">Cena </w:t>
      </w:r>
      <w:r w:rsidR="00F903E0">
        <w:rPr>
          <w:b/>
        </w:rPr>
        <w:t>dodávky</w:t>
      </w:r>
      <w:r w:rsidRPr="00024600">
        <w:t xml:space="preserve">“) bude uvedena v dílčí smlouvě, resp. v písemné výzvě Objednatele potvrzené ze strany </w:t>
      </w:r>
      <w:r w:rsidR="00F903E0">
        <w:t>Dodavatele</w:t>
      </w:r>
      <w:r w:rsidRPr="00024600">
        <w:t xml:space="preserve"> dle této Smlouvy.</w:t>
      </w:r>
    </w:p>
    <w:p w14:paraId="5497F13B" w14:textId="02130226" w:rsidR="0012254F" w:rsidRPr="00024600" w:rsidRDefault="0012254F" w:rsidP="00F903E0">
      <w:pPr>
        <w:pStyle w:val="Odstavec2"/>
      </w:pPr>
      <w:r w:rsidRPr="00024600">
        <w:t xml:space="preserve">Cena </w:t>
      </w:r>
      <w:r w:rsidR="00F903E0">
        <w:t>dodávky</w:t>
      </w:r>
      <w:r w:rsidRPr="00024600">
        <w:t xml:space="preserve"> je stanovena dohodou jako cena smluvní, bez DPH, a bude vždy vypočtena na základě součtu jednotkových cen uvedených v příloze č. 1 této Smlouvy a bude účtována dle skutečně provedených </w:t>
      </w:r>
      <w:r>
        <w:t>č</w:t>
      </w:r>
      <w:r w:rsidRPr="00024600">
        <w:t xml:space="preserve">inností </w:t>
      </w:r>
      <w:r w:rsidR="0056098A">
        <w:t>Dodavatele</w:t>
      </w:r>
      <w:r w:rsidR="001C04C7">
        <w:t>m</w:t>
      </w:r>
      <w:r w:rsidRPr="00024600">
        <w:t>.</w:t>
      </w:r>
    </w:p>
    <w:p w14:paraId="640E434A" w14:textId="6F7D87C2" w:rsidR="0012254F" w:rsidRPr="002615F2" w:rsidRDefault="0012254F" w:rsidP="0056098A">
      <w:pPr>
        <w:pStyle w:val="Odstavec2"/>
      </w:pPr>
      <w:r w:rsidRPr="00024600">
        <w:t xml:space="preserve">Jednotkové ceny </w:t>
      </w:r>
      <w:r w:rsidRPr="002615F2">
        <w:t>uvedené v příloze č. 1 této Smlouvy jsou stanoveny jako konečné, nejvýše přípustné a neměnné se započtením veškerých nákladů, rizik, zisku apod. (včetně veškerých dalších nákladů např. dopravy, poplatků, daní, bankovních výloh, pojištění, režijních nákladů a nákladů spojených se změnou ceny vstupních surovin a/nebo výrobků</w:t>
      </w:r>
      <w:r w:rsidR="000B1033" w:rsidRPr="002615F2">
        <w:t>, času stráveného na cestách</w:t>
      </w:r>
      <w:r w:rsidR="00F35F37" w:rsidRPr="002615F2">
        <w:t xml:space="preserve">, </w:t>
      </w:r>
      <w:r w:rsidR="00F35F37" w:rsidRPr="002615F2">
        <w:rPr>
          <w:rFonts w:cs="Arial"/>
        </w:rPr>
        <w:t>náklady na ubytování, přesčasy, riziko špatného počasí, zatížení zimou, pojištění, clo, licence, vypracování všech dokumentů potřebných pro provoz a údržbu dodávk</w:t>
      </w:r>
      <w:r w:rsidR="00D47386" w:rsidRPr="002615F2">
        <w:rPr>
          <w:rFonts w:cs="Arial"/>
        </w:rPr>
        <w:t>y</w:t>
      </w:r>
      <w:r w:rsidRPr="002615F2">
        <w:t xml:space="preserve"> atd.) a jsou pro </w:t>
      </w:r>
      <w:r w:rsidR="00163AE8" w:rsidRPr="002615F2">
        <w:t>Dodavate</w:t>
      </w:r>
      <w:r w:rsidRPr="002615F2">
        <w:t xml:space="preserve">le závazné po celou dobu trvání této Smlouvy jako jediné přípustné jednotkové ceny pro stanovení Ceny </w:t>
      </w:r>
      <w:r w:rsidR="00872FF5" w:rsidRPr="002615F2">
        <w:t xml:space="preserve">dodávky </w:t>
      </w:r>
      <w:r w:rsidRPr="002615F2">
        <w:t>podle konkrétního výkazu výměr</w:t>
      </w:r>
      <w:r w:rsidR="006111F5" w:rsidRPr="002615F2">
        <w:t>.</w:t>
      </w:r>
      <w:r w:rsidRPr="002615F2">
        <w:t>.</w:t>
      </w:r>
    </w:p>
    <w:p w14:paraId="7C470E9B" w14:textId="3810FC8E" w:rsidR="0012254F" w:rsidRDefault="0012254F" w:rsidP="00DB2BD1">
      <w:pPr>
        <w:pStyle w:val="Odstavec2"/>
      </w:pPr>
      <w:r w:rsidRPr="002615F2">
        <w:t>Jednotkové ceny uvedené v příloze č. 1 jsou uvedeny bez daně z přidané hodnoty (DPH). DPH v zákonné výši ke dni uskutečnění zdanitelného plnění</w:t>
      </w:r>
      <w:r w:rsidRPr="00024600">
        <w:t xml:space="preserve"> bude připočtena k Ceně díla</w:t>
      </w:r>
      <w:r w:rsidR="00BF3771">
        <w:t>.</w:t>
      </w:r>
    </w:p>
    <w:p w14:paraId="006AB449" w14:textId="0217C4F8" w:rsidR="00174BE4" w:rsidRDefault="00174BE4" w:rsidP="00DB2BD1">
      <w:pPr>
        <w:pStyle w:val="Odstavec2"/>
      </w:pPr>
      <w:r w:rsidRPr="00024600">
        <w:t xml:space="preserve">Není-li v této Smlouvě uvedeno jinak, jsou v jednotkových cenách sloužícího pro výpočet Ceny díla zahrnuty veškeré náklady </w:t>
      </w:r>
      <w:r w:rsidR="00F54AFD">
        <w:t>Dodavatele</w:t>
      </w:r>
      <w:r w:rsidRPr="00024600">
        <w:t xml:space="preserve"> spojené s plněním této Smlouvy a dílčí smlouvy, zejména</w:t>
      </w:r>
      <w:r>
        <w:t>:</w:t>
      </w:r>
    </w:p>
    <w:p w14:paraId="133FF351" w14:textId="3CD3A3A6" w:rsidR="00845AFC" w:rsidRDefault="0086259F" w:rsidP="0078620E">
      <w:pPr>
        <w:pStyle w:val="Odstavec2"/>
        <w:numPr>
          <w:ilvl w:val="0"/>
          <w:numId w:val="15"/>
        </w:numPr>
      </w:pPr>
      <w:r w:rsidRPr="00E60B6A">
        <w:t xml:space="preserve">náklady spojené s přípravou a realizací předmětu </w:t>
      </w:r>
      <w:r w:rsidR="00D16607">
        <w:t>dodávky</w:t>
      </w:r>
      <w:r w:rsidRPr="00E60B6A">
        <w:t xml:space="preserve"> v dohodnutém termínu a místě plněn</w:t>
      </w:r>
      <w:r w:rsidR="003C62DF">
        <w:t>í;</w:t>
      </w:r>
    </w:p>
    <w:p w14:paraId="4C1D9208" w14:textId="1AAFDF33" w:rsidR="003C62DF" w:rsidRDefault="003C62DF" w:rsidP="0078620E">
      <w:pPr>
        <w:pStyle w:val="Odstavec2"/>
        <w:numPr>
          <w:ilvl w:val="0"/>
          <w:numId w:val="15"/>
        </w:numPr>
      </w:pPr>
      <w:r>
        <w:t>nákla</w:t>
      </w:r>
      <w:r w:rsidRPr="00E60B6A">
        <w:t>dy na veškerou svislou</w:t>
      </w:r>
      <w:r w:rsidRPr="003C62DF">
        <w:t xml:space="preserve"> </w:t>
      </w:r>
      <w:r w:rsidRPr="00E60B6A">
        <w:t>a vodorovnou dopravu na pracovišti</w:t>
      </w:r>
      <w:r>
        <w:t>;</w:t>
      </w:r>
    </w:p>
    <w:p w14:paraId="240EBD78" w14:textId="13144D82" w:rsidR="002A26EE" w:rsidRDefault="002A26EE" w:rsidP="0078620E">
      <w:pPr>
        <w:pStyle w:val="Odstavec2"/>
        <w:numPr>
          <w:ilvl w:val="0"/>
          <w:numId w:val="15"/>
        </w:numPr>
      </w:pPr>
      <w:r>
        <w:t>nák</w:t>
      </w:r>
      <w:r w:rsidRPr="00E60B6A">
        <w:t>lady na vyklizení pracoviště a staveniště, odvoz zbytků materiálu(ů), náklady na likvidace odpadních vod a kalů včetně souvisejících nákladů</w:t>
      </w:r>
      <w:r>
        <w:t>;</w:t>
      </w:r>
    </w:p>
    <w:p w14:paraId="1F94796C" w14:textId="1E02DC95" w:rsidR="00195672" w:rsidRDefault="00195672" w:rsidP="0078620E">
      <w:pPr>
        <w:pStyle w:val="Odstavec2"/>
        <w:numPr>
          <w:ilvl w:val="0"/>
          <w:numId w:val="15"/>
        </w:numPr>
      </w:pPr>
      <w:r w:rsidRPr="00024600">
        <w:t>náklady na veškerá opatření vyplývající z právních a ostatních předpisů k zajištění bezpečnosti a ochrany zdraví při práci a k zajištění požární ochrany a prevence závažných havárií</w:t>
      </w:r>
    </w:p>
    <w:p w14:paraId="2B868740" w14:textId="686673C5" w:rsidR="002A26EE" w:rsidRDefault="002A26EE" w:rsidP="0078620E">
      <w:pPr>
        <w:pStyle w:val="Odstavec2"/>
        <w:numPr>
          <w:ilvl w:val="0"/>
          <w:numId w:val="15"/>
        </w:numPr>
      </w:pPr>
      <w:r>
        <w:t>e</w:t>
      </w:r>
      <w:r w:rsidRPr="00024600">
        <w:t xml:space="preserve">kologická likvidace a uložení všech hmot a odpadů včetně nebezpečných odpadů vzniklých při realizaci v souladu s obecně závaznými předpisy včetně doložení příslušných dokladů, přičemž nebylo-li smluvně ujednáno jinak, původcem všech odpadů je </w:t>
      </w:r>
      <w:r>
        <w:t>Dodavatel;</w:t>
      </w:r>
    </w:p>
    <w:p w14:paraId="0BAE28BA" w14:textId="60C7A18C" w:rsidR="002A26EE" w:rsidRDefault="002A26EE" w:rsidP="0078620E">
      <w:pPr>
        <w:pStyle w:val="Odstavec2"/>
        <w:numPr>
          <w:ilvl w:val="0"/>
          <w:numId w:val="15"/>
        </w:numPr>
      </w:pPr>
      <w:r>
        <w:t>náklady</w:t>
      </w:r>
      <w:r w:rsidRPr="002A26EE">
        <w:t xml:space="preserve"> </w:t>
      </w:r>
      <w:r w:rsidRPr="00E60B6A">
        <w:t>na opatření k zajištění bezpečnosti práce, ochranná zábradlí otvorů, volných okrajů a podobně</w:t>
      </w:r>
      <w:r>
        <w:t>;</w:t>
      </w:r>
    </w:p>
    <w:p w14:paraId="5719D5DB" w14:textId="7C743E9B" w:rsidR="00413A2D" w:rsidRDefault="00413A2D" w:rsidP="0078620E">
      <w:pPr>
        <w:pStyle w:val="Odstavec2"/>
        <w:numPr>
          <w:ilvl w:val="0"/>
          <w:numId w:val="15"/>
        </w:numPr>
      </w:pPr>
      <w:r>
        <w:t>náklady</w:t>
      </w:r>
      <w:r w:rsidRPr="00413A2D">
        <w:t xml:space="preserve"> </w:t>
      </w:r>
      <w:r w:rsidRPr="00E60B6A">
        <w:t>na opatření na ochranu konstrukcí před poškozením a před negativními vlivy počasí, např. deště, teploty a podobně</w:t>
      </w:r>
      <w:r>
        <w:t>;</w:t>
      </w:r>
    </w:p>
    <w:p w14:paraId="01365BD2" w14:textId="6C12968A" w:rsidR="00413A2D" w:rsidRDefault="00413A2D" w:rsidP="0078620E">
      <w:pPr>
        <w:pStyle w:val="Odstavec2"/>
        <w:numPr>
          <w:ilvl w:val="0"/>
          <w:numId w:val="15"/>
        </w:numPr>
      </w:pPr>
      <w:r>
        <w:t>náklady</w:t>
      </w:r>
      <w:r w:rsidRPr="00413A2D">
        <w:t xml:space="preserve"> </w:t>
      </w:r>
      <w:r w:rsidRPr="00E60B6A">
        <w:t>na platby za požadované záruky a pojištění</w:t>
      </w:r>
      <w:r>
        <w:t>;</w:t>
      </w:r>
    </w:p>
    <w:p w14:paraId="730F95F4" w14:textId="45EF6522" w:rsidR="00413A2D" w:rsidRDefault="00413A2D" w:rsidP="0078620E">
      <w:pPr>
        <w:pStyle w:val="Odstavec2"/>
        <w:numPr>
          <w:ilvl w:val="0"/>
          <w:numId w:val="15"/>
        </w:numPr>
      </w:pPr>
      <w:r>
        <w:t>náklady</w:t>
      </w:r>
      <w:r w:rsidRPr="00413A2D">
        <w:t xml:space="preserve"> </w:t>
      </w:r>
      <w:r w:rsidRPr="00E60B6A">
        <w:t>na veškeré pomocné materiály a ostatní hmoty a výkony neuvedené samostatně v položkách Jednotkového výkazu výměr</w:t>
      </w:r>
      <w:r>
        <w:t>;</w:t>
      </w:r>
    </w:p>
    <w:p w14:paraId="1E5DF5BB" w14:textId="3C11F6A6" w:rsidR="00413A2D" w:rsidRDefault="00413A2D" w:rsidP="0078620E">
      <w:pPr>
        <w:pStyle w:val="Odstavec2"/>
        <w:numPr>
          <w:ilvl w:val="0"/>
          <w:numId w:val="15"/>
        </w:numPr>
      </w:pPr>
      <w:r>
        <w:t>náklady</w:t>
      </w:r>
      <w:r w:rsidRPr="00413A2D">
        <w:t xml:space="preserve"> </w:t>
      </w:r>
      <w:r w:rsidRPr="00E60B6A">
        <w:t>na veškeré pomocné práce, výkony a přípomoci, nejsou-li oceněny samostatnou položkou</w:t>
      </w:r>
      <w:r>
        <w:t>;</w:t>
      </w:r>
    </w:p>
    <w:p w14:paraId="58DDAED7" w14:textId="771FE750" w:rsidR="00413A2D" w:rsidRDefault="00413A2D" w:rsidP="0078620E">
      <w:pPr>
        <w:pStyle w:val="Odstavec2"/>
        <w:numPr>
          <w:ilvl w:val="0"/>
          <w:numId w:val="15"/>
        </w:numPr>
      </w:pPr>
      <w:r>
        <w:t xml:space="preserve">náklady </w:t>
      </w:r>
      <w:r w:rsidRPr="00E60B6A">
        <w:t>spojené s vyhotovením veškeré projektové dokumentace nutné pro provedení díla, jako i technologické předpisy a postupy, výkresy, výpočty, výrobní a dílenská dokumentace a jiné doklady nutné k provedení díla</w:t>
      </w:r>
      <w:r>
        <w:t>;</w:t>
      </w:r>
    </w:p>
    <w:p w14:paraId="77474885" w14:textId="5EFDDCC2" w:rsidR="00413A2D" w:rsidRDefault="00413A2D" w:rsidP="0078620E">
      <w:pPr>
        <w:pStyle w:val="Odstavec2"/>
        <w:numPr>
          <w:ilvl w:val="0"/>
          <w:numId w:val="15"/>
        </w:numPr>
      </w:pPr>
      <w:r>
        <w:t xml:space="preserve">náklady </w:t>
      </w:r>
      <w:r w:rsidRPr="00E60B6A">
        <w:t>na dopravu, složení a ochranu materiálu a jednotlivých zařízení franko stavba včetně skladování na staveništi, náklady na veškeré práce, dodávky či výkony potřebné k řádnému provedení kompletního díla, jímž se má zabezpečit plná funkčnost a bezpečnost nádrže, a to i když nejsou výslovně ve smlouvě o dílo či jejích přílohách (např. výkazu výměr) uvedeny</w:t>
      </w:r>
      <w:r>
        <w:t>;</w:t>
      </w:r>
    </w:p>
    <w:p w14:paraId="0098A82B" w14:textId="73DFB6CC" w:rsidR="000C7F0C" w:rsidRPr="00DD49C7" w:rsidRDefault="000C7F0C" w:rsidP="000C7F0C">
      <w:pPr>
        <w:pStyle w:val="Odstavec2"/>
      </w:pPr>
      <w:r w:rsidRPr="00DD49C7">
        <w:t>Cena za Dodav</w:t>
      </w:r>
      <w:r w:rsidR="004E5E67" w:rsidRPr="00DD49C7">
        <w:t>a</w:t>
      </w:r>
      <w:r w:rsidRPr="00DD49C7">
        <w:t xml:space="preserve">telem užité </w:t>
      </w:r>
      <w:r w:rsidR="00CC0F74">
        <w:t xml:space="preserve">dodávky, </w:t>
      </w:r>
      <w:r w:rsidRPr="00DD49C7">
        <w:t xml:space="preserve">komponenty </w:t>
      </w:r>
      <w:r w:rsidR="004341EC" w:rsidRPr="00DD49C7">
        <w:t xml:space="preserve">a náhradní díly neuvedené ve výkazu výměr </w:t>
      </w:r>
      <w:r w:rsidRPr="00DD49C7">
        <w:t xml:space="preserve">bude </w:t>
      </w:r>
      <w:r w:rsidR="00F54AFD" w:rsidRPr="00DD49C7">
        <w:t>Dodavatelem</w:t>
      </w:r>
      <w:r w:rsidRPr="00DD49C7">
        <w:t xml:space="preserve"> účtována v čase a místě obvyklá a v případě požadavku Objednatele bude výše této ceny </w:t>
      </w:r>
      <w:r w:rsidR="00DA3E40" w:rsidRPr="00DD49C7">
        <w:t>Dodavatelem</w:t>
      </w:r>
      <w:r w:rsidRPr="00DD49C7">
        <w:t xml:space="preserve"> doložena před užitím takových </w:t>
      </w:r>
      <w:r w:rsidR="00CC0F74">
        <w:t>dodávek</w:t>
      </w:r>
      <w:r w:rsidR="003D010D">
        <w:t xml:space="preserve">, </w:t>
      </w:r>
      <w:r w:rsidRPr="00DD49C7">
        <w:t xml:space="preserve">komponentů </w:t>
      </w:r>
      <w:r w:rsidR="00DA3E40" w:rsidRPr="00DD49C7">
        <w:t xml:space="preserve">či náhradních dílů </w:t>
      </w:r>
      <w:r w:rsidRPr="00DD49C7">
        <w:t xml:space="preserve">a ze strany Objednatele schválena. Objednatel je oprávněn si případně zajistit náhradní díly a komponenty od jiného </w:t>
      </w:r>
      <w:r w:rsidR="00A30BDB" w:rsidRPr="00DD49C7">
        <w:t>D</w:t>
      </w:r>
      <w:r w:rsidRPr="00DD49C7">
        <w:t>odavatele či z vlastních zdrojů.</w:t>
      </w:r>
    </w:p>
    <w:p w14:paraId="7B783A81" w14:textId="26395883" w:rsidR="000C7F0C" w:rsidRPr="00226094" w:rsidRDefault="00B45196" w:rsidP="00B45196">
      <w:pPr>
        <w:pStyle w:val="Odstavec2"/>
      </w:pPr>
      <w:r w:rsidRPr="00226094">
        <w:rPr>
          <w:rFonts w:cs="Arial"/>
        </w:rPr>
        <w:lastRenderedPageBreak/>
        <w:t>Dodavatel</w:t>
      </w:r>
      <w:r w:rsidR="000C7F0C" w:rsidRPr="00226094">
        <w:rPr>
          <w:rFonts w:cs="Arial"/>
        </w:rPr>
        <w:t xml:space="preserve"> nese též náklady související s odstraněním přejímkových vad a nedodělků a odstranění vad vzniklých v záruční době a vad z vzniklých vad.</w:t>
      </w:r>
      <w:r w:rsidR="000C7F0C" w:rsidRPr="00226094">
        <w:t xml:space="preserve"> </w:t>
      </w:r>
    </w:p>
    <w:p w14:paraId="1F937420" w14:textId="4124E7C6" w:rsidR="003A263F" w:rsidRPr="00226094" w:rsidRDefault="003A263F" w:rsidP="00B45196">
      <w:pPr>
        <w:pStyle w:val="Odstavec2"/>
      </w:pPr>
      <w:r w:rsidRPr="00226094">
        <w:t xml:space="preserve">Cena za dodávku na klíč bude Objednatelem hrazena vždy po řádném a úplném dokončení </w:t>
      </w:r>
      <w:r w:rsidR="00311B15" w:rsidRPr="00226094">
        <w:t>dodávky</w:t>
      </w:r>
      <w:r w:rsidRPr="00226094">
        <w:t xml:space="preserve"> na základě faktur – daňových dokladů (dále jen „faktura“) vystavených po předání a převzetí </w:t>
      </w:r>
      <w:r w:rsidR="00311B15" w:rsidRPr="00226094">
        <w:t>dodávky na klíč</w:t>
      </w:r>
      <w:r w:rsidRPr="00226094">
        <w:t xml:space="preserve">, o které bude sepsán Protokol o předání a převzetí podepsaný zástupci obou Smluvních stran. </w:t>
      </w:r>
    </w:p>
    <w:p w14:paraId="0CA8C370" w14:textId="3CFF7EAB" w:rsidR="00532481" w:rsidRPr="00226094" w:rsidRDefault="00532481" w:rsidP="00B45196">
      <w:pPr>
        <w:pStyle w:val="Odstavec2"/>
      </w:pPr>
      <w:r w:rsidRPr="00226094">
        <w:t xml:space="preserve">Smluvní strany se dohodly, že Dodavatel nemá v průběhu plnění Smlouvy nárok na zálohy ze strany Objednatele. Objednatel není povinen hradit v průběhu plnění Smlouvy přiměřenou část odměny ve smyslu </w:t>
      </w:r>
      <w:proofErr w:type="spellStart"/>
      <w:r w:rsidRPr="00226094">
        <w:t>ust</w:t>
      </w:r>
      <w:proofErr w:type="spellEnd"/>
      <w:r w:rsidRPr="00226094">
        <w:t>. § 2611 Občanský zákoník, není-li písemně dohodnuto jinak</w:t>
      </w:r>
      <w:r w:rsidR="002B11A6" w:rsidRPr="00226094">
        <w:t>.</w:t>
      </w:r>
    </w:p>
    <w:p w14:paraId="33969F7D" w14:textId="27EEA189" w:rsidR="002B11A6" w:rsidRPr="00321687" w:rsidRDefault="002B11A6" w:rsidP="00B45196">
      <w:pPr>
        <w:pStyle w:val="Odstavec2"/>
      </w:pPr>
      <w:r w:rsidRPr="00226094">
        <w:rPr>
          <w:rFonts w:cs="Arial"/>
        </w:rPr>
        <w:t xml:space="preserve">Cena </w:t>
      </w:r>
      <w:r w:rsidR="00F95574" w:rsidRPr="00226094">
        <w:rPr>
          <w:rFonts w:cs="Arial"/>
        </w:rPr>
        <w:t>dodávky</w:t>
      </w:r>
      <w:r w:rsidRPr="00226094">
        <w:rPr>
          <w:rFonts w:cs="Arial"/>
        </w:rPr>
        <w:t xml:space="preserve"> obsahuje i náklady související s plněním dohodnutých platebních podmínek. Cena </w:t>
      </w:r>
      <w:r w:rsidR="00F95574" w:rsidRPr="00226094">
        <w:rPr>
          <w:rFonts w:cs="Arial"/>
        </w:rPr>
        <w:t>dodávky</w:t>
      </w:r>
      <w:r w:rsidRPr="00226094">
        <w:rPr>
          <w:rFonts w:cs="Arial"/>
        </w:rPr>
        <w:t xml:space="preserve"> obsahuje vývoj cen vstupních nákladů a zvýšení Ceny </w:t>
      </w:r>
      <w:r w:rsidR="00F95574" w:rsidRPr="00226094">
        <w:rPr>
          <w:rFonts w:cs="Arial"/>
        </w:rPr>
        <w:t>dodávek</w:t>
      </w:r>
      <w:r w:rsidRPr="00226094">
        <w:rPr>
          <w:rFonts w:cs="Arial"/>
        </w:rPr>
        <w:t xml:space="preserve"> v závislosti na čase plnění, a to až do </w:t>
      </w:r>
      <w:r w:rsidR="00FA1E83" w:rsidRPr="00226094">
        <w:rPr>
          <w:rFonts w:cs="Arial"/>
        </w:rPr>
        <w:t>konce platnosti rámcové dohody.</w:t>
      </w:r>
    </w:p>
    <w:p w14:paraId="09F33E1F" w14:textId="7257C894" w:rsidR="00321687" w:rsidRPr="0096786F" w:rsidRDefault="00321687" w:rsidP="00B45196">
      <w:pPr>
        <w:pStyle w:val="Odstavec2"/>
      </w:pPr>
      <w:r>
        <w:rPr>
          <w:rFonts w:cs="Arial"/>
        </w:rPr>
        <w:t>V případě, že nebude možné získat povolení</w:t>
      </w:r>
      <w:r w:rsidR="00B4359D">
        <w:rPr>
          <w:rFonts w:cs="Arial"/>
        </w:rPr>
        <w:t xml:space="preserve"> záměru z důvodu stojících na straně Objednatele a/nebo</w:t>
      </w:r>
      <w:r w:rsidR="0096786F">
        <w:rPr>
          <w:rFonts w:cs="Arial"/>
        </w:rPr>
        <w:t xml:space="preserve"> z jeho pokynu, případně nebude možné získat </w:t>
      </w:r>
      <w:r w:rsidR="0096786F" w:rsidRPr="0096786F">
        <w:rPr>
          <w:rFonts w:cs="Arial"/>
        </w:rPr>
        <w:t>rozhodnutí o povolení stavebního záměru</w:t>
      </w:r>
      <w:r w:rsidR="0096786F">
        <w:rPr>
          <w:rFonts w:cs="Arial"/>
        </w:rPr>
        <w:t xml:space="preserve"> z jiného objektivního důvodu stojícího</w:t>
      </w:r>
      <w:r w:rsidR="007B491D">
        <w:rPr>
          <w:rFonts w:cs="Arial"/>
        </w:rPr>
        <w:t xml:space="preserve"> na straně </w:t>
      </w:r>
      <w:r w:rsidR="0096786F">
        <w:rPr>
          <w:rFonts w:cs="Arial"/>
        </w:rPr>
        <w:t>Objednatel</w:t>
      </w:r>
      <w:r w:rsidR="007B491D">
        <w:rPr>
          <w:rFonts w:cs="Arial"/>
        </w:rPr>
        <w:t xml:space="preserve"> (pro vyloučení pochybností se stanoví, že tímto není případ vyplývajícího ze samotné PD)</w:t>
      </w:r>
      <w:r w:rsidR="0096786F">
        <w:rPr>
          <w:rFonts w:cs="Arial"/>
        </w:rPr>
        <w:t xml:space="preserve"> uhradí Objednateli pouze cenu odpovídající PD podle přílohy č. 1</w:t>
      </w:r>
      <w:r w:rsidR="00B94490">
        <w:rPr>
          <w:rFonts w:cs="Arial"/>
        </w:rPr>
        <w:t xml:space="preserve"> Smlouvy</w:t>
      </w:r>
      <w:r w:rsidR="0096786F">
        <w:rPr>
          <w:rFonts w:cs="Arial"/>
        </w:rPr>
        <w:t>. V takovém případě</w:t>
      </w:r>
      <w:r w:rsidR="007B491D">
        <w:rPr>
          <w:rFonts w:cs="Arial"/>
        </w:rPr>
        <w:t xml:space="preserve"> </w:t>
      </w:r>
      <w:r w:rsidR="004F162F">
        <w:rPr>
          <w:rFonts w:cs="Arial"/>
        </w:rPr>
        <w:t xml:space="preserve">musí Dodavatel Objednateli </w:t>
      </w:r>
      <w:r w:rsidR="007B491D">
        <w:rPr>
          <w:rFonts w:cs="Arial"/>
        </w:rPr>
        <w:t>před</w:t>
      </w:r>
      <w:r w:rsidR="004F162F">
        <w:rPr>
          <w:rFonts w:cs="Arial"/>
        </w:rPr>
        <w:t>at</w:t>
      </w:r>
      <w:r w:rsidR="007B491D">
        <w:rPr>
          <w:rFonts w:cs="Arial"/>
        </w:rPr>
        <w:t xml:space="preserve"> PD a všechna rozhodnutí, vyjádření a stanoviska orgánů veřejné správy a třetích osob získaná v rámci procesu získaní rozhodnutí o povolení stavebního záměru. </w:t>
      </w:r>
      <w:r w:rsidR="004F162F">
        <w:rPr>
          <w:rFonts w:cs="Arial"/>
        </w:rPr>
        <w:t xml:space="preserve">O takovém předání </w:t>
      </w:r>
      <w:proofErr w:type="gramStart"/>
      <w:r w:rsidR="004F162F">
        <w:rPr>
          <w:rFonts w:cs="Arial"/>
        </w:rPr>
        <w:t>sepíší</w:t>
      </w:r>
      <w:proofErr w:type="gramEnd"/>
      <w:r w:rsidR="004F162F">
        <w:rPr>
          <w:rFonts w:cs="Arial"/>
        </w:rPr>
        <w:t xml:space="preserve"> Smluvní strany protokol, ve kterém uvedou i důvody pro nemožnost získat rozhodnutí o pov</w:t>
      </w:r>
      <w:r w:rsidR="00B94490">
        <w:rPr>
          <w:rFonts w:cs="Arial"/>
        </w:rPr>
        <w:t>o</w:t>
      </w:r>
      <w:r w:rsidR="004F162F">
        <w:rPr>
          <w:rFonts w:cs="Arial"/>
        </w:rPr>
        <w:t xml:space="preserve">lení záměru. </w:t>
      </w:r>
      <w:r w:rsidR="007B491D">
        <w:rPr>
          <w:rFonts w:cs="Arial"/>
        </w:rPr>
        <w:t xml:space="preserve">  </w:t>
      </w:r>
      <w:r w:rsidR="0096786F">
        <w:rPr>
          <w:rFonts w:cs="Arial"/>
        </w:rPr>
        <w:t xml:space="preserve">  </w:t>
      </w:r>
    </w:p>
    <w:p w14:paraId="37D4A8E0" w14:textId="011D2BE7" w:rsidR="008C7B05" w:rsidRPr="00226094" w:rsidRDefault="008C7B05" w:rsidP="009A38F9">
      <w:pPr>
        <w:pStyle w:val="Odstavec2"/>
        <w:rPr>
          <w:rFonts w:ascii="Times New Roman" w:hAnsi="Times New Roman"/>
          <w:sz w:val="24"/>
          <w:szCs w:val="24"/>
        </w:rPr>
      </w:pPr>
      <w:r w:rsidRPr="00226094">
        <w:rPr>
          <w:rFonts w:cs="Arial"/>
        </w:rPr>
        <w:t xml:space="preserve">Cena </w:t>
      </w:r>
      <w:r w:rsidR="00F500BC" w:rsidRPr="00226094">
        <w:rPr>
          <w:rFonts w:cs="Arial"/>
        </w:rPr>
        <w:t>dodávek</w:t>
      </w:r>
      <w:r w:rsidRPr="00226094">
        <w:rPr>
          <w:rFonts w:cs="Arial"/>
        </w:rPr>
        <w:t xml:space="preserve"> může být dále změněna v souvislosti se změnou daňových právních předpisů týkajících se DPH, a to nejvýše o částku odpovídající změně provedené touto legislativní změnou. Nastane-li jakákoliv skutečnost, která je důvodem pro změnu Ceny, </w:t>
      </w:r>
      <w:r w:rsidR="006366F6" w:rsidRPr="00226094">
        <w:rPr>
          <w:rFonts w:cs="Arial"/>
        </w:rPr>
        <w:t>Dodavatel</w:t>
      </w:r>
      <w:r w:rsidRPr="00226094">
        <w:rPr>
          <w:rFonts w:cs="Arial"/>
        </w:rPr>
        <w:t xml:space="preserve"> písemně Objednateli důvod změny oznámí, </w:t>
      </w:r>
      <w:proofErr w:type="gramStart"/>
      <w:r w:rsidRPr="00226094">
        <w:rPr>
          <w:rFonts w:cs="Arial"/>
        </w:rPr>
        <w:t>doloží</w:t>
      </w:r>
      <w:proofErr w:type="gramEnd"/>
      <w:r w:rsidRPr="00226094">
        <w:rPr>
          <w:rFonts w:cs="Arial"/>
        </w:rPr>
        <w:t xml:space="preserve"> a vyčíslí výši rozdílu v dosavadní Ceně </w:t>
      </w:r>
      <w:r w:rsidR="00432AD2">
        <w:rPr>
          <w:rFonts w:cs="Arial"/>
        </w:rPr>
        <w:t>dodávky</w:t>
      </w:r>
      <w:r w:rsidR="00432AD2" w:rsidRPr="00226094">
        <w:rPr>
          <w:rFonts w:cs="Arial"/>
        </w:rPr>
        <w:t xml:space="preserve"> </w:t>
      </w:r>
      <w:r w:rsidRPr="00226094">
        <w:rPr>
          <w:rFonts w:cs="Arial"/>
        </w:rPr>
        <w:t xml:space="preserve">a změněné Ceně </w:t>
      </w:r>
      <w:r w:rsidR="00432AD2">
        <w:rPr>
          <w:rFonts w:cs="Arial"/>
        </w:rPr>
        <w:t>dodávky</w:t>
      </w:r>
      <w:r w:rsidRPr="00226094">
        <w:rPr>
          <w:rFonts w:cs="Arial"/>
        </w:rPr>
        <w:t xml:space="preserve">. Nově určená Cena </w:t>
      </w:r>
      <w:r w:rsidR="00CB2EEF">
        <w:rPr>
          <w:rFonts w:cs="Arial"/>
        </w:rPr>
        <w:t>dodávky</w:t>
      </w:r>
      <w:r w:rsidR="00CB2EEF" w:rsidRPr="00226094">
        <w:rPr>
          <w:rFonts w:cs="Arial"/>
        </w:rPr>
        <w:t xml:space="preserve"> </w:t>
      </w:r>
      <w:r w:rsidRPr="00226094">
        <w:rPr>
          <w:rFonts w:cs="Arial"/>
        </w:rPr>
        <w:t>bude vždy sjednána písemným dodatkem v listinné podobě</w:t>
      </w:r>
      <w:r w:rsidRPr="00226094">
        <w:rPr>
          <w:rFonts w:ascii="Times New Roman" w:hAnsi="Times New Roman"/>
          <w:sz w:val="24"/>
          <w:szCs w:val="24"/>
        </w:rPr>
        <w:t>.</w:t>
      </w:r>
      <w:r w:rsidR="003D3CA8">
        <w:rPr>
          <w:rFonts w:ascii="Times New Roman" w:hAnsi="Times New Roman"/>
          <w:sz w:val="24"/>
          <w:szCs w:val="24"/>
        </w:rPr>
        <w:t xml:space="preserve"> </w:t>
      </w:r>
    </w:p>
    <w:p w14:paraId="0A447424" w14:textId="632F65BD" w:rsidR="008C7B05" w:rsidRPr="00226094" w:rsidRDefault="009A38F9" w:rsidP="0059305A">
      <w:pPr>
        <w:pStyle w:val="Odstavec2"/>
        <w:rPr>
          <w:rFonts w:cs="Arial"/>
        </w:rPr>
      </w:pPr>
      <w:bookmarkStart w:id="7" w:name="_Ref439956234"/>
      <w:r w:rsidRPr="00226094">
        <w:rPr>
          <w:rFonts w:cs="Arial"/>
        </w:rPr>
        <w:t xml:space="preserve">Při provádění dodávky na klíč </w:t>
      </w:r>
      <w:r w:rsidR="00266C05" w:rsidRPr="00226094">
        <w:rPr>
          <w:rFonts w:cs="Arial"/>
        </w:rPr>
        <w:t>Dodav</w:t>
      </w:r>
      <w:r w:rsidR="00172B20" w:rsidRPr="00226094">
        <w:rPr>
          <w:rFonts w:cs="Arial"/>
        </w:rPr>
        <w:t>a</w:t>
      </w:r>
      <w:r w:rsidR="00266C05" w:rsidRPr="00226094">
        <w:rPr>
          <w:rFonts w:cs="Arial"/>
        </w:rPr>
        <w:t>tel</w:t>
      </w:r>
      <w:r w:rsidR="008C7B05" w:rsidRPr="00226094">
        <w:rPr>
          <w:rFonts w:cs="Arial"/>
        </w:rPr>
        <w:t xml:space="preserve"> má právo na změnu Ceny díla v následujících případech:</w:t>
      </w:r>
      <w:bookmarkEnd w:id="7"/>
    </w:p>
    <w:p w14:paraId="7F284F22" w14:textId="6F889E69" w:rsidR="008C7B05" w:rsidRPr="00226094" w:rsidRDefault="008C7B05" w:rsidP="0078620E">
      <w:pPr>
        <w:numPr>
          <w:ilvl w:val="0"/>
          <w:numId w:val="13"/>
        </w:numPr>
        <w:spacing w:before="120" w:line="276" w:lineRule="auto"/>
        <w:ind w:left="1134" w:hanging="425"/>
        <w:rPr>
          <w:rFonts w:cs="Arial"/>
          <w:szCs w:val="20"/>
        </w:rPr>
      </w:pPr>
      <w:r w:rsidRPr="00226094">
        <w:rPr>
          <w:rFonts w:cs="Arial"/>
          <w:szCs w:val="20"/>
        </w:rPr>
        <w:t xml:space="preserve">Objednatel požaduje provedení prací, které nejsou součástí </w:t>
      </w:r>
      <w:r w:rsidR="00266C05" w:rsidRPr="00226094">
        <w:rPr>
          <w:rFonts w:cs="Arial"/>
          <w:szCs w:val="20"/>
        </w:rPr>
        <w:t>dodávky na klíč</w:t>
      </w:r>
      <w:r w:rsidRPr="00226094">
        <w:rPr>
          <w:rFonts w:cs="Arial"/>
          <w:szCs w:val="20"/>
        </w:rPr>
        <w:t xml:space="preserve"> (dále jen „</w:t>
      </w:r>
      <w:r w:rsidRPr="00226094">
        <w:rPr>
          <w:rFonts w:cs="Arial"/>
          <w:b/>
          <w:szCs w:val="20"/>
        </w:rPr>
        <w:t>Vícepráce</w:t>
      </w:r>
      <w:r w:rsidRPr="00226094">
        <w:rPr>
          <w:rFonts w:cs="Arial"/>
          <w:szCs w:val="20"/>
        </w:rPr>
        <w:t>“);</w:t>
      </w:r>
    </w:p>
    <w:p w14:paraId="4870C52F" w14:textId="6C0BBA72" w:rsidR="008C7B05" w:rsidRPr="00226094" w:rsidRDefault="008C7B05" w:rsidP="0078620E">
      <w:pPr>
        <w:numPr>
          <w:ilvl w:val="0"/>
          <w:numId w:val="13"/>
        </w:numPr>
        <w:spacing w:before="120" w:line="276" w:lineRule="auto"/>
        <w:ind w:left="1134" w:hanging="425"/>
        <w:rPr>
          <w:rFonts w:cs="Arial"/>
          <w:szCs w:val="20"/>
        </w:rPr>
      </w:pPr>
      <w:r w:rsidRPr="00226094">
        <w:rPr>
          <w:rFonts w:cs="Arial"/>
          <w:szCs w:val="20"/>
        </w:rPr>
        <w:t xml:space="preserve">Objednatel požaduje vypustit některé práce, které jsou součástí </w:t>
      </w:r>
      <w:r w:rsidR="00266C05" w:rsidRPr="00226094">
        <w:rPr>
          <w:rFonts w:cs="Arial"/>
          <w:szCs w:val="20"/>
        </w:rPr>
        <w:t>dodávky na klíč</w:t>
      </w:r>
      <w:r w:rsidRPr="00226094">
        <w:rPr>
          <w:rFonts w:cs="Arial"/>
          <w:szCs w:val="20"/>
        </w:rPr>
        <w:t xml:space="preserve"> (dále jen „</w:t>
      </w:r>
      <w:r w:rsidRPr="00226094">
        <w:rPr>
          <w:rFonts w:cs="Arial"/>
          <w:b/>
          <w:szCs w:val="20"/>
        </w:rPr>
        <w:t>Méněpráce</w:t>
      </w:r>
      <w:r w:rsidRPr="00226094">
        <w:rPr>
          <w:rFonts w:cs="Arial"/>
          <w:szCs w:val="20"/>
        </w:rPr>
        <w:t>“);</w:t>
      </w:r>
    </w:p>
    <w:p w14:paraId="11A857EC" w14:textId="69A6376D" w:rsidR="008C7B05" w:rsidRPr="00226094" w:rsidRDefault="008C7B05" w:rsidP="00B556A8">
      <w:pPr>
        <w:pStyle w:val="Odstavec2"/>
        <w:rPr>
          <w:rFonts w:cs="Arial"/>
        </w:rPr>
      </w:pPr>
      <w:bookmarkStart w:id="8" w:name="_Ref440916807"/>
      <w:r w:rsidRPr="00226094">
        <w:rPr>
          <w:rFonts w:cs="Arial"/>
        </w:rPr>
        <w:t xml:space="preserve">Jakékoliv navýšení Ceny </w:t>
      </w:r>
      <w:r w:rsidR="00C63437" w:rsidRPr="00226094">
        <w:rPr>
          <w:rFonts w:cs="Arial"/>
        </w:rPr>
        <w:t>dodávky</w:t>
      </w:r>
      <w:r w:rsidRPr="00226094">
        <w:rPr>
          <w:rFonts w:cs="Arial"/>
        </w:rPr>
        <w:t xml:space="preserve"> musí být sjednáno písemným dodatkem. Před účinnosti dodatku uvedeného v předcházející větě nevzniká </w:t>
      </w:r>
      <w:r w:rsidR="00730B04" w:rsidRPr="00226094">
        <w:rPr>
          <w:rFonts w:cs="Arial"/>
        </w:rPr>
        <w:t>Dodavateli</w:t>
      </w:r>
      <w:r w:rsidRPr="00226094">
        <w:rPr>
          <w:rFonts w:cs="Arial"/>
        </w:rPr>
        <w:t xml:space="preserve"> nárok na zaplacení jakékoliv navýšené části; jakákoliv částka zaplacená </w:t>
      </w:r>
      <w:r w:rsidR="00730B04" w:rsidRPr="00226094">
        <w:rPr>
          <w:rFonts w:cs="Arial"/>
        </w:rPr>
        <w:t>Dodavateli</w:t>
      </w:r>
      <w:r w:rsidRPr="00226094">
        <w:rPr>
          <w:rFonts w:cs="Arial"/>
        </w:rPr>
        <w:t xml:space="preserve"> v rozporu s tímto ustanovení se považuje za zálohu na budoucí úhradu navýšené Ceny </w:t>
      </w:r>
      <w:r w:rsidR="00730B04" w:rsidRPr="00226094">
        <w:rPr>
          <w:rFonts w:cs="Arial"/>
        </w:rPr>
        <w:t>dodávky</w:t>
      </w:r>
      <w:r w:rsidRPr="00226094">
        <w:rPr>
          <w:rFonts w:cs="Arial"/>
        </w:rPr>
        <w:t>.</w:t>
      </w:r>
      <w:bookmarkEnd w:id="8"/>
    </w:p>
    <w:p w14:paraId="0241BDAC" w14:textId="6733BDE4" w:rsidR="008C7B05" w:rsidRPr="00226094" w:rsidRDefault="008C7B05" w:rsidP="00B556A8">
      <w:pPr>
        <w:pStyle w:val="Odstavec2"/>
        <w:rPr>
          <w:rFonts w:cs="Arial"/>
        </w:rPr>
      </w:pPr>
      <w:r w:rsidRPr="00226094">
        <w:rPr>
          <w:rFonts w:cs="Arial"/>
        </w:rPr>
        <w:t xml:space="preserve">Za Méněpráce Smluvní strany považují práce a dodávky v předmětu </w:t>
      </w:r>
      <w:r w:rsidR="008B319E" w:rsidRPr="00226094">
        <w:rPr>
          <w:rFonts w:cs="Arial"/>
        </w:rPr>
        <w:t>dodávky</w:t>
      </w:r>
      <w:r w:rsidRPr="00226094">
        <w:rPr>
          <w:rFonts w:cs="Arial"/>
        </w:rPr>
        <w:t xml:space="preserve"> předvídané, avšak neuskutečněné nebo práce a dodávky sice uskutečněné, avšak v menším rozsahu, než se přepokládalo. Snížení Ceny </w:t>
      </w:r>
      <w:r w:rsidR="00936A8D" w:rsidRPr="00226094">
        <w:rPr>
          <w:rFonts w:cs="Arial"/>
        </w:rPr>
        <w:t>dodávek</w:t>
      </w:r>
      <w:r w:rsidRPr="00226094">
        <w:rPr>
          <w:rFonts w:cs="Arial"/>
        </w:rPr>
        <w:t xml:space="preserve"> o cenu Méněprací lze provést rovněž pokynem Objednatele k vypuštění Méněprací. Vyhoví-li </w:t>
      </w:r>
      <w:r w:rsidR="000247F7" w:rsidRPr="00226094">
        <w:rPr>
          <w:rFonts w:cs="Arial"/>
        </w:rPr>
        <w:t>Dodavatel</w:t>
      </w:r>
      <w:r w:rsidRPr="00226094">
        <w:rPr>
          <w:rFonts w:cs="Arial"/>
        </w:rPr>
        <w:t xml:space="preserve"> pokynu podle předcházející věty, platí, že Strany sjednaly vypuštění Méněprací; </w:t>
      </w:r>
      <w:r w:rsidR="000247F7" w:rsidRPr="00226094">
        <w:rPr>
          <w:rFonts w:cs="Arial"/>
        </w:rPr>
        <w:t>Dodavate</w:t>
      </w:r>
      <w:r w:rsidRPr="00226094">
        <w:rPr>
          <w:rFonts w:cs="Arial"/>
        </w:rPr>
        <w:t>l však není oprávněn požadovat zaplacení ceny Méněprací ani v případě, že nevyhověl pokynu Objednatele k vypuštění Méněprací.</w:t>
      </w:r>
    </w:p>
    <w:p w14:paraId="2F162728" w14:textId="0F83D64D" w:rsidR="008C7B05" w:rsidRPr="00226094" w:rsidRDefault="008C7B05" w:rsidP="00B556A8">
      <w:pPr>
        <w:pStyle w:val="Odstavec2"/>
        <w:rPr>
          <w:rFonts w:cs="Arial"/>
        </w:rPr>
      </w:pPr>
      <w:r w:rsidRPr="00226094">
        <w:rPr>
          <w:rFonts w:cs="Arial"/>
        </w:rPr>
        <w:t>Změny Ceny</w:t>
      </w:r>
      <w:r w:rsidR="0071663C" w:rsidRPr="00226094">
        <w:rPr>
          <w:rFonts w:cs="Arial"/>
        </w:rPr>
        <w:t xml:space="preserve"> dodávek</w:t>
      </w:r>
      <w:r w:rsidRPr="00226094">
        <w:rPr>
          <w:rFonts w:cs="Arial"/>
        </w:rPr>
        <w:t xml:space="preserve"> budou stanoveny v případě změn u prací, které budou obsaženy v Položkovém rozpočtu, na základě jednotkové ceny dané práce v Položkovém rozpočtu. Změny Ceny u prací, které nejsou v Položkovém rozpočtu uvedeny, budou stanoveny dle ceny obvyklé (např. dle jednotkových cen v obecně dostupné cenové soustavě).</w:t>
      </w:r>
    </w:p>
    <w:p w14:paraId="7FE901CC" w14:textId="6D0AFDC1" w:rsidR="008C7B05" w:rsidRPr="00226094" w:rsidRDefault="008C7B05" w:rsidP="00B556A8">
      <w:pPr>
        <w:pStyle w:val="Odstavec2"/>
        <w:rPr>
          <w:rFonts w:cs="Arial"/>
        </w:rPr>
      </w:pPr>
      <w:r w:rsidRPr="00226094">
        <w:rPr>
          <w:rFonts w:cs="Arial"/>
        </w:rPr>
        <w:t xml:space="preserve">Objednatel nebude </w:t>
      </w:r>
      <w:r w:rsidR="001B7D86" w:rsidRPr="00226094">
        <w:rPr>
          <w:rFonts w:cs="Arial"/>
        </w:rPr>
        <w:t>Dodavateli</w:t>
      </w:r>
      <w:r w:rsidRPr="00226094">
        <w:rPr>
          <w:rFonts w:cs="Arial"/>
        </w:rPr>
        <w:t xml:space="preserve"> poskytovat platby předem, ani přiměřenou část odměny podle § 2611 Občanského zákoníku.</w:t>
      </w:r>
    </w:p>
    <w:p w14:paraId="28F6DEE7" w14:textId="7366A031" w:rsidR="008C7B05" w:rsidRPr="00226094" w:rsidRDefault="008C7B05" w:rsidP="00B556A8">
      <w:pPr>
        <w:pStyle w:val="Odstavec2"/>
        <w:rPr>
          <w:rFonts w:cs="Arial"/>
        </w:rPr>
      </w:pPr>
      <w:r w:rsidRPr="00226094">
        <w:rPr>
          <w:rFonts w:cs="Arial"/>
        </w:rPr>
        <w:t xml:space="preserve">V celkové Ceně </w:t>
      </w:r>
      <w:r w:rsidR="00B94490">
        <w:rPr>
          <w:rFonts w:cs="Arial"/>
        </w:rPr>
        <w:t>dodávky</w:t>
      </w:r>
      <w:r w:rsidR="00B94490" w:rsidRPr="00226094">
        <w:rPr>
          <w:rFonts w:cs="Arial"/>
        </w:rPr>
        <w:t xml:space="preserve"> </w:t>
      </w:r>
      <w:r w:rsidRPr="00226094">
        <w:rPr>
          <w:rFonts w:cs="Arial"/>
        </w:rPr>
        <w:t xml:space="preserve">dle odst. </w:t>
      </w:r>
      <w:r w:rsidR="00B94490">
        <w:rPr>
          <w:rFonts w:cs="Arial"/>
        </w:rPr>
        <w:t xml:space="preserve">9.1. </w:t>
      </w:r>
      <w:r w:rsidRPr="00226094">
        <w:rPr>
          <w:rFonts w:cs="Arial"/>
        </w:rPr>
        <w:t xml:space="preserve">Smlouvy jsou zahrnuty i položky výslovně neuvedené v Závazných podkladech nebo pokynech Objednatele, které bylo možno předpokládat vzhledem k povaze a způsobu provádění a užívání </w:t>
      </w:r>
      <w:r w:rsidR="001B7D86" w:rsidRPr="00226094">
        <w:rPr>
          <w:rFonts w:cs="Arial"/>
        </w:rPr>
        <w:t>dodávky na klíč</w:t>
      </w:r>
      <w:r w:rsidRPr="00226094">
        <w:rPr>
          <w:rFonts w:cs="Arial"/>
        </w:rPr>
        <w:t xml:space="preserve"> a odbornosti </w:t>
      </w:r>
      <w:r w:rsidR="00506A3E" w:rsidRPr="00226094">
        <w:rPr>
          <w:rFonts w:cs="Arial"/>
        </w:rPr>
        <w:t>Dodavatele</w:t>
      </w:r>
      <w:r w:rsidRPr="00226094">
        <w:rPr>
          <w:rFonts w:cs="Arial"/>
        </w:rPr>
        <w:t>.</w:t>
      </w:r>
    </w:p>
    <w:p w14:paraId="21D21E0F" w14:textId="364A9C05" w:rsidR="008C7B05" w:rsidRPr="00226094" w:rsidRDefault="008C7B05" w:rsidP="00B556A8">
      <w:pPr>
        <w:pStyle w:val="Odstavec2"/>
      </w:pPr>
      <w:r w:rsidRPr="00226094">
        <w:rPr>
          <w:rFonts w:cs="Arial"/>
        </w:rPr>
        <w:t>Smluvní strany prohlašují, že Objednatel je oprávněn, není-li to v rozporu s příslušnými ustanoveními obecně závazných právních předpisů (zejména</w:t>
      </w:r>
      <w:r w:rsidR="00B94490">
        <w:rPr>
          <w:rFonts w:cs="Arial"/>
        </w:rPr>
        <w:t xml:space="preserve"> </w:t>
      </w:r>
      <w:r w:rsidRPr="00226094">
        <w:rPr>
          <w:rFonts w:cs="Arial"/>
        </w:rPr>
        <w:t xml:space="preserve">ZZVZ), požadovat či odsouhlasit v průběhu </w:t>
      </w:r>
      <w:r w:rsidRPr="00226094">
        <w:rPr>
          <w:rFonts w:cs="Arial"/>
        </w:rPr>
        <w:lastRenderedPageBreak/>
        <w:t xml:space="preserve">provádění </w:t>
      </w:r>
      <w:r w:rsidR="00B94490">
        <w:rPr>
          <w:rFonts w:cs="Arial"/>
        </w:rPr>
        <w:t>dodávky</w:t>
      </w:r>
      <w:r w:rsidR="00B94490" w:rsidRPr="00226094">
        <w:rPr>
          <w:rFonts w:cs="Arial"/>
        </w:rPr>
        <w:t xml:space="preserve"> </w:t>
      </w:r>
      <w:r w:rsidRPr="00226094">
        <w:rPr>
          <w:rFonts w:cs="Arial"/>
        </w:rPr>
        <w:t xml:space="preserve">změny v kvalitě, množství či druhu </w:t>
      </w:r>
      <w:r w:rsidR="00B94490">
        <w:rPr>
          <w:rFonts w:cs="Arial"/>
        </w:rPr>
        <w:t xml:space="preserve">činností, které jsou předmětem </w:t>
      </w:r>
      <w:r w:rsidRPr="00226094">
        <w:rPr>
          <w:rFonts w:cs="Arial"/>
        </w:rPr>
        <w:t xml:space="preserve">dodávky včetně změny realizačních prací, a to uzavřením dodatku ke Smlouvě. Objednatel je oprávněn, není-li to v rozporu s příslušnými ustanoveními obecně závazných právních předpisů (zejména ZZVZ), navrhnout </w:t>
      </w:r>
      <w:r w:rsidR="007A7391" w:rsidRPr="00226094">
        <w:rPr>
          <w:rFonts w:cs="Arial"/>
        </w:rPr>
        <w:t>Dodavateli</w:t>
      </w:r>
      <w:r w:rsidRPr="00226094">
        <w:rPr>
          <w:rFonts w:cs="Arial"/>
        </w:rPr>
        <w:t xml:space="preserve"> změnu rozsahu předmětu </w:t>
      </w:r>
      <w:r w:rsidR="007A7391" w:rsidRPr="00226094">
        <w:rPr>
          <w:rFonts w:cs="Arial"/>
        </w:rPr>
        <w:t>dodávky</w:t>
      </w:r>
      <w:r w:rsidR="00AA6B9B" w:rsidRPr="00226094">
        <w:rPr>
          <w:rFonts w:cs="Arial"/>
        </w:rPr>
        <w:t xml:space="preserve"> </w:t>
      </w:r>
      <w:r w:rsidR="007A7391" w:rsidRPr="00226094">
        <w:rPr>
          <w:rFonts w:cs="Arial"/>
        </w:rPr>
        <w:t>na klíč</w:t>
      </w:r>
      <w:r w:rsidR="00AA6B9B" w:rsidRPr="00226094">
        <w:rPr>
          <w:rFonts w:cs="Arial"/>
        </w:rPr>
        <w:t xml:space="preserve"> </w:t>
      </w:r>
      <w:r w:rsidRPr="00226094">
        <w:rPr>
          <w:rFonts w:cs="Arial"/>
        </w:rPr>
        <w:t xml:space="preserve">(zejména omezení nebo rozšíření rozsahu </w:t>
      </w:r>
      <w:r w:rsidR="00AA6B9B" w:rsidRPr="00226094">
        <w:rPr>
          <w:rFonts w:cs="Arial"/>
        </w:rPr>
        <w:t>dodávky na klíč</w:t>
      </w:r>
      <w:r w:rsidRPr="00226094">
        <w:rPr>
          <w:rFonts w:cs="Arial"/>
        </w:rPr>
        <w:t xml:space="preserve"> o další dodávky a práce, které se mohou během realizace vyskytnout a které nejsou zahrnuty do předmětu </w:t>
      </w:r>
      <w:r w:rsidR="00AA6B9B" w:rsidRPr="00226094">
        <w:rPr>
          <w:rFonts w:cs="Arial"/>
        </w:rPr>
        <w:t>dodávky na klíč</w:t>
      </w:r>
      <w:r w:rsidRPr="00226094">
        <w:rPr>
          <w:rFonts w:cs="Arial"/>
        </w:rPr>
        <w:t xml:space="preserve">). Smluvní strany sjednávají, že za Vícepráce budou považovat pouze práce nad rámec předmětu </w:t>
      </w:r>
      <w:r w:rsidR="00A574A1" w:rsidRPr="00226094">
        <w:rPr>
          <w:rFonts w:cs="Arial"/>
        </w:rPr>
        <w:t>dodávky na klíč</w:t>
      </w:r>
      <w:r w:rsidRPr="00226094">
        <w:rPr>
          <w:rFonts w:cs="Arial"/>
        </w:rPr>
        <w:t xml:space="preserve">, které však s prováděným předmětem </w:t>
      </w:r>
      <w:r w:rsidR="00A574A1" w:rsidRPr="00226094">
        <w:rPr>
          <w:rFonts w:cs="Arial"/>
        </w:rPr>
        <w:t>dodávky na klíč</w:t>
      </w:r>
      <w:r w:rsidRPr="00226094">
        <w:rPr>
          <w:rFonts w:cs="Arial"/>
        </w:rPr>
        <w:t xml:space="preserve"> souvisí s tím, že růst cen materiálů a prací po dobu trvání této Smlouvy není považován za Vícepráce, ale je rizikem </w:t>
      </w:r>
      <w:r w:rsidR="00FC4BAD">
        <w:rPr>
          <w:rFonts w:cs="Arial"/>
        </w:rPr>
        <w:t>Objednatele</w:t>
      </w:r>
      <w:r w:rsidRPr="00226094">
        <w:rPr>
          <w:rFonts w:cs="Arial"/>
        </w:rPr>
        <w:t>, které jde k jeho tíži.</w:t>
      </w:r>
      <w:r w:rsidR="00B84C01">
        <w:rPr>
          <w:rFonts w:cs="Arial"/>
        </w:rPr>
        <w:t xml:space="preserve"> Tím není dotčena inflační doložka.  </w:t>
      </w:r>
    </w:p>
    <w:p w14:paraId="77D8331A" w14:textId="30F1B849" w:rsidR="00E36C47" w:rsidRDefault="00E36C47" w:rsidP="00E36C47">
      <w:pPr>
        <w:pStyle w:val="01-ODST-2"/>
        <w:numPr>
          <w:ilvl w:val="1"/>
          <w:numId w:val="1"/>
        </w:numPr>
      </w:pPr>
      <w:bookmarkStart w:id="9" w:name="_Hlk132710311"/>
      <w:r w:rsidRPr="00024600">
        <w:t xml:space="preserve">Veškeré platby dle této Smlouvy budou prováděny bezhotovostně na účet </w:t>
      </w:r>
      <w:r w:rsidR="00FC4BAD">
        <w:t>Dodavatele</w:t>
      </w:r>
      <w:r w:rsidRPr="00024600">
        <w:t xml:space="preserve"> používaný pro jeho ekonomickou činnost uvedený v této Smlouvě, a v případě, že je </w:t>
      </w:r>
      <w:r w:rsidR="00FC4BAD">
        <w:t>Dodavatel</w:t>
      </w:r>
      <w:r w:rsidRPr="00024600">
        <w:t xml:space="preserve"> plátce DPH, zveřejněný v</w:t>
      </w:r>
      <w:r>
        <w:t> </w:t>
      </w:r>
      <w:r w:rsidRPr="00024600">
        <w:t>registru plátců DPH</w:t>
      </w:r>
      <w:r>
        <w:t>.</w:t>
      </w:r>
      <w:r w:rsidRPr="00024600">
        <w:t xml:space="preserve"> </w:t>
      </w:r>
      <w:bookmarkEnd w:id="9"/>
    </w:p>
    <w:p w14:paraId="696C394D" w14:textId="6750395D" w:rsidR="000F5399" w:rsidRPr="00024600" w:rsidRDefault="000F5399" w:rsidP="00016FAB">
      <w:pPr>
        <w:pStyle w:val="01-ODST-2"/>
        <w:numPr>
          <w:ilvl w:val="1"/>
          <w:numId w:val="1"/>
        </w:numPr>
      </w:pPr>
      <w:r w:rsidRPr="009328FD">
        <w:t xml:space="preserve">Cena </w:t>
      </w:r>
      <w:r w:rsidR="008404AC">
        <w:t>dodávky</w:t>
      </w:r>
      <w:r w:rsidRPr="009328FD">
        <w:t xml:space="preserve"> </w:t>
      </w:r>
      <w:r>
        <w:t xml:space="preserve">(každé jednotlivé dílčí </w:t>
      </w:r>
      <w:r w:rsidR="008404AC">
        <w:t>dodávky na klíč</w:t>
      </w:r>
      <w:r>
        <w:t xml:space="preserve">) </w:t>
      </w:r>
      <w:r w:rsidRPr="009328FD">
        <w:t>bude Objednatelem uhrazena jednorázově na základě faktury – daňového dokladu (dále jen "</w:t>
      </w:r>
      <w:r w:rsidRPr="00665C06">
        <w:rPr>
          <w:b/>
        </w:rPr>
        <w:t>faktura</w:t>
      </w:r>
      <w:r w:rsidRPr="009328FD">
        <w:t xml:space="preserve">") vystavené </w:t>
      </w:r>
      <w:r w:rsidR="008C4804">
        <w:t>Dodavatelem</w:t>
      </w:r>
      <w:r w:rsidRPr="009328FD">
        <w:t xml:space="preserve"> po dokončení a předání </w:t>
      </w:r>
      <w:r w:rsidR="008C4804">
        <w:t>Dodávky na klíč</w:t>
      </w:r>
      <w:r w:rsidRPr="009328FD">
        <w:t xml:space="preserve">, o které bude sepsán </w:t>
      </w:r>
      <w:r w:rsidR="007A0A2C">
        <w:t>p</w:t>
      </w:r>
      <w:r w:rsidRPr="009328FD">
        <w:t>rotokol o předání a převzet</w:t>
      </w:r>
      <w:r w:rsidR="008C4804">
        <w:t>í.</w:t>
      </w:r>
    </w:p>
    <w:p w14:paraId="4C64CA3E" w14:textId="26032194" w:rsidR="00B94490" w:rsidRDefault="00E36C47" w:rsidP="00B94490">
      <w:pPr>
        <w:pStyle w:val="01-ODST-2"/>
        <w:numPr>
          <w:ilvl w:val="1"/>
          <w:numId w:val="1"/>
        </w:numPr>
      </w:pPr>
      <w:r w:rsidRPr="00024600">
        <w:t xml:space="preserve">Faktura vystavená </w:t>
      </w:r>
      <w:r w:rsidR="00FC4BAD">
        <w:t>Dodavatel</w:t>
      </w:r>
      <w:r w:rsidR="00532F73">
        <w:t>em</w:t>
      </w:r>
      <w:r w:rsidRPr="00024600">
        <w:t xml:space="preserve"> bude obsahovat náležitosti daňového dokladu dle platné a účinné legislativy, číslo Smlouvy, číslo objednávky sdělené Objednatelem </w:t>
      </w:r>
      <w:r w:rsidR="00532F73">
        <w:t>Dodavateli</w:t>
      </w:r>
      <w:r w:rsidRPr="00024600">
        <w:t xml:space="preserve"> a další náležitosti stanovené Smlouvou, včetně požadovaných příloh.</w:t>
      </w:r>
    </w:p>
    <w:p w14:paraId="5B39FD9A" w14:textId="77777777" w:rsidR="00934ED2" w:rsidRPr="00894FC1" w:rsidRDefault="00934ED2" w:rsidP="00934ED2">
      <w:pPr>
        <w:pStyle w:val="Odstavec2"/>
      </w:pPr>
      <w:r w:rsidRPr="00894FC1">
        <w:t xml:space="preserve">Fakturu dle této Smlouvy </w:t>
      </w:r>
      <w:r w:rsidRPr="008C31C7">
        <w:rPr>
          <w:rFonts w:cs="Arial"/>
        </w:rPr>
        <w:t>Zhotovitel</w:t>
      </w:r>
      <w:r>
        <w:t xml:space="preserve"> </w:t>
      </w:r>
      <w:r w:rsidRPr="00894FC1">
        <w:t xml:space="preserve">vystaví v písemné listinné podobě nebo v elektronické verzi, přičemž v případě elektronické faktury </w:t>
      </w:r>
      <w:r w:rsidRPr="0012696C">
        <w:t xml:space="preserve">si </w:t>
      </w:r>
      <w:r w:rsidRPr="008C31C7">
        <w:rPr>
          <w:rFonts w:cs="Arial"/>
        </w:rPr>
        <w:t>Zhotovitel</w:t>
      </w:r>
      <w:r w:rsidRPr="0012696C">
        <w:t xml:space="preserve"> vyžádá </w:t>
      </w:r>
      <w:r>
        <w:t xml:space="preserve">písemný </w:t>
      </w:r>
      <w:r w:rsidRPr="0012696C">
        <w:t xml:space="preserve">souhlas </w:t>
      </w:r>
      <w:r>
        <w:t>Objednatele</w:t>
      </w:r>
      <w:r w:rsidRPr="00894FC1">
        <w:t>.</w:t>
      </w:r>
    </w:p>
    <w:p w14:paraId="5AC2D8BB" w14:textId="77777777" w:rsidR="00934ED2" w:rsidRPr="00894FC1" w:rsidRDefault="00934ED2" w:rsidP="00934ED2">
      <w:pPr>
        <w:pStyle w:val="Odstavec2"/>
      </w:pPr>
      <w:r w:rsidRPr="008C31C7">
        <w:rPr>
          <w:rFonts w:cs="Arial"/>
        </w:rPr>
        <w:t>Zhotovitel</w:t>
      </w:r>
      <w:r w:rsidRPr="00894FC1">
        <w:t xml:space="preserve"> splní svou povinnost vystavit a doručit fakturu </w:t>
      </w:r>
      <w:r>
        <w:t>Objednateli</w:t>
      </w:r>
      <w:r w:rsidRPr="00894FC1">
        <w:t>:</w:t>
      </w:r>
    </w:p>
    <w:p w14:paraId="351B5493" w14:textId="77777777" w:rsidR="00E36C47" w:rsidRPr="00024600" w:rsidRDefault="00E36C47" w:rsidP="00E36C47">
      <w:pPr>
        <w:pStyle w:val="01-ODST-2"/>
        <w:numPr>
          <w:ilvl w:val="1"/>
          <w:numId w:val="1"/>
        </w:numPr>
      </w:pPr>
      <w:bookmarkStart w:id="10" w:name="_Hlk132710362"/>
      <w:r w:rsidRPr="00024600">
        <w:t xml:space="preserve">Adresa pro doručení faktur: </w:t>
      </w:r>
    </w:p>
    <w:p w14:paraId="748850C8" w14:textId="7179CF4D" w:rsidR="00E36C47" w:rsidRDefault="002615F2" w:rsidP="0078620E">
      <w:pPr>
        <w:pStyle w:val="01-ODST-2"/>
        <w:numPr>
          <w:ilvl w:val="0"/>
          <w:numId w:val="16"/>
        </w:numPr>
      </w:pPr>
      <w:hyperlink r:id="rId9" w:history="1">
        <w:r w:rsidR="00BD4E58">
          <w:rPr>
            <w:rStyle w:val="Hypertextovodkaz"/>
            <w:rFonts w:ascii="Helvetica" w:hAnsi="Helvetica" w:cs="Helvetica"/>
          </w:rPr>
          <w:t>dosle.faktury@ceproas.cz</w:t>
        </w:r>
      </w:hyperlink>
      <w:r w:rsidR="00E36C47" w:rsidRPr="00024600">
        <w:t>;</w:t>
      </w:r>
    </w:p>
    <w:p w14:paraId="0E15D73F" w14:textId="43FCE9CF" w:rsidR="00934ED2" w:rsidRPr="00024600" w:rsidRDefault="00016FAB" w:rsidP="0078620E">
      <w:pPr>
        <w:pStyle w:val="01-ODST-2"/>
        <w:numPr>
          <w:ilvl w:val="0"/>
          <w:numId w:val="16"/>
        </w:numPr>
      </w:pPr>
      <w:r w:rsidRPr="00894FC1">
        <w:t>v listinné podobě: ČEPRO, a.s., FÚ, Odbor účtárny, Hněvice 62, 411 08</w:t>
      </w:r>
      <w:r>
        <w:t xml:space="preserve"> Štětí</w:t>
      </w:r>
    </w:p>
    <w:p w14:paraId="2DD5E47B" w14:textId="77777777" w:rsidR="00E36C47" w:rsidRPr="00024600" w:rsidRDefault="00E36C47" w:rsidP="00E36C47">
      <w:pPr>
        <w:pStyle w:val="01-ODST-2"/>
        <w:numPr>
          <w:ilvl w:val="1"/>
          <w:numId w:val="1"/>
        </w:numPr>
      </w:pPr>
      <w:bookmarkStart w:id="11" w:name="_Hlk132710413"/>
      <w:bookmarkEnd w:id="10"/>
      <w:r w:rsidRPr="00024600">
        <w:t>Každá faktura dle této Smlouvy je splatná do 30 dnů od jejího doručení Objednateli, tj. na fakturační adresu Objednatele uvedenou v této Smlouvě.</w:t>
      </w:r>
      <w:bookmarkEnd w:id="11"/>
    </w:p>
    <w:p w14:paraId="01AAFE55" w14:textId="7D3A8DD1" w:rsidR="00E36C47" w:rsidRPr="00024600" w:rsidRDefault="00E36C47" w:rsidP="00E36C47">
      <w:pPr>
        <w:pStyle w:val="01-ODST-2"/>
        <w:numPr>
          <w:ilvl w:val="1"/>
          <w:numId w:val="1"/>
        </w:numPr>
      </w:pPr>
      <w:r w:rsidRPr="00024600">
        <w:t xml:space="preserve">V případě, bude-li faktura vystavená </w:t>
      </w:r>
      <w:r w:rsidR="00B552D8">
        <w:t>Dodavatelem</w:t>
      </w:r>
      <w:r w:rsidRPr="00024600">
        <w:t xml:space="preserve"> obsahovat chybné či neúplné údaje, je Objednatel oprávněn vrátit fakturu </w:t>
      </w:r>
      <w:r w:rsidR="00B552D8">
        <w:t>Dodavateli</w:t>
      </w:r>
      <w:r w:rsidRPr="00024600">
        <w:t xml:space="preserve"> zpět bez zaplacení. </w:t>
      </w:r>
      <w:r w:rsidR="00B552D8">
        <w:t>Dodavatel</w:t>
      </w:r>
      <w:r w:rsidRPr="00024600">
        <w:t xml:space="preserve"> je povinen vystavit novou opravenou fakturu s novým datem splatnosti a doručit ji objednateli. V tomto případě nemá </w:t>
      </w:r>
      <w:r w:rsidR="00B552D8">
        <w:t>Dodavatel</w:t>
      </w:r>
      <w:r w:rsidRPr="00024600">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7EBA679" w14:textId="0207F245" w:rsidR="00E36C47" w:rsidRPr="00024600" w:rsidRDefault="00E36C47" w:rsidP="00E36C47">
      <w:pPr>
        <w:pStyle w:val="01-ODST-2"/>
        <w:numPr>
          <w:ilvl w:val="1"/>
          <w:numId w:val="1"/>
        </w:numPr>
      </w:pPr>
      <w:r w:rsidRPr="00024600">
        <w:t>Závazek úhrady faktury Objednatelem se považuje za splněný dnem odepsání fakturované částky z</w:t>
      </w:r>
      <w:r>
        <w:t> </w:t>
      </w:r>
      <w:r w:rsidRPr="00024600">
        <w:t xml:space="preserve">účtu Objednatele ve prospěch účtu </w:t>
      </w:r>
      <w:r w:rsidR="00CE3158">
        <w:t>Dodavatele</w:t>
      </w:r>
      <w:r w:rsidRPr="00024600">
        <w:t>.</w:t>
      </w:r>
    </w:p>
    <w:p w14:paraId="465E2E26" w14:textId="43227812" w:rsidR="00E36C47" w:rsidRPr="00024600" w:rsidRDefault="00E36C47" w:rsidP="00E36C47">
      <w:pPr>
        <w:pStyle w:val="01-ODST-2"/>
        <w:numPr>
          <w:ilvl w:val="1"/>
          <w:numId w:val="1"/>
        </w:numPr>
      </w:pPr>
      <w:bookmarkStart w:id="12" w:name="_Hlk132710543"/>
      <w:r w:rsidRPr="00024600">
        <w:t xml:space="preserve">Smluvní strany sjednávají, že v případech, kdy Objednatel je, nebo může být ručitelem za odvedení daně z přidané hodnoty </w:t>
      </w:r>
      <w:r w:rsidR="00CE3158">
        <w:t>Dodavatelem</w:t>
      </w:r>
      <w:r w:rsidRPr="00024600">
        <w:t xml:space="preserve"> z příslušného plnění, nebo pokud se jím Objednatel stane nebo může stát v důsledku změny zákonné úpravy, je Objednatel oprávněn uhradit na účet </w:t>
      </w:r>
      <w:r w:rsidR="00073428">
        <w:t>Dodavatele</w:t>
      </w:r>
      <w:r w:rsidRPr="00024600">
        <w:t xml:space="preserve"> uvedený ve Smlouvě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w:t>
      </w:r>
      <w:r w:rsidR="00073428">
        <w:t>Dodavateli</w:t>
      </w:r>
      <w:r w:rsidRPr="00024600">
        <w:t xml:space="preserve"> jako poskytovateli zdanitelného plnění uhradit v souladu s příslušnými ustanoveními zákona o DPH, (tj. zejména dle ustanovení §§ 109, 109a, event. dalších) přímo na příslušný účet správce daně </w:t>
      </w:r>
      <w:r w:rsidR="005F1CFD">
        <w:t>Dodavatele</w:t>
      </w:r>
      <w:r w:rsidRPr="00024600">
        <w:t xml:space="preserve"> jako poskytovatele zdanitelného plnění s údaji potřebnými pro identifikaci platby dle příslušných ustanovení zákona o DPH. Úhradou daně z přidané hodnoty na účet správce daně </w:t>
      </w:r>
      <w:r w:rsidR="005F1CFD">
        <w:t>Dodava</w:t>
      </w:r>
      <w:r w:rsidR="000D2B06">
        <w:t>tele</w:t>
      </w:r>
      <w:r w:rsidRPr="00024600">
        <w:t xml:space="preserve"> tak bude splněn dluh Objednatele vůči </w:t>
      </w:r>
      <w:r w:rsidR="000D2B06">
        <w:t>Dodavateli</w:t>
      </w:r>
      <w:r w:rsidRPr="00024600">
        <w:t xml:space="preserve"> zaplatit cenu plnění v částce uhrazené na účet správce daně </w:t>
      </w:r>
      <w:bookmarkEnd w:id="12"/>
      <w:r w:rsidR="000D2B06">
        <w:t>Dodavatele</w:t>
      </w:r>
      <w:r w:rsidRPr="00024600">
        <w:t>.</w:t>
      </w:r>
    </w:p>
    <w:p w14:paraId="261D4F82" w14:textId="26A4D3BC" w:rsidR="00E36C47" w:rsidRPr="00024600" w:rsidRDefault="00E36C47" w:rsidP="00E36C47">
      <w:pPr>
        <w:pStyle w:val="01-ODST-2"/>
        <w:numPr>
          <w:ilvl w:val="1"/>
          <w:numId w:val="1"/>
        </w:numPr>
      </w:pPr>
      <w:bookmarkStart w:id="13" w:name="_Hlk132710560"/>
      <w:r w:rsidRPr="00024600">
        <w:t xml:space="preserve">O postupu Objednatele dle odstavce </w:t>
      </w:r>
      <w:r w:rsidR="00D953CE">
        <w:t>9.</w:t>
      </w:r>
      <w:r w:rsidR="00EB56E2">
        <w:t>30</w:t>
      </w:r>
      <w:r w:rsidR="00B30A90" w:rsidRPr="00024600">
        <w:t xml:space="preserve"> </w:t>
      </w:r>
      <w:r w:rsidRPr="00024600">
        <w:t xml:space="preserve">výše bude Objednatel písemně bez zbytečného odkladu informovat </w:t>
      </w:r>
      <w:r w:rsidR="000D2B06">
        <w:t>Dodav</w:t>
      </w:r>
      <w:r w:rsidR="00D953CE">
        <w:t>a</w:t>
      </w:r>
      <w:r w:rsidR="000D2B06">
        <w:t>tele</w:t>
      </w:r>
      <w:r w:rsidRPr="00024600">
        <w:t xml:space="preserve"> jako poskytovatele zdanitelného plnění, za nějž byla daň z přidané hodnoty takto odvedena.</w:t>
      </w:r>
      <w:bookmarkEnd w:id="13"/>
    </w:p>
    <w:p w14:paraId="4D7FF0B0" w14:textId="1BAA95E9" w:rsidR="00E36C47" w:rsidRPr="00024600" w:rsidRDefault="00E36C47" w:rsidP="00E36C47">
      <w:pPr>
        <w:pStyle w:val="01-ODST-2"/>
        <w:numPr>
          <w:ilvl w:val="1"/>
          <w:numId w:val="1"/>
        </w:numPr>
      </w:pPr>
      <w:bookmarkStart w:id="14" w:name="_Hlk132710578"/>
      <w:r w:rsidRPr="00024600">
        <w:t xml:space="preserve">Uhrazení závazku učiněné způsobem uvedeným v odst. </w:t>
      </w:r>
      <w:r w:rsidR="00960883">
        <w:t>9.</w:t>
      </w:r>
      <w:r w:rsidR="00D45496">
        <w:t>30</w:t>
      </w:r>
      <w:r w:rsidR="00C12A36" w:rsidRPr="00024600">
        <w:t xml:space="preserve"> </w:t>
      </w:r>
      <w:r w:rsidRPr="00024600">
        <w:t>je v souladu se zákonem o DPH a</w:t>
      </w:r>
      <w:r>
        <w:t> </w:t>
      </w:r>
      <w:r w:rsidRPr="00024600">
        <w:t>není porušením smluvních sankcí za neuhrazení finančních prostředků ze strany Objednatele a</w:t>
      </w:r>
      <w:r>
        <w:t> </w:t>
      </w:r>
      <w:r w:rsidRPr="00024600">
        <w:t xml:space="preserve">nezakládá ani nárok </w:t>
      </w:r>
      <w:r w:rsidR="00960883">
        <w:t>Dodavatele</w:t>
      </w:r>
      <w:r w:rsidRPr="00024600">
        <w:t xml:space="preserve"> na náhradu škody.</w:t>
      </w:r>
      <w:bookmarkEnd w:id="14"/>
    </w:p>
    <w:p w14:paraId="40416E33" w14:textId="4255362B" w:rsidR="00E36C47" w:rsidRPr="00024600" w:rsidRDefault="00E36C47" w:rsidP="00E36C47">
      <w:pPr>
        <w:pStyle w:val="01-ODST-2"/>
        <w:numPr>
          <w:ilvl w:val="1"/>
          <w:numId w:val="1"/>
        </w:numPr>
      </w:pPr>
      <w:bookmarkStart w:id="15" w:name="_Hlk132710624"/>
      <w:r w:rsidRPr="00024600">
        <w:lastRenderedPageBreak/>
        <w:t xml:space="preserve">Smluvní strany se dohodly, že Objednatel je oprávněn pozastavit úhradu faktur </w:t>
      </w:r>
      <w:r w:rsidR="006D7345">
        <w:t>Dodavateli</w:t>
      </w:r>
      <w:r w:rsidRPr="00024600">
        <w:t xml:space="preserve">, pokud bude na </w:t>
      </w:r>
      <w:r w:rsidR="006D7345">
        <w:t>Dodavatele</w:t>
      </w:r>
      <w:r w:rsidRPr="00024600">
        <w:t xml:space="preserve"> podán návrh na zahájení insolvenčního řízení. Objednatel je oprávněn v těchto případech pozastavit výplatu do doby vydání soudního rozhodnutí ve věci probíhajícího insolvenčního řízení, a to buď rozhodnutí o tom, že se úpadek </w:t>
      </w:r>
      <w:r w:rsidR="006D7345">
        <w:t>Dodavatele</w:t>
      </w:r>
      <w:r w:rsidRPr="00024600">
        <w:t xml:space="preserve"> zjišťuje a/nebo rozhodnutí o odmítnutí insolvenčního návrhu. Pozastavení výplaty faktury z důvodu probíhajícího insolvenčního řízení, není prodlením Objednatele. Bude-li insolvenční návrh odmítnut, uhradí Objednatel fakturu do 30 dnů ode dne, kdy </w:t>
      </w:r>
      <w:proofErr w:type="gramStart"/>
      <w:r w:rsidRPr="00024600">
        <w:t>obdrží</w:t>
      </w:r>
      <w:proofErr w:type="gramEnd"/>
      <w:r w:rsidRPr="00024600">
        <w:t xml:space="preserve"> od </w:t>
      </w:r>
      <w:r w:rsidR="006D7345">
        <w:t>Dodavatele</w:t>
      </w:r>
      <w:r w:rsidRPr="00024600">
        <w:t xml:space="preserv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15"/>
    </w:p>
    <w:p w14:paraId="52F0B839" w14:textId="292D6156" w:rsidR="00E36C47" w:rsidRPr="006E144A" w:rsidRDefault="00E36C47" w:rsidP="00E36C47">
      <w:pPr>
        <w:pStyle w:val="Odstavec2"/>
        <w:rPr>
          <w:color w:val="FF0000"/>
        </w:rPr>
      </w:pPr>
      <w:bookmarkStart w:id="16" w:name="_Hlk132711209"/>
      <w:r w:rsidRPr="00024600">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6"/>
    </w:p>
    <w:p w14:paraId="06F5499D" w14:textId="77777777" w:rsidR="007B1761" w:rsidRPr="00787D58" w:rsidRDefault="007B1761" w:rsidP="00D542F4">
      <w:pPr>
        <w:pStyle w:val="lnek"/>
        <w:ind w:left="17"/>
        <w:rPr>
          <w:rFonts w:cs="Arial"/>
        </w:rPr>
      </w:pPr>
      <w:r w:rsidRPr="00787D58">
        <w:rPr>
          <w:rFonts w:cs="Arial"/>
        </w:rPr>
        <w:t xml:space="preserve">Předání a </w:t>
      </w:r>
      <w:r w:rsidRPr="00787D58">
        <w:rPr>
          <w:rFonts w:eastAsiaTheme="minorEastAsia" w:cs="Arial"/>
        </w:rPr>
        <w:t>převzetí</w:t>
      </w:r>
      <w:r w:rsidR="003D4A71" w:rsidRPr="00787D58">
        <w:rPr>
          <w:rFonts w:eastAsiaTheme="minorEastAsia" w:cs="Arial"/>
        </w:rPr>
        <w:t>, přechod vlastnictví a nebezpečí nahodilé škody</w:t>
      </w:r>
    </w:p>
    <w:p w14:paraId="06F5499E" w14:textId="13B012EB" w:rsidR="007B1761" w:rsidRPr="004F7726" w:rsidRDefault="00AE3CC7" w:rsidP="00921C1A">
      <w:pPr>
        <w:pStyle w:val="Odstavec2"/>
        <w:rPr>
          <w:rFonts w:cs="Arial"/>
        </w:rPr>
      </w:pPr>
      <w:r w:rsidRPr="00787D58">
        <w:rPr>
          <w:rFonts w:cs="Arial"/>
        </w:rPr>
        <w:t xml:space="preserve">Předání a </w:t>
      </w:r>
      <w:r w:rsidRPr="004F7726">
        <w:rPr>
          <w:rFonts w:cs="Arial"/>
        </w:rPr>
        <w:t xml:space="preserve">převzetí </w:t>
      </w:r>
      <w:r w:rsidR="00921C1A" w:rsidRPr="004F7726">
        <w:rPr>
          <w:rFonts w:cs="Arial"/>
        </w:rPr>
        <w:t>dodávky na klíč</w:t>
      </w:r>
      <w:r w:rsidRPr="004F7726">
        <w:rPr>
          <w:rFonts w:cs="Arial"/>
        </w:rPr>
        <w:t xml:space="preserve"> se uskuteční </w:t>
      </w:r>
      <w:r w:rsidR="00E322F9" w:rsidRPr="004F7726">
        <w:rPr>
          <w:rFonts w:cs="Arial"/>
        </w:rPr>
        <w:t xml:space="preserve">vždy </w:t>
      </w:r>
      <w:r w:rsidR="003D4A71" w:rsidRPr="004F7726">
        <w:rPr>
          <w:rFonts w:cs="Arial"/>
        </w:rPr>
        <w:t>při</w:t>
      </w:r>
      <w:r w:rsidR="00E322F9" w:rsidRPr="004F7726">
        <w:rPr>
          <w:rFonts w:cs="Arial"/>
        </w:rPr>
        <w:t xml:space="preserve"> řádném </w:t>
      </w:r>
      <w:r w:rsidR="00FB0A1A" w:rsidRPr="004F7726">
        <w:rPr>
          <w:rFonts w:cs="Arial"/>
        </w:rPr>
        <w:t>dodání,</w:t>
      </w:r>
      <w:r w:rsidR="00590290" w:rsidRPr="004F7726">
        <w:rPr>
          <w:rFonts w:cs="Arial"/>
        </w:rPr>
        <w:t xml:space="preserve"> </w:t>
      </w:r>
      <w:r w:rsidR="005E2D41" w:rsidRPr="004F7726">
        <w:rPr>
          <w:rFonts w:cs="Arial"/>
        </w:rPr>
        <w:t>resp. po dokončení</w:t>
      </w:r>
      <w:r w:rsidR="009C2FD0" w:rsidRPr="004F7726">
        <w:rPr>
          <w:rFonts w:cs="Arial"/>
        </w:rPr>
        <w:t xml:space="preserve"> instalace/montáže</w:t>
      </w:r>
      <w:r w:rsidR="009B2AF0" w:rsidRPr="004F7726">
        <w:rPr>
          <w:rFonts w:cs="Arial"/>
        </w:rPr>
        <w:t xml:space="preserve"> a zprovoznění </w:t>
      </w:r>
      <w:r w:rsidR="00FB0A1A" w:rsidRPr="004F7726">
        <w:rPr>
          <w:rFonts w:cs="Arial"/>
        </w:rPr>
        <w:t>dodávky na klíč</w:t>
      </w:r>
      <w:r w:rsidR="009B2AF0" w:rsidRPr="004F7726">
        <w:rPr>
          <w:rFonts w:cs="Arial"/>
        </w:rPr>
        <w:t xml:space="preserve"> </w:t>
      </w:r>
      <w:r w:rsidR="00590290" w:rsidRPr="004F7726">
        <w:rPr>
          <w:rFonts w:cs="Arial"/>
        </w:rPr>
        <w:t>dle každé jednotlivé dílčí smlouv</w:t>
      </w:r>
      <w:r w:rsidR="00C81F9D" w:rsidRPr="004F7726">
        <w:rPr>
          <w:rFonts w:cs="Arial"/>
        </w:rPr>
        <w:t>ě</w:t>
      </w:r>
      <w:r w:rsidR="00E322F9" w:rsidRPr="004F7726">
        <w:rPr>
          <w:rFonts w:cs="Arial"/>
        </w:rPr>
        <w:t>.</w:t>
      </w:r>
    </w:p>
    <w:p w14:paraId="06F5499F" w14:textId="22D76616" w:rsidR="007A7780" w:rsidRPr="004F7726" w:rsidRDefault="005E2D41" w:rsidP="00C81F9D">
      <w:pPr>
        <w:pStyle w:val="Odstavec2"/>
        <w:rPr>
          <w:rFonts w:cs="Arial"/>
        </w:rPr>
      </w:pPr>
      <w:r w:rsidRPr="004F7726">
        <w:rPr>
          <w:rFonts w:cs="Arial"/>
        </w:rPr>
        <w:t xml:space="preserve">Za splnění dílčí smlouvy </w:t>
      </w:r>
      <w:r w:rsidR="00662AE0" w:rsidRPr="004F7726">
        <w:rPr>
          <w:rFonts w:cs="Arial"/>
        </w:rPr>
        <w:t>Dodavatelem</w:t>
      </w:r>
      <w:r w:rsidRPr="004F7726">
        <w:rPr>
          <w:rFonts w:cs="Arial"/>
        </w:rPr>
        <w:t xml:space="preserve"> se považuje v souladu s touto </w:t>
      </w:r>
      <w:r w:rsidR="00B94490" w:rsidRPr="004F7726">
        <w:rPr>
          <w:rFonts w:cs="Arial"/>
        </w:rPr>
        <w:t>S</w:t>
      </w:r>
      <w:r w:rsidR="007A7780" w:rsidRPr="004F7726">
        <w:rPr>
          <w:rFonts w:cs="Arial"/>
        </w:rPr>
        <w:t xml:space="preserve">mlouvou a na </w:t>
      </w:r>
      <w:r w:rsidRPr="004F7726">
        <w:rPr>
          <w:rFonts w:cs="Arial"/>
        </w:rPr>
        <w:t xml:space="preserve">základě požadavků </w:t>
      </w:r>
      <w:r w:rsidR="00662AE0" w:rsidRPr="004F7726">
        <w:rPr>
          <w:rFonts w:cs="Arial"/>
        </w:rPr>
        <w:t>Objednatele</w:t>
      </w:r>
      <w:r w:rsidRPr="004F7726">
        <w:rPr>
          <w:rFonts w:cs="Arial"/>
        </w:rPr>
        <w:t xml:space="preserve"> podle této </w:t>
      </w:r>
      <w:r w:rsidR="00B94490" w:rsidRPr="004F7726">
        <w:rPr>
          <w:rFonts w:cs="Arial"/>
        </w:rPr>
        <w:t>S</w:t>
      </w:r>
      <w:r w:rsidR="007A7780" w:rsidRPr="004F7726">
        <w:rPr>
          <w:rFonts w:cs="Arial"/>
        </w:rPr>
        <w:t>mlouvy předání be</w:t>
      </w:r>
      <w:r w:rsidRPr="004F7726">
        <w:rPr>
          <w:rFonts w:cs="Arial"/>
        </w:rPr>
        <w:t xml:space="preserve">zvadné, nové a nepoužité </w:t>
      </w:r>
      <w:r w:rsidR="007171AD" w:rsidRPr="004F7726">
        <w:rPr>
          <w:rFonts w:cs="Arial"/>
        </w:rPr>
        <w:t>dodávky na klíč</w:t>
      </w:r>
      <w:r w:rsidR="007A7780" w:rsidRPr="004F7726">
        <w:rPr>
          <w:rFonts w:cs="Arial"/>
        </w:rPr>
        <w:t xml:space="preserve"> v místě plnění, kterým je určené místo</w:t>
      </w:r>
      <w:r w:rsidR="007A0A2C" w:rsidRPr="004F7726">
        <w:rPr>
          <w:rFonts w:cs="Arial"/>
        </w:rPr>
        <w:t xml:space="preserve"> plnění</w:t>
      </w:r>
      <w:r w:rsidR="007A7780" w:rsidRPr="004F7726">
        <w:rPr>
          <w:rFonts w:cs="Arial"/>
        </w:rPr>
        <w:t xml:space="preserve"> konkretizované v objednávce, a převzetí be</w:t>
      </w:r>
      <w:r w:rsidRPr="004F7726">
        <w:rPr>
          <w:rFonts w:cs="Arial"/>
        </w:rPr>
        <w:t xml:space="preserve">zvadné, </w:t>
      </w:r>
      <w:r w:rsidR="007171AD" w:rsidRPr="004F7726">
        <w:rPr>
          <w:rFonts w:cs="Arial"/>
        </w:rPr>
        <w:t>nové a nepoužité dodávky na klíč</w:t>
      </w:r>
      <w:r w:rsidR="007A7780" w:rsidRPr="004F7726">
        <w:rPr>
          <w:rFonts w:cs="Arial"/>
        </w:rPr>
        <w:t xml:space="preserve"> v místě plnění z</w:t>
      </w:r>
      <w:r w:rsidRPr="004F7726">
        <w:rPr>
          <w:rFonts w:cs="Arial"/>
        </w:rPr>
        <w:t xml:space="preserve">ástupcem </w:t>
      </w:r>
      <w:r w:rsidR="00787FC4" w:rsidRPr="004F7726">
        <w:rPr>
          <w:rFonts w:cs="Arial"/>
        </w:rPr>
        <w:t>Objednatele</w:t>
      </w:r>
      <w:r w:rsidRPr="004F7726">
        <w:rPr>
          <w:rFonts w:cs="Arial"/>
        </w:rPr>
        <w:t xml:space="preserve"> oprávněného jednat za </w:t>
      </w:r>
      <w:r w:rsidR="00787FC4" w:rsidRPr="004F7726">
        <w:rPr>
          <w:rFonts w:cs="Arial"/>
        </w:rPr>
        <w:t>Objednatele</w:t>
      </w:r>
      <w:r w:rsidR="007A7780" w:rsidRPr="004F7726">
        <w:rPr>
          <w:rFonts w:cs="Arial"/>
        </w:rPr>
        <w:t xml:space="preserve"> a sou</w:t>
      </w:r>
      <w:r w:rsidR="001A4A46" w:rsidRPr="004F7726">
        <w:rPr>
          <w:rFonts w:cs="Arial"/>
        </w:rPr>
        <w:t xml:space="preserve">časným podpisem </w:t>
      </w:r>
      <w:r w:rsidR="00B94490" w:rsidRPr="004F7726">
        <w:rPr>
          <w:rFonts w:cs="Arial"/>
        </w:rPr>
        <w:t>P</w:t>
      </w:r>
      <w:r w:rsidR="009B2AF0" w:rsidRPr="004F7726">
        <w:rPr>
          <w:rFonts w:cs="Arial"/>
        </w:rPr>
        <w:t>rotokolu o předání a převzetí</w:t>
      </w:r>
      <w:r w:rsidRPr="004F7726">
        <w:rPr>
          <w:rFonts w:cs="Arial"/>
        </w:rPr>
        <w:t xml:space="preserve">. </w:t>
      </w:r>
      <w:r w:rsidR="00B94490" w:rsidRPr="004F7726">
        <w:rPr>
          <w:rFonts w:cs="Arial"/>
        </w:rPr>
        <w:t>P</w:t>
      </w:r>
      <w:r w:rsidRPr="004F7726">
        <w:rPr>
          <w:rFonts w:cs="Arial"/>
        </w:rPr>
        <w:t xml:space="preserve">rotokol o </w:t>
      </w:r>
      <w:r w:rsidR="009C2FD0" w:rsidRPr="004F7726">
        <w:rPr>
          <w:rFonts w:cs="Arial"/>
        </w:rPr>
        <w:t xml:space="preserve">předání a </w:t>
      </w:r>
      <w:r w:rsidRPr="004F7726">
        <w:rPr>
          <w:rFonts w:cs="Arial"/>
        </w:rPr>
        <w:t xml:space="preserve">převzetí </w:t>
      </w:r>
      <w:r w:rsidR="00787FC4" w:rsidRPr="004F7726">
        <w:rPr>
          <w:rFonts w:cs="Arial"/>
        </w:rPr>
        <w:t>dodávky na klíč</w:t>
      </w:r>
      <w:r w:rsidRPr="004F7726">
        <w:rPr>
          <w:rFonts w:cs="Arial"/>
        </w:rPr>
        <w:t xml:space="preserve"> (dále </w:t>
      </w:r>
      <w:r w:rsidR="009C2FD0" w:rsidRPr="004F7726">
        <w:rPr>
          <w:rFonts w:cs="Arial"/>
        </w:rPr>
        <w:t xml:space="preserve">též </w:t>
      </w:r>
      <w:r w:rsidRPr="004F7726">
        <w:rPr>
          <w:rFonts w:cs="Arial"/>
        </w:rPr>
        <w:t>jen „</w:t>
      </w:r>
      <w:r w:rsidRPr="004F7726">
        <w:rPr>
          <w:rFonts w:cs="Arial"/>
          <w:b/>
        </w:rPr>
        <w:t>předávací protokol</w:t>
      </w:r>
      <w:r w:rsidR="001A4A46" w:rsidRPr="004F7726">
        <w:rPr>
          <w:rFonts w:cs="Arial"/>
        </w:rPr>
        <w:t>“). Předávací protokol bude</w:t>
      </w:r>
      <w:r w:rsidR="007A7780" w:rsidRPr="004F7726">
        <w:rPr>
          <w:rFonts w:cs="Arial"/>
        </w:rPr>
        <w:t xml:space="preserve"> tvo</w:t>
      </w:r>
      <w:r w:rsidR="001A4A46" w:rsidRPr="004F7726">
        <w:rPr>
          <w:rFonts w:cs="Arial"/>
        </w:rPr>
        <w:t>řit přílohu faktur</w:t>
      </w:r>
      <w:r w:rsidRPr="004F7726">
        <w:rPr>
          <w:rFonts w:cs="Arial"/>
        </w:rPr>
        <w:t xml:space="preserve">y vystavené </w:t>
      </w:r>
      <w:r w:rsidR="00146529" w:rsidRPr="004F7726">
        <w:rPr>
          <w:rFonts w:cs="Arial"/>
        </w:rPr>
        <w:t>Dodavatelem</w:t>
      </w:r>
      <w:r w:rsidR="001A4A46" w:rsidRPr="004F7726">
        <w:rPr>
          <w:rFonts w:cs="Arial"/>
        </w:rPr>
        <w:t xml:space="preserve"> na základě a dle této </w:t>
      </w:r>
      <w:r w:rsidR="00B94490" w:rsidRPr="004F7726">
        <w:rPr>
          <w:rFonts w:cs="Arial"/>
        </w:rPr>
        <w:t>S</w:t>
      </w:r>
      <w:r w:rsidR="007A7780" w:rsidRPr="004F7726">
        <w:rPr>
          <w:rFonts w:cs="Arial"/>
        </w:rPr>
        <w:t>mlouvy.</w:t>
      </w:r>
    </w:p>
    <w:p w14:paraId="06F549A0" w14:textId="1249F01C" w:rsidR="007A7780" w:rsidRPr="004F7726" w:rsidRDefault="001A4A46" w:rsidP="006845F2">
      <w:pPr>
        <w:pStyle w:val="Odstavec2"/>
        <w:rPr>
          <w:rFonts w:cs="Arial"/>
        </w:rPr>
      </w:pPr>
      <w:r w:rsidRPr="004F7726">
        <w:rPr>
          <w:rFonts w:cs="Arial"/>
        </w:rPr>
        <w:t xml:space="preserve">Za řádné předání a převzetí </w:t>
      </w:r>
      <w:r w:rsidR="006845F2" w:rsidRPr="004F7726">
        <w:rPr>
          <w:rFonts w:cs="Arial"/>
        </w:rPr>
        <w:t>dodávky n</w:t>
      </w:r>
      <w:r w:rsidR="008F69CE" w:rsidRPr="004F7726">
        <w:rPr>
          <w:rFonts w:cs="Arial"/>
        </w:rPr>
        <w:t>a klíč</w:t>
      </w:r>
      <w:r w:rsidRPr="004F7726">
        <w:rPr>
          <w:rFonts w:cs="Arial"/>
        </w:rPr>
        <w:t xml:space="preserve"> se považuje </w:t>
      </w:r>
      <w:r w:rsidR="00EA5433" w:rsidRPr="004F7726">
        <w:rPr>
          <w:rFonts w:cs="Arial"/>
        </w:rPr>
        <w:t>předání a</w:t>
      </w:r>
      <w:r w:rsidRPr="004F7726">
        <w:rPr>
          <w:rFonts w:cs="Arial"/>
        </w:rPr>
        <w:t xml:space="preserve"> převzetí </w:t>
      </w:r>
      <w:r w:rsidR="00B4256C" w:rsidRPr="004F7726">
        <w:rPr>
          <w:rFonts w:cs="Arial"/>
        </w:rPr>
        <w:t>dodávky na klíč</w:t>
      </w:r>
      <w:r w:rsidRPr="004F7726">
        <w:rPr>
          <w:rFonts w:cs="Arial"/>
        </w:rPr>
        <w:t xml:space="preserve"> specifikovaného touto </w:t>
      </w:r>
      <w:r w:rsidR="00FA7DFA" w:rsidRPr="004F7726">
        <w:rPr>
          <w:rFonts w:cs="Arial"/>
        </w:rPr>
        <w:t>S</w:t>
      </w:r>
      <w:r w:rsidR="007A7780" w:rsidRPr="004F7726">
        <w:rPr>
          <w:rFonts w:cs="Arial"/>
        </w:rPr>
        <w:t>mlouvou a dílč</w:t>
      </w:r>
      <w:r w:rsidRPr="004F7726">
        <w:rPr>
          <w:rFonts w:cs="Arial"/>
        </w:rPr>
        <w:t xml:space="preserve">í smlouvou pověřeným zástupcem </w:t>
      </w:r>
      <w:r w:rsidR="0081276A" w:rsidRPr="004F7726">
        <w:rPr>
          <w:rFonts w:cs="Arial"/>
        </w:rPr>
        <w:t>Objednatele</w:t>
      </w:r>
      <w:r w:rsidR="007A7780" w:rsidRPr="004F7726">
        <w:rPr>
          <w:rFonts w:cs="Arial"/>
        </w:rPr>
        <w:t xml:space="preserve"> v místě plnění a podpisem </w:t>
      </w:r>
      <w:r w:rsidRPr="004F7726">
        <w:rPr>
          <w:rFonts w:cs="Arial"/>
        </w:rPr>
        <w:t xml:space="preserve">předávacího protokolu </w:t>
      </w:r>
      <w:r w:rsidR="007A7780" w:rsidRPr="004F7726">
        <w:rPr>
          <w:rFonts w:cs="Arial"/>
        </w:rPr>
        <w:t xml:space="preserve">oběma </w:t>
      </w:r>
      <w:r w:rsidR="00FA7DFA" w:rsidRPr="004F7726">
        <w:rPr>
          <w:rFonts w:cs="Arial"/>
        </w:rPr>
        <w:t>S</w:t>
      </w:r>
      <w:r w:rsidR="007A7780" w:rsidRPr="004F7726">
        <w:rPr>
          <w:rFonts w:cs="Arial"/>
        </w:rPr>
        <w:t>mluvními stranami.</w:t>
      </w:r>
      <w:r w:rsidR="007A0A2C" w:rsidRPr="004F7726">
        <w:rPr>
          <w:rFonts w:cs="Arial"/>
        </w:rPr>
        <w:t>, a to bez vad</w:t>
      </w:r>
    </w:p>
    <w:p w14:paraId="06F549A1" w14:textId="3949669B" w:rsidR="009B2AF0" w:rsidRPr="004F7726" w:rsidRDefault="0081276A" w:rsidP="0081276A">
      <w:pPr>
        <w:pStyle w:val="Odstavec2"/>
        <w:rPr>
          <w:rFonts w:cs="Arial"/>
        </w:rPr>
      </w:pPr>
      <w:r w:rsidRPr="004F7726">
        <w:rPr>
          <w:rFonts w:cs="Arial"/>
        </w:rPr>
        <w:t>Objednatel</w:t>
      </w:r>
      <w:r w:rsidR="001A4A46" w:rsidRPr="004F7726">
        <w:rPr>
          <w:rFonts w:cs="Arial"/>
        </w:rPr>
        <w:t xml:space="preserve"> není k převzetí </w:t>
      </w:r>
      <w:r w:rsidR="00B4256C" w:rsidRPr="004F7726">
        <w:rPr>
          <w:rFonts w:cs="Arial"/>
        </w:rPr>
        <w:t>dodávk</w:t>
      </w:r>
      <w:r w:rsidR="00FA7DFA" w:rsidRPr="004F7726">
        <w:rPr>
          <w:rFonts w:cs="Arial"/>
        </w:rPr>
        <w:t>u</w:t>
      </w:r>
      <w:r w:rsidR="007A7780" w:rsidRPr="004F7726">
        <w:rPr>
          <w:rFonts w:cs="Arial"/>
        </w:rPr>
        <w:t xml:space="preserve"> </w:t>
      </w:r>
      <w:r w:rsidR="001A4A46" w:rsidRPr="004F7726">
        <w:rPr>
          <w:rFonts w:cs="Arial"/>
        </w:rPr>
        <w:t>či je</w:t>
      </w:r>
      <w:r w:rsidR="00FA7DFA" w:rsidRPr="004F7726">
        <w:rPr>
          <w:rFonts w:cs="Arial"/>
        </w:rPr>
        <w:t>jí</w:t>
      </w:r>
      <w:r w:rsidR="001A4A46" w:rsidRPr="004F7726">
        <w:rPr>
          <w:rFonts w:cs="Arial"/>
        </w:rPr>
        <w:t xml:space="preserve"> části povinen, bude-li </w:t>
      </w:r>
      <w:r w:rsidR="00841875" w:rsidRPr="004F7726">
        <w:rPr>
          <w:rFonts w:cs="Arial"/>
        </w:rPr>
        <w:t>dodávka na klíč</w:t>
      </w:r>
      <w:r w:rsidR="007A7780" w:rsidRPr="004F7726">
        <w:rPr>
          <w:rFonts w:cs="Arial"/>
        </w:rPr>
        <w:t xml:space="preserve"> mít z</w:t>
      </w:r>
      <w:r w:rsidR="001A4A46" w:rsidRPr="004F7726">
        <w:rPr>
          <w:rFonts w:cs="Arial"/>
        </w:rPr>
        <w:t xml:space="preserve">jevné vady. V případě převzetí </w:t>
      </w:r>
      <w:r w:rsidR="00841875" w:rsidRPr="004F7726">
        <w:rPr>
          <w:rFonts w:cs="Arial"/>
        </w:rPr>
        <w:t>dodávky na klíč</w:t>
      </w:r>
      <w:r w:rsidR="007A7780" w:rsidRPr="004F7726">
        <w:rPr>
          <w:rFonts w:cs="Arial"/>
        </w:rPr>
        <w:t xml:space="preserve"> i se zjevnými vadami, musí být tyto vady specifikovány v předávacím protokolu podepsaným oběma </w:t>
      </w:r>
      <w:r w:rsidR="00FA7DFA" w:rsidRPr="004F7726">
        <w:rPr>
          <w:rFonts w:cs="Arial"/>
        </w:rPr>
        <w:t>S</w:t>
      </w:r>
      <w:r w:rsidR="00C57288" w:rsidRPr="004F7726">
        <w:rPr>
          <w:rFonts w:cs="Arial"/>
        </w:rPr>
        <w:t>mluvními</w:t>
      </w:r>
      <w:r w:rsidR="007A7780" w:rsidRPr="004F7726">
        <w:rPr>
          <w:rFonts w:cs="Arial"/>
        </w:rPr>
        <w:t xml:space="preserve"> stranami, p</w:t>
      </w:r>
      <w:r w:rsidR="001A4A46" w:rsidRPr="004F7726">
        <w:rPr>
          <w:rFonts w:cs="Arial"/>
        </w:rPr>
        <w:t>řičemž platí, že tyto vady měl</w:t>
      </w:r>
      <w:r w:rsidR="008B3A47" w:rsidRPr="004F7726">
        <w:rPr>
          <w:rFonts w:cs="Arial"/>
        </w:rPr>
        <w:t>a</w:t>
      </w:r>
      <w:r w:rsidR="001A4A46" w:rsidRPr="004F7726">
        <w:rPr>
          <w:rFonts w:cs="Arial"/>
        </w:rPr>
        <w:t xml:space="preserve"> </w:t>
      </w:r>
      <w:r w:rsidR="008B3A47" w:rsidRPr="004F7726">
        <w:rPr>
          <w:rFonts w:cs="Arial"/>
        </w:rPr>
        <w:t>dodávka na klíč</w:t>
      </w:r>
      <w:r w:rsidR="007A7780" w:rsidRPr="004F7726">
        <w:rPr>
          <w:rFonts w:cs="Arial"/>
        </w:rPr>
        <w:t xml:space="preserve"> již v d</w:t>
      </w:r>
      <w:r w:rsidR="001A4A46" w:rsidRPr="004F7726">
        <w:rPr>
          <w:rFonts w:cs="Arial"/>
        </w:rPr>
        <w:t xml:space="preserve">obě přechodu nebezpečí škody a </w:t>
      </w:r>
      <w:r w:rsidR="008B3A47" w:rsidRPr="004F7726">
        <w:rPr>
          <w:rFonts w:cs="Arial"/>
        </w:rPr>
        <w:t>Dodavatel</w:t>
      </w:r>
      <w:r w:rsidR="007A7780" w:rsidRPr="004F7726">
        <w:rPr>
          <w:rFonts w:cs="Arial"/>
        </w:rPr>
        <w:t xml:space="preserve"> je povinen v rámci záruky tyto vady bezodkladně a bez</w:t>
      </w:r>
      <w:r w:rsidR="001A4A46" w:rsidRPr="004F7726">
        <w:rPr>
          <w:rFonts w:cs="Arial"/>
        </w:rPr>
        <w:t xml:space="preserve">platně opravit nebo vyměnit či </w:t>
      </w:r>
      <w:r w:rsidR="00146529" w:rsidRPr="004F7726">
        <w:rPr>
          <w:rFonts w:cs="Arial"/>
        </w:rPr>
        <w:t>Dodavatel</w:t>
      </w:r>
      <w:r w:rsidR="007A7780" w:rsidRPr="004F7726">
        <w:rPr>
          <w:rFonts w:cs="Arial"/>
        </w:rPr>
        <w:t xml:space="preserve"> poskytne přiměřenou</w:t>
      </w:r>
      <w:r w:rsidR="001A4A46" w:rsidRPr="004F7726">
        <w:rPr>
          <w:rFonts w:cs="Arial"/>
        </w:rPr>
        <w:t xml:space="preserve"> slevu z ceny (podle požadavku </w:t>
      </w:r>
      <w:r w:rsidR="008A1469" w:rsidRPr="004F7726">
        <w:rPr>
          <w:rFonts w:cs="Arial"/>
        </w:rPr>
        <w:t>Objednatele</w:t>
      </w:r>
      <w:r w:rsidR="007A7780" w:rsidRPr="004F7726">
        <w:rPr>
          <w:rFonts w:cs="Arial"/>
        </w:rPr>
        <w:t xml:space="preserve"> v reklamaci vad).</w:t>
      </w:r>
    </w:p>
    <w:p w14:paraId="23A425B0" w14:textId="6715FC7D" w:rsidR="007A0A2C" w:rsidRPr="004F7726" w:rsidRDefault="007A0A2C" w:rsidP="007A0A2C">
      <w:pPr>
        <w:pStyle w:val="Odstavec2"/>
        <w:rPr>
          <w:rFonts w:cs="Arial"/>
        </w:rPr>
      </w:pPr>
      <w:r w:rsidRPr="004F7726">
        <w:rPr>
          <w:rFonts w:cs="Arial"/>
        </w:rPr>
        <w:t xml:space="preserve">V případě, že Objednatel odmítá </w:t>
      </w:r>
      <w:r w:rsidR="00EA6A9A" w:rsidRPr="004F7726">
        <w:rPr>
          <w:rFonts w:cs="Arial"/>
        </w:rPr>
        <w:t>dodávku převzít</w:t>
      </w:r>
      <w:r w:rsidRPr="004F7726">
        <w:rPr>
          <w:rFonts w:cs="Arial"/>
        </w:rPr>
        <w:t xml:space="preserve">, uvede v předávacím </w:t>
      </w:r>
      <w:proofErr w:type="gramStart"/>
      <w:r w:rsidRPr="004F7726">
        <w:rPr>
          <w:rFonts w:cs="Arial"/>
        </w:rPr>
        <w:t>protokolu  i</w:t>
      </w:r>
      <w:proofErr w:type="gramEnd"/>
      <w:r w:rsidRPr="004F7726">
        <w:rPr>
          <w:rFonts w:cs="Arial"/>
        </w:rPr>
        <w:t xml:space="preserve"> důvody, pro které odmítá dodávku převzít.</w:t>
      </w:r>
    </w:p>
    <w:p w14:paraId="6B469A11" w14:textId="797E27C7" w:rsidR="007A0A2C" w:rsidRPr="004F7726" w:rsidRDefault="007A0A2C" w:rsidP="007A0A2C">
      <w:pPr>
        <w:pStyle w:val="Odstavec2"/>
        <w:rPr>
          <w:rFonts w:cs="Arial"/>
        </w:rPr>
      </w:pPr>
      <w:r w:rsidRPr="004F7726">
        <w:rPr>
          <w:rFonts w:cs="Arial"/>
        </w:rPr>
        <w:t xml:space="preserve">Pro účely Smlouvy platí, že </w:t>
      </w:r>
      <w:r w:rsidR="00EA6A9A" w:rsidRPr="004F7726">
        <w:rPr>
          <w:rFonts w:cs="Arial"/>
        </w:rPr>
        <w:t>dodávka bylo</w:t>
      </w:r>
      <w:r w:rsidRPr="004F7726">
        <w:rPr>
          <w:rFonts w:cs="Arial"/>
        </w:rPr>
        <w:t xml:space="preserve"> řádně provedena dnem podepsání protokolu z přejímacího řízení, ve kterém je obsaženo prohlášení Objednatele, že dodávku přejímá, zástupci obou Smluvních stran oprávněných k předání a převzetí </w:t>
      </w:r>
      <w:r w:rsidR="00EC2B40" w:rsidRPr="004F7726">
        <w:rPr>
          <w:rFonts w:cs="Arial"/>
        </w:rPr>
        <w:t>dodávky (</w:t>
      </w:r>
      <w:r w:rsidRPr="004F7726">
        <w:rPr>
          <w:rFonts w:cs="Arial"/>
        </w:rPr>
        <w:t>dále a výše jen „Protokol o předání a převzetí“). Byla-li dodávka Objednatelem převzata s vadami anebo nedodělky, pro účely Smlouvy platí, že dodávka byla řádně zhotoveno provedena a předána dnem podepsání protokolu o odstranění vad a nedodělků zástupci obou Smluvních stran oprávněných k předání a převzetí dodávky (dále a výše jen „Protokol o odstranění vad a nedodělků“).</w:t>
      </w:r>
    </w:p>
    <w:p w14:paraId="0E9162CF" w14:textId="77777777" w:rsidR="007A0A2C" w:rsidRPr="004F7726" w:rsidRDefault="007A0A2C" w:rsidP="007A0A2C">
      <w:pPr>
        <w:pStyle w:val="Odstavec2"/>
        <w:rPr>
          <w:rFonts w:cs="Arial"/>
        </w:rPr>
      </w:pPr>
      <w:r w:rsidRPr="004F7726">
        <w:rPr>
          <w:rFonts w:cs="Arial"/>
        </w:rPr>
        <w:t>Objednatel si vyhrazuje právo převzít pouze dodávku bezvadně a řádně provedenou v souladu se Smlouvou.</w:t>
      </w:r>
    </w:p>
    <w:p w14:paraId="7A885093" w14:textId="77777777" w:rsidR="007A0A2C" w:rsidRPr="004F7726" w:rsidRDefault="007A0A2C" w:rsidP="007A0A2C">
      <w:pPr>
        <w:pStyle w:val="Odstavec2"/>
        <w:rPr>
          <w:rFonts w:cs="Arial"/>
        </w:rPr>
      </w:pPr>
      <w:r w:rsidRPr="004F7726">
        <w:rPr>
          <w:rFonts w:cs="Arial"/>
        </w:rPr>
        <w:t xml:space="preserve">Bude-li Dílo Objednatelem převzato s vadami a/nebo nedodělky, </w:t>
      </w:r>
      <w:proofErr w:type="gramStart"/>
      <w:r w:rsidRPr="004F7726">
        <w:rPr>
          <w:rFonts w:cs="Arial"/>
        </w:rPr>
        <w:t>sepíší</w:t>
      </w:r>
      <w:proofErr w:type="gramEnd"/>
      <w:r w:rsidRPr="004F7726">
        <w:rPr>
          <w:rFonts w:cs="Arial"/>
        </w:rPr>
        <w:t xml:space="preserve"> Smluvní strany o jejich odstranění Protokol o odstranění vad a nedodělků.</w:t>
      </w:r>
    </w:p>
    <w:p w14:paraId="5A880C24" w14:textId="77777777" w:rsidR="007A0A2C" w:rsidRPr="004F7726" w:rsidRDefault="007A0A2C" w:rsidP="007A0A2C">
      <w:pPr>
        <w:pStyle w:val="Odstavec2"/>
        <w:rPr>
          <w:rFonts w:cs="Arial"/>
        </w:rPr>
      </w:pPr>
      <w:r w:rsidRPr="004F7726">
        <w:rPr>
          <w:rFonts w:cs="Arial"/>
        </w:rPr>
        <w:t>Budou-li při přejímacím řízení zjištěny jakékoliv vady nebo nedodělky, je Objednatel oprávněn přejímací řízení ukončit nebo přerušit s tím, že bude v přejímacím řízení pokračováno po odstranění zjištěné vady nebo nedodělku. V takovém případě bude s ohledem na počet či rozsah vad a nedodělků po opětovném zahájení přejímacího řízení buď pokračováno v již započatém přejímacím řízení, nebo bude zahájeno nové přejímací řízení.</w:t>
      </w:r>
    </w:p>
    <w:p w14:paraId="30469AEB" w14:textId="77777777" w:rsidR="007A0A2C" w:rsidRPr="004F7726" w:rsidRDefault="007A0A2C" w:rsidP="007A0A2C">
      <w:pPr>
        <w:pStyle w:val="Odstavec2"/>
        <w:rPr>
          <w:rFonts w:cs="Arial"/>
        </w:rPr>
      </w:pPr>
      <w:r w:rsidRPr="004F7726">
        <w:rPr>
          <w:rFonts w:cs="Arial"/>
        </w:rPr>
        <w:lastRenderedPageBreak/>
        <w:t>Nebude-li Objednatelem stanoven při zjištění vad a nedodělků v rámci přejímacího řízení termín odstranění vad a nedodělků, pak platí, že vady a nedodělky je Dodavatel povinen odstranit bezodkladně po dni přejímacího řízení, ve kterém byly vady a nedodělky zjištěny.</w:t>
      </w:r>
    </w:p>
    <w:p w14:paraId="1FB1FB0C" w14:textId="77777777" w:rsidR="007A0A2C" w:rsidRPr="004F7726" w:rsidRDefault="007A0A2C" w:rsidP="007A0A2C">
      <w:pPr>
        <w:pStyle w:val="Odstavec2"/>
        <w:rPr>
          <w:rFonts w:cs="Arial"/>
        </w:rPr>
      </w:pPr>
      <w:r w:rsidRPr="004F7726">
        <w:rPr>
          <w:rFonts w:cs="Arial"/>
        </w:rPr>
        <w:t>Dodavatel je povinen ve stanovené lhůtě odstranit vady nebo nedodělky i v případě, kdy podle jeho názoru za vady a nedodělky neodpovídá.</w:t>
      </w:r>
    </w:p>
    <w:p w14:paraId="4B4DBA79" w14:textId="0C8A51CB" w:rsidR="007A0A2C" w:rsidRPr="004F7726" w:rsidRDefault="007A0A2C" w:rsidP="00ED099A">
      <w:pPr>
        <w:pStyle w:val="Odstavec2"/>
        <w:rPr>
          <w:rFonts w:cs="Arial"/>
        </w:rPr>
      </w:pPr>
      <w:r w:rsidRPr="004F7726">
        <w:rPr>
          <w:rFonts w:cs="Arial"/>
        </w:rPr>
        <w:t>Náklady na odstranění v těchto sporných případech nese až do vyjasnění nebo do vyřešení sporného případu Dodavatel.</w:t>
      </w:r>
    </w:p>
    <w:p w14:paraId="06F549A2" w14:textId="5AFD87C0" w:rsidR="007A7780" w:rsidRPr="004F7726" w:rsidRDefault="001A4A46" w:rsidP="008A1469">
      <w:pPr>
        <w:pStyle w:val="Odstavec2"/>
        <w:rPr>
          <w:rFonts w:cs="Arial"/>
        </w:rPr>
      </w:pPr>
      <w:r w:rsidRPr="004F7726">
        <w:rPr>
          <w:rFonts w:cs="Arial"/>
        </w:rPr>
        <w:t xml:space="preserve">Nebezpečí nahodilé škody na </w:t>
      </w:r>
      <w:r w:rsidR="008A1469" w:rsidRPr="004F7726">
        <w:rPr>
          <w:rFonts w:cs="Arial"/>
        </w:rPr>
        <w:t>dodávce na klíč</w:t>
      </w:r>
      <w:r w:rsidRPr="004F7726">
        <w:rPr>
          <w:rFonts w:cs="Arial"/>
        </w:rPr>
        <w:t xml:space="preserve"> přechází na </w:t>
      </w:r>
      <w:r w:rsidR="008A1469" w:rsidRPr="004F7726">
        <w:rPr>
          <w:rFonts w:cs="Arial"/>
        </w:rPr>
        <w:t>Objednatele</w:t>
      </w:r>
      <w:r w:rsidR="007A7780" w:rsidRPr="004F7726">
        <w:rPr>
          <w:rFonts w:cs="Arial"/>
        </w:rPr>
        <w:t xml:space="preserve"> v</w:t>
      </w:r>
      <w:r w:rsidRPr="004F7726">
        <w:rPr>
          <w:rFonts w:cs="Arial"/>
        </w:rPr>
        <w:t xml:space="preserve"> okamžiku realizované přejímky </w:t>
      </w:r>
      <w:r w:rsidR="005C7C4A" w:rsidRPr="004F7726">
        <w:rPr>
          <w:rFonts w:cs="Arial"/>
        </w:rPr>
        <w:t>dodávky na klíč</w:t>
      </w:r>
      <w:r w:rsidRPr="004F7726">
        <w:rPr>
          <w:rFonts w:cs="Arial"/>
        </w:rPr>
        <w:t xml:space="preserve"> od </w:t>
      </w:r>
      <w:r w:rsidR="005C7C4A" w:rsidRPr="004F7726">
        <w:rPr>
          <w:rFonts w:cs="Arial"/>
        </w:rPr>
        <w:t>Dodavatele</w:t>
      </w:r>
      <w:r w:rsidR="007A7780" w:rsidRPr="004F7726">
        <w:rPr>
          <w:rFonts w:cs="Arial"/>
        </w:rPr>
        <w:t xml:space="preserve"> v dohodnutém místě plnění.</w:t>
      </w:r>
    </w:p>
    <w:p w14:paraId="06F549A3" w14:textId="7A998084" w:rsidR="007A7780" w:rsidRPr="004F7726" w:rsidRDefault="001A4A46" w:rsidP="005C7C4A">
      <w:pPr>
        <w:pStyle w:val="Odstavec2"/>
        <w:rPr>
          <w:rFonts w:cs="Arial"/>
        </w:rPr>
      </w:pPr>
      <w:r w:rsidRPr="004F7726">
        <w:rPr>
          <w:rFonts w:cs="Arial"/>
        </w:rPr>
        <w:t>Vlastnické právo k</w:t>
      </w:r>
      <w:r w:rsidR="005C7C4A" w:rsidRPr="004F7726">
        <w:rPr>
          <w:rFonts w:cs="Arial"/>
        </w:rPr>
        <w:t> dodávce na klíč</w:t>
      </w:r>
      <w:r w:rsidRPr="004F7726">
        <w:rPr>
          <w:rFonts w:cs="Arial"/>
        </w:rPr>
        <w:t xml:space="preserve"> přechází na </w:t>
      </w:r>
      <w:r w:rsidR="005C7C4A" w:rsidRPr="004F7726">
        <w:rPr>
          <w:rFonts w:cs="Arial"/>
        </w:rPr>
        <w:t>Objednatele</w:t>
      </w:r>
      <w:r w:rsidRPr="004F7726">
        <w:rPr>
          <w:rFonts w:cs="Arial"/>
        </w:rPr>
        <w:t xml:space="preserve">, tj. </w:t>
      </w:r>
      <w:r w:rsidR="005C7C4A" w:rsidRPr="004F7726">
        <w:rPr>
          <w:rFonts w:cs="Arial"/>
        </w:rPr>
        <w:t>Objednatel</w:t>
      </w:r>
      <w:r w:rsidR="007A7780" w:rsidRPr="004F7726">
        <w:rPr>
          <w:rFonts w:cs="Arial"/>
        </w:rPr>
        <w:t xml:space="preserve"> nabývá vlastnické práv</w:t>
      </w:r>
      <w:r w:rsidRPr="004F7726">
        <w:rPr>
          <w:rFonts w:cs="Arial"/>
        </w:rPr>
        <w:t xml:space="preserve">o fyzickým dodáním a převzetím </w:t>
      </w:r>
      <w:r w:rsidR="005C7C4A" w:rsidRPr="004F7726">
        <w:rPr>
          <w:rFonts w:cs="Arial"/>
        </w:rPr>
        <w:t>dodávky na klíč</w:t>
      </w:r>
      <w:r w:rsidRPr="004F7726">
        <w:rPr>
          <w:rFonts w:cs="Arial"/>
        </w:rPr>
        <w:t xml:space="preserve"> </w:t>
      </w:r>
      <w:r w:rsidR="002811AB" w:rsidRPr="004F7726">
        <w:rPr>
          <w:rFonts w:cs="Arial"/>
        </w:rPr>
        <w:t>Objednatelem</w:t>
      </w:r>
      <w:r w:rsidR="007A7780" w:rsidRPr="004F7726">
        <w:rPr>
          <w:rFonts w:cs="Arial"/>
        </w:rPr>
        <w:t xml:space="preserve"> v místě plnění.</w:t>
      </w:r>
    </w:p>
    <w:p w14:paraId="06F549A4" w14:textId="753D898B" w:rsidR="007A7780" w:rsidRPr="004F7726" w:rsidRDefault="002811AB" w:rsidP="002811AB">
      <w:pPr>
        <w:pStyle w:val="Odstavec2"/>
        <w:rPr>
          <w:rFonts w:cs="Arial"/>
        </w:rPr>
      </w:pPr>
      <w:bookmarkStart w:id="17" w:name="_Ref146521786"/>
      <w:r w:rsidRPr="004F7726">
        <w:rPr>
          <w:rFonts w:cs="Arial"/>
        </w:rPr>
        <w:t>Dodávka na klíč</w:t>
      </w:r>
      <w:r w:rsidR="007A7780" w:rsidRPr="004F7726">
        <w:rPr>
          <w:rFonts w:cs="Arial"/>
        </w:rPr>
        <w:t xml:space="preserve"> musí splňovat</w:t>
      </w:r>
      <w:bookmarkEnd w:id="17"/>
      <w:r w:rsidR="007A7780" w:rsidRPr="004F7726">
        <w:rPr>
          <w:rFonts w:cs="Arial"/>
        </w:rPr>
        <w:t xml:space="preserve"> požadavky na bezpečnost a ochranu zdraví, požární ochranu a ochranu životního prostředí v souladu s</w:t>
      </w:r>
      <w:r w:rsidR="00FA7DFA" w:rsidRPr="004F7726">
        <w:rPr>
          <w:rFonts w:cs="Arial"/>
        </w:rPr>
        <w:t> </w:t>
      </w:r>
      <w:r w:rsidR="007A7780" w:rsidRPr="004F7726">
        <w:rPr>
          <w:rFonts w:cs="Arial"/>
        </w:rPr>
        <w:t>platnou</w:t>
      </w:r>
      <w:r w:rsidR="00FA7DFA" w:rsidRPr="004F7726">
        <w:rPr>
          <w:rFonts w:cs="Arial"/>
        </w:rPr>
        <w:t xml:space="preserve"> a účinnou</w:t>
      </w:r>
      <w:r w:rsidR="007A7780" w:rsidRPr="004F7726">
        <w:rPr>
          <w:rFonts w:cs="Arial"/>
        </w:rPr>
        <w:t xml:space="preserve"> legislativou.</w:t>
      </w:r>
    </w:p>
    <w:p w14:paraId="06F549A5" w14:textId="1F3D8544" w:rsidR="003126B3" w:rsidRPr="004F7726" w:rsidRDefault="00E946D3" w:rsidP="00424E60">
      <w:pPr>
        <w:pStyle w:val="02-ODST-2"/>
        <w:numPr>
          <w:ilvl w:val="1"/>
          <w:numId w:val="1"/>
        </w:numPr>
        <w:rPr>
          <w:rFonts w:cs="Arial"/>
        </w:rPr>
      </w:pPr>
      <w:r w:rsidRPr="004F7726">
        <w:rPr>
          <w:rFonts w:cs="Arial"/>
        </w:rPr>
        <w:t>Dodavatel</w:t>
      </w:r>
      <w:r w:rsidR="003126B3" w:rsidRPr="004F7726">
        <w:rPr>
          <w:rFonts w:cs="Arial"/>
        </w:rPr>
        <w:t xml:space="preserve"> se v rámci svého závazku zavazuje </w:t>
      </w:r>
      <w:r w:rsidRPr="004F7726">
        <w:rPr>
          <w:rFonts w:cs="Arial"/>
        </w:rPr>
        <w:t>Objednateli</w:t>
      </w:r>
      <w:r w:rsidR="003126B3" w:rsidRPr="004F7726">
        <w:rPr>
          <w:rFonts w:cs="Arial"/>
        </w:rPr>
        <w:t xml:space="preserve"> dodat dokumentaci uvedenou v odstavci </w:t>
      </w:r>
      <w:r w:rsidRPr="004F7726">
        <w:rPr>
          <w:rFonts w:cs="Arial"/>
        </w:rPr>
        <w:t>10</w:t>
      </w:r>
      <w:r w:rsidR="003126B3" w:rsidRPr="004F7726">
        <w:rPr>
          <w:rFonts w:cs="Arial"/>
        </w:rPr>
        <w:t>.</w:t>
      </w:r>
      <w:r w:rsidR="00ED099A" w:rsidRPr="004F7726">
        <w:rPr>
          <w:rFonts w:cs="Arial"/>
        </w:rPr>
        <w:t>17</w:t>
      </w:r>
      <w:r w:rsidR="003126B3" w:rsidRPr="004F7726">
        <w:rPr>
          <w:rFonts w:cs="Arial"/>
        </w:rPr>
        <w:t xml:space="preserve">. níže. Tyto dokumenty musí být předány </w:t>
      </w:r>
      <w:r w:rsidRPr="004F7726">
        <w:rPr>
          <w:rFonts w:cs="Arial"/>
        </w:rPr>
        <w:t>Objednateli</w:t>
      </w:r>
      <w:r w:rsidR="003126B3" w:rsidRPr="004F7726">
        <w:rPr>
          <w:rFonts w:cs="Arial"/>
        </w:rPr>
        <w:t xml:space="preserve"> při předání a převzetí </w:t>
      </w:r>
      <w:r w:rsidRPr="004F7726">
        <w:rPr>
          <w:rFonts w:cs="Arial"/>
        </w:rPr>
        <w:t>dodávky</w:t>
      </w:r>
      <w:r w:rsidR="003126B3" w:rsidRPr="004F7726">
        <w:rPr>
          <w:rFonts w:cs="Arial"/>
        </w:rPr>
        <w:t xml:space="preserve"> v místě plnění dle této </w:t>
      </w:r>
      <w:r w:rsidR="00FA7DFA" w:rsidRPr="004F7726">
        <w:rPr>
          <w:rFonts w:cs="Arial"/>
        </w:rPr>
        <w:t>S</w:t>
      </w:r>
      <w:r w:rsidR="003126B3" w:rsidRPr="004F7726">
        <w:rPr>
          <w:rFonts w:cs="Arial"/>
        </w:rPr>
        <w:t>mlouvy</w:t>
      </w:r>
      <w:r w:rsidR="00FA7DFA" w:rsidRPr="004F7726">
        <w:rPr>
          <w:rFonts w:cs="Arial"/>
        </w:rPr>
        <w:t xml:space="preserve"> a dílčí smlouvy</w:t>
      </w:r>
      <w:r w:rsidR="003126B3" w:rsidRPr="004F7726">
        <w:rPr>
          <w:rFonts w:cs="Arial"/>
        </w:rPr>
        <w:t xml:space="preserve"> po je</w:t>
      </w:r>
      <w:r w:rsidR="00ED099A" w:rsidRPr="004F7726">
        <w:rPr>
          <w:rFonts w:cs="Arial"/>
        </w:rPr>
        <w:t>jím</w:t>
      </w:r>
      <w:r w:rsidR="003126B3" w:rsidRPr="004F7726">
        <w:rPr>
          <w:rFonts w:cs="Arial"/>
        </w:rPr>
        <w:t xml:space="preserve"> zprovoznění. Bez níže uvedených dokumentů nelze považovat závazek </w:t>
      </w:r>
      <w:r w:rsidRPr="004F7726">
        <w:rPr>
          <w:rFonts w:cs="Arial"/>
        </w:rPr>
        <w:t>Dodavatele</w:t>
      </w:r>
      <w:r w:rsidR="003126B3" w:rsidRPr="004F7726">
        <w:rPr>
          <w:rFonts w:cs="Arial"/>
        </w:rPr>
        <w:t xml:space="preserve"> vyplývající z</w:t>
      </w:r>
      <w:r w:rsidR="00FA7DFA" w:rsidRPr="004F7726">
        <w:rPr>
          <w:rFonts w:cs="Arial"/>
        </w:rPr>
        <w:t>e Smlouvy a</w:t>
      </w:r>
      <w:r w:rsidR="003126B3" w:rsidRPr="004F7726">
        <w:rPr>
          <w:rFonts w:cs="Arial"/>
        </w:rPr>
        <w:t xml:space="preserve"> </w:t>
      </w:r>
      <w:r w:rsidR="009C2FD0" w:rsidRPr="004F7726">
        <w:rPr>
          <w:rFonts w:cs="Arial"/>
        </w:rPr>
        <w:t xml:space="preserve">dílčí </w:t>
      </w:r>
      <w:r w:rsidR="003126B3" w:rsidRPr="004F7726">
        <w:rPr>
          <w:rFonts w:cs="Arial"/>
        </w:rPr>
        <w:t xml:space="preserve">smlouvy za splněný a má se za to, že pokud nebudou dodány všechny požadované dokumenty uvedené v </w:t>
      </w:r>
      <w:r w:rsidR="00771023" w:rsidRPr="004F7726">
        <w:rPr>
          <w:rFonts w:cs="Arial"/>
        </w:rPr>
        <w:t xml:space="preserve">odstavci </w:t>
      </w:r>
      <w:r w:rsidR="00D15928" w:rsidRPr="004F7726">
        <w:rPr>
          <w:rFonts w:cs="Arial"/>
        </w:rPr>
        <w:t>10.</w:t>
      </w:r>
      <w:r w:rsidR="00ED099A" w:rsidRPr="004F7726">
        <w:rPr>
          <w:rFonts w:cs="Arial"/>
        </w:rPr>
        <w:t>17.</w:t>
      </w:r>
      <w:r w:rsidR="00D15928" w:rsidRPr="004F7726">
        <w:rPr>
          <w:rFonts w:cs="Arial"/>
        </w:rPr>
        <w:t xml:space="preserve"> této</w:t>
      </w:r>
      <w:r w:rsidR="003126B3" w:rsidRPr="004F7726">
        <w:rPr>
          <w:rFonts w:cs="Arial"/>
        </w:rPr>
        <w:t xml:space="preserve"> </w:t>
      </w:r>
      <w:r w:rsidR="00FA7DFA" w:rsidRPr="004F7726">
        <w:rPr>
          <w:rFonts w:cs="Arial"/>
        </w:rPr>
        <w:t>S</w:t>
      </w:r>
      <w:r w:rsidR="003126B3" w:rsidRPr="004F7726">
        <w:rPr>
          <w:rFonts w:cs="Arial"/>
        </w:rPr>
        <w:t xml:space="preserve">mlouvy, jedná se o vadu plnění. Všechny dokumenty musí být </w:t>
      </w:r>
      <w:r w:rsidR="00771023" w:rsidRPr="004F7726">
        <w:rPr>
          <w:rFonts w:cs="Arial"/>
        </w:rPr>
        <w:t>Objednateli</w:t>
      </w:r>
      <w:r w:rsidR="003126B3" w:rsidRPr="004F7726">
        <w:rPr>
          <w:rFonts w:cs="Arial"/>
        </w:rPr>
        <w:t xml:space="preserve"> předány v českém jazyce.</w:t>
      </w:r>
    </w:p>
    <w:p w14:paraId="06F549A6" w14:textId="2AE2F045" w:rsidR="003126B3" w:rsidRPr="004F7726" w:rsidRDefault="00E946D3" w:rsidP="00424E60">
      <w:pPr>
        <w:pStyle w:val="02-ODST-2"/>
        <w:numPr>
          <w:ilvl w:val="1"/>
          <w:numId w:val="1"/>
        </w:numPr>
        <w:rPr>
          <w:rFonts w:cs="Arial"/>
        </w:rPr>
      </w:pPr>
      <w:bookmarkStart w:id="18" w:name="_Ref337720457"/>
      <w:r w:rsidRPr="004F7726">
        <w:rPr>
          <w:rFonts w:cs="Arial"/>
        </w:rPr>
        <w:t>Dodavatel Objednateli</w:t>
      </w:r>
      <w:r w:rsidR="003126B3" w:rsidRPr="004F7726">
        <w:rPr>
          <w:rFonts w:cs="Arial"/>
        </w:rPr>
        <w:t xml:space="preserve"> předá </w:t>
      </w:r>
      <w:r w:rsidR="009C2FD0" w:rsidRPr="004F7726">
        <w:rPr>
          <w:rFonts w:cs="Arial"/>
        </w:rPr>
        <w:t xml:space="preserve">kromě dokladů požadovaných platnou legislativou též </w:t>
      </w:r>
      <w:r w:rsidR="003126B3" w:rsidRPr="004F7726">
        <w:rPr>
          <w:rFonts w:cs="Arial"/>
        </w:rPr>
        <w:t>následující dokumenty:</w:t>
      </w:r>
      <w:bookmarkEnd w:id="18"/>
      <w:r w:rsidR="003126B3" w:rsidRPr="004F7726">
        <w:rPr>
          <w:rFonts w:cs="Arial"/>
        </w:rPr>
        <w:t xml:space="preserve"> </w:t>
      </w:r>
    </w:p>
    <w:p w14:paraId="5A430C34"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prohlášení o shodě ve smyslu § 13 odst. 2 zákona č. 22/1997 Sb., o technických požadavcích na výrobky a o změně a doplnění některých zákonů, v platném znění;</w:t>
      </w:r>
    </w:p>
    <w:p w14:paraId="593808BF"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záruční list/y;</w:t>
      </w:r>
    </w:p>
    <w:p w14:paraId="55B469C4"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předávací protokol;</w:t>
      </w:r>
    </w:p>
    <w:p w14:paraId="054A7101"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provozní dokumentaci předmětu dodávky;</w:t>
      </w:r>
    </w:p>
    <w:p w14:paraId="13DDDCF4"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protokol o funkčních zkouškách (např; tlakových zkouškách …)</w:t>
      </w:r>
    </w:p>
    <w:p w14:paraId="417228D9"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protokol o těsnostní zkoušce autorizovanou osobou;</w:t>
      </w:r>
    </w:p>
    <w:p w14:paraId="5395ED1D"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návod k použití, k obsluze a údržbě s ohledem na bezpečnost práce;</w:t>
      </w:r>
    </w:p>
    <w:p w14:paraId="39B65B09"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výchozí revizní zprávy elektroinstalace a zařízení;</w:t>
      </w:r>
    </w:p>
    <w:p w14:paraId="23CF3885"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atesty, certifikáty dodaného materiálu, měřidla, čerpadla;</w:t>
      </w:r>
    </w:p>
    <w:p w14:paraId="5FB80E65"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 xml:space="preserve">komunikační protokol o způsobilosti výdejního zařízení pro napojení na obchodní řídící systém používaný v celé síti čerpacích stanic zadavatele – </w:t>
      </w:r>
      <w:proofErr w:type="spellStart"/>
      <w:r w:rsidRPr="00C667D0">
        <w:rPr>
          <w:rFonts w:ascii="Arial" w:hAnsi="Arial" w:cs="Arial"/>
          <w:sz w:val="20"/>
          <w:szCs w:val="20"/>
        </w:rPr>
        <w:t>Octopos</w:t>
      </w:r>
      <w:proofErr w:type="spellEnd"/>
      <w:r w:rsidRPr="00C667D0">
        <w:rPr>
          <w:rFonts w:ascii="Arial" w:hAnsi="Arial" w:cs="Arial"/>
          <w:sz w:val="20"/>
          <w:szCs w:val="20"/>
        </w:rPr>
        <w:t xml:space="preserve"> (YOUR SYSTEM, spol. s r.o.); </w:t>
      </w:r>
    </w:p>
    <w:p w14:paraId="330D2EDB"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certifikace měřidla Českým metrologickým institutem;</w:t>
      </w:r>
    </w:p>
    <w:p w14:paraId="1BCB4C32"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fotodokumentace postupu prací při provádění prací;</w:t>
      </w:r>
    </w:p>
    <w:p w14:paraId="6136DC53"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zjednodušený pracovní/montážní/stavební deník (1x originál pro archivaci a 1x kopie);</w:t>
      </w:r>
    </w:p>
    <w:p w14:paraId="10AF44E8"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další potřebné dokumenty dle právních a technických předpisů vydaných, platných a účinných v České republice;</w:t>
      </w:r>
    </w:p>
    <w:p w14:paraId="2EF32936"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protokol o zaškolení obsluhy;</w:t>
      </w:r>
    </w:p>
    <w:p w14:paraId="4180C78C"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doklady o ekologické likvidaci veškerých odpadů, vzniklých prováděním Díla, (nebezpečných a jiných odpadů),</w:t>
      </w:r>
    </w:p>
    <w:p w14:paraId="047411EA"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PD dokumentace vč. vyjádření všech orgánů veřejné moci a správců dotčených sítí,</w:t>
      </w:r>
    </w:p>
    <w:p w14:paraId="73DFFF7E" w14:textId="77777777" w:rsidR="00A72200" w:rsidRPr="00C667D0"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 xml:space="preserve">kolaudační souhlas  </w:t>
      </w:r>
    </w:p>
    <w:p w14:paraId="0F15B90A" w14:textId="73597B88" w:rsidR="00DC7B47" w:rsidRPr="004F7726" w:rsidRDefault="00A72200" w:rsidP="0078620E">
      <w:pPr>
        <w:pStyle w:val="Odstavecseseznamem"/>
        <w:numPr>
          <w:ilvl w:val="0"/>
          <w:numId w:val="18"/>
        </w:numPr>
        <w:spacing w:before="60" w:after="0" w:line="240" w:lineRule="auto"/>
        <w:ind w:left="1134" w:hanging="425"/>
        <w:contextualSpacing w:val="0"/>
        <w:jc w:val="both"/>
        <w:rPr>
          <w:rFonts w:ascii="Arial" w:hAnsi="Arial" w:cs="Arial"/>
          <w:sz w:val="20"/>
          <w:szCs w:val="20"/>
        </w:rPr>
      </w:pPr>
      <w:r w:rsidRPr="00C667D0">
        <w:rPr>
          <w:rFonts w:ascii="Arial" w:hAnsi="Arial" w:cs="Arial"/>
          <w:sz w:val="20"/>
          <w:szCs w:val="20"/>
        </w:rPr>
        <w:t>ostatní požadavky k </w:t>
      </w:r>
      <w:r w:rsidRPr="00C667D0">
        <w:rPr>
          <w:rFonts w:ascii="Arial" w:hAnsi="Arial" w:cs="Arial"/>
          <w:b/>
          <w:bCs/>
          <w:sz w:val="20"/>
          <w:szCs w:val="20"/>
        </w:rPr>
        <w:t>realizaci dílčí zakázky</w:t>
      </w:r>
      <w:r w:rsidR="00EA6A9A">
        <w:rPr>
          <w:rFonts w:ascii="Arial" w:hAnsi="Arial" w:cs="Arial"/>
          <w:sz w:val="20"/>
          <w:szCs w:val="20"/>
        </w:rPr>
        <w:t>.</w:t>
      </w:r>
    </w:p>
    <w:p w14:paraId="0A11D105" w14:textId="174E2E70" w:rsidR="00EB18C7" w:rsidRPr="00024600" w:rsidRDefault="00EB18C7" w:rsidP="00EB18C7">
      <w:pPr>
        <w:pStyle w:val="01-ODST-2"/>
        <w:numPr>
          <w:ilvl w:val="1"/>
          <w:numId w:val="1"/>
        </w:numPr>
        <w:tabs>
          <w:tab w:val="clear" w:pos="567"/>
          <w:tab w:val="left" w:pos="709"/>
        </w:tabs>
        <w:ind w:left="709" w:hanging="709"/>
        <w:rPr>
          <w:rFonts w:cs="Arial"/>
        </w:rPr>
      </w:pPr>
      <w:r w:rsidRPr="00024600">
        <w:rPr>
          <w:rFonts w:cs="Arial"/>
        </w:rPr>
        <w:t>Vešker</w:t>
      </w:r>
      <w:r w:rsidR="00912A42">
        <w:rPr>
          <w:rFonts w:cs="Arial"/>
        </w:rPr>
        <w:t>á</w:t>
      </w:r>
      <w:r w:rsidRPr="00024600">
        <w:rPr>
          <w:rFonts w:cs="Arial"/>
        </w:rPr>
        <w:t xml:space="preserve"> dokumentace, kromě </w:t>
      </w:r>
      <w:r w:rsidR="00CA705B">
        <w:rPr>
          <w:rFonts w:cs="Arial"/>
        </w:rPr>
        <w:t>D</w:t>
      </w:r>
      <w:r w:rsidRPr="00024600">
        <w:rPr>
          <w:rFonts w:cs="Arial"/>
        </w:rPr>
        <w:t>eníku, budou předány 2 x originál a budou členěny dle jednotlivých prací a výkonů a budou evidovány v přehledném soupisu a dále budou předány 1 x v elektronické podobě v PDF a výkresová dokumentace v DWG, je-li požadována</w:t>
      </w:r>
      <w:r w:rsidR="002A684A">
        <w:rPr>
          <w:rFonts w:cs="Arial"/>
        </w:rPr>
        <w:t xml:space="preserve"> (</w:t>
      </w:r>
      <w:r w:rsidR="002A684A" w:rsidRPr="00B622FD">
        <w:rPr>
          <w:rFonts w:cs="Arial"/>
          <w:i/>
          <w:iCs/>
        </w:rPr>
        <w:t>dodav</w:t>
      </w:r>
      <w:r w:rsidR="00FD1442" w:rsidRPr="00B622FD">
        <w:rPr>
          <w:rFonts w:cs="Arial"/>
          <w:i/>
          <w:iCs/>
        </w:rPr>
        <w:t>a</w:t>
      </w:r>
      <w:r w:rsidR="002A684A" w:rsidRPr="00B622FD">
        <w:rPr>
          <w:rFonts w:cs="Arial"/>
          <w:i/>
          <w:iCs/>
        </w:rPr>
        <w:t xml:space="preserve">teli bude zaslán </w:t>
      </w:r>
      <w:r w:rsidR="00FD1442" w:rsidRPr="00B622FD">
        <w:rPr>
          <w:rFonts w:cs="Arial"/>
          <w:i/>
          <w:iCs/>
        </w:rPr>
        <w:t>odkaz na</w:t>
      </w:r>
      <w:r w:rsidR="00B622FD" w:rsidRPr="00B622FD">
        <w:rPr>
          <w:rFonts w:cs="Arial"/>
          <w:i/>
          <w:iCs/>
        </w:rPr>
        <w:t xml:space="preserve"> </w:t>
      </w:r>
      <w:r w:rsidR="00FD1442" w:rsidRPr="00B622FD">
        <w:rPr>
          <w:rFonts w:cs="Arial"/>
          <w:i/>
          <w:iCs/>
        </w:rPr>
        <w:t>NEXTCLOUD</w:t>
      </w:r>
      <w:r w:rsidR="00B622FD">
        <w:rPr>
          <w:rFonts w:cs="Arial"/>
        </w:rPr>
        <w:t>)</w:t>
      </w:r>
      <w:r w:rsidRPr="00024600">
        <w:rPr>
          <w:rFonts w:cs="Arial"/>
        </w:rPr>
        <w:t>. Bez těchto dokladů nebude Dílo považováno pro účely předání a převzetí za bezvadné.</w:t>
      </w:r>
      <w:r w:rsidR="00121270">
        <w:rPr>
          <w:rFonts w:cs="Arial"/>
        </w:rPr>
        <w:t xml:space="preserve"> Dodavateli bude zaslán odkaz </w:t>
      </w:r>
    </w:p>
    <w:p w14:paraId="688C6024" w14:textId="77777777" w:rsidR="00EB18C7" w:rsidRPr="00024600" w:rsidRDefault="00EB18C7" w:rsidP="00EB18C7">
      <w:pPr>
        <w:pStyle w:val="01-ODST-2"/>
        <w:numPr>
          <w:ilvl w:val="1"/>
          <w:numId w:val="1"/>
        </w:numPr>
        <w:tabs>
          <w:tab w:val="clear" w:pos="567"/>
          <w:tab w:val="left" w:pos="709"/>
        </w:tabs>
        <w:ind w:left="709" w:hanging="709"/>
        <w:rPr>
          <w:rFonts w:cs="Arial"/>
        </w:rPr>
      </w:pPr>
      <w:r w:rsidRPr="00024600">
        <w:rPr>
          <w:rFonts w:cs="Arial"/>
        </w:rPr>
        <w:t>Zaměstnancem pověřeným za předání a převzetí řádně provedeného Díla jsou:</w:t>
      </w:r>
    </w:p>
    <w:p w14:paraId="6C512F2D" w14:textId="495CB4C5" w:rsidR="00EB18C7" w:rsidRPr="00024600" w:rsidRDefault="00EB18C7" w:rsidP="00EB18C7">
      <w:pPr>
        <w:pStyle w:val="01-ODST-2"/>
        <w:tabs>
          <w:tab w:val="clear" w:pos="567"/>
          <w:tab w:val="clear" w:pos="1080"/>
          <w:tab w:val="left" w:pos="709"/>
        </w:tabs>
        <w:ind w:left="709" w:firstLine="0"/>
        <w:rPr>
          <w:rFonts w:cs="Arial"/>
        </w:rPr>
      </w:pPr>
      <w:r>
        <w:rPr>
          <w:rFonts w:cs="Arial"/>
        </w:rPr>
        <w:lastRenderedPageBreak/>
        <w:tab/>
      </w:r>
      <w:r w:rsidRPr="00024600">
        <w:rPr>
          <w:rFonts w:cs="Arial"/>
        </w:rPr>
        <w:t xml:space="preserve">Za </w:t>
      </w:r>
      <w:r w:rsidR="00532F73">
        <w:rPr>
          <w:rFonts w:cs="Arial"/>
        </w:rPr>
        <w:t>Dodavatele</w:t>
      </w:r>
      <w:r w:rsidRPr="00024600">
        <w:rPr>
          <w:rFonts w:cs="Arial"/>
        </w:rPr>
        <w:t xml:space="preserve">: </w:t>
      </w:r>
      <w:r w:rsidRPr="00EB18C7">
        <w:rPr>
          <w:rFonts w:cs="Arial"/>
          <w:highlight w:val="yellow"/>
        </w:rPr>
        <w:t>………………………………………………</w:t>
      </w:r>
      <w:r w:rsidR="00450799">
        <w:rPr>
          <w:rFonts w:cs="Arial"/>
        </w:rPr>
        <w:t xml:space="preserve"> </w:t>
      </w:r>
    </w:p>
    <w:p w14:paraId="06F549B4" w14:textId="2D583FE0" w:rsidR="003126B3" w:rsidRPr="000520BC" w:rsidRDefault="00EB18C7" w:rsidP="00EB18C7">
      <w:pPr>
        <w:pStyle w:val="02-ODST-2"/>
        <w:tabs>
          <w:tab w:val="clear" w:pos="1080"/>
        </w:tabs>
        <w:ind w:firstLine="0"/>
      </w:pPr>
      <w:r>
        <w:rPr>
          <w:rFonts w:cs="Arial"/>
        </w:rPr>
        <w:tab/>
      </w:r>
      <w:r>
        <w:rPr>
          <w:rFonts w:cs="Arial"/>
        </w:rPr>
        <w:tab/>
      </w:r>
      <w:r w:rsidRPr="00024600">
        <w:rPr>
          <w:rFonts w:cs="Arial"/>
        </w:rPr>
        <w:t>Za Objednatele: osoba oprávněná zapisovat do</w:t>
      </w:r>
      <w:r w:rsidR="00A84DF4">
        <w:rPr>
          <w:rFonts w:cs="Arial"/>
        </w:rPr>
        <w:t xml:space="preserve"> Deníku</w:t>
      </w:r>
      <w:r w:rsidR="003126B3" w:rsidRPr="00F61B90">
        <w:t>.</w:t>
      </w:r>
    </w:p>
    <w:p w14:paraId="06F549B5" w14:textId="58F1C1A8" w:rsidR="00CD1BFE" w:rsidRPr="0039538A" w:rsidRDefault="00521C2A" w:rsidP="00D542F4">
      <w:pPr>
        <w:pStyle w:val="lnek"/>
        <w:ind w:left="17"/>
        <w:rPr>
          <w:rFonts w:cs="Arial"/>
        </w:rPr>
      </w:pPr>
      <w:r w:rsidRPr="0039538A">
        <w:rPr>
          <w:rFonts w:eastAsiaTheme="minorEastAsia" w:cs="Arial"/>
        </w:rPr>
        <w:t>Práva z vadného plnění, záruka</w:t>
      </w:r>
    </w:p>
    <w:p w14:paraId="6DB70D9A" w14:textId="5CFCD845" w:rsidR="00521C2A" w:rsidRPr="0039538A" w:rsidRDefault="00815A92" w:rsidP="00BF3227">
      <w:pPr>
        <w:pStyle w:val="Odstavec2"/>
      </w:pPr>
      <w:r w:rsidRPr="0039538A">
        <w:rPr>
          <w:rFonts w:cs="Arial"/>
        </w:rPr>
        <w:t xml:space="preserve">Práva </w:t>
      </w:r>
      <w:r w:rsidR="00912A42">
        <w:rPr>
          <w:rFonts w:cs="Arial"/>
        </w:rPr>
        <w:t>Objednatele</w:t>
      </w:r>
      <w:r w:rsidR="00912A42" w:rsidRPr="0039538A">
        <w:rPr>
          <w:rFonts w:cs="Arial"/>
        </w:rPr>
        <w:t xml:space="preserve"> </w:t>
      </w:r>
      <w:r w:rsidRPr="0039538A">
        <w:rPr>
          <w:rFonts w:cs="Arial"/>
        </w:rPr>
        <w:t>z vadného plnění a záruka na</w:t>
      </w:r>
      <w:r w:rsidR="00450799">
        <w:rPr>
          <w:rFonts w:cs="Arial"/>
        </w:rPr>
        <w:t xml:space="preserve"> dodávku na klíč</w:t>
      </w:r>
      <w:r w:rsidRPr="0039538A">
        <w:rPr>
          <w:rFonts w:cs="Arial"/>
        </w:rPr>
        <w:t xml:space="preserve"> se řídí dle podmínek uvedených v této Smlouvě v souladu s platnou </w:t>
      </w:r>
      <w:r w:rsidR="00912A42">
        <w:rPr>
          <w:rFonts w:cs="Arial"/>
        </w:rPr>
        <w:t xml:space="preserve">a účinnou </w:t>
      </w:r>
      <w:r w:rsidRPr="0039538A">
        <w:rPr>
          <w:rFonts w:cs="Arial"/>
        </w:rPr>
        <w:t>legislativou (českým právem).</w:t>
      </w:r>
    </w:p>
    <w:p w14:paraId="06F549B6" w14:textId="4BEEAD80" w:rsidR="0074072F" w:rsidRPr="0039538A" w:rsidRDefault="0074072F" w:rsidP="00BF3227">
      <w:pPr>
        <w:pStyle w:val="Odstavec2"/>
      </w:pPr>
      <w:r w:rsidRPr="0039538A" w:rsidDel="001D76CD">
        <w:t xml:space="preserve">Záruční doba na předmět </w:t>
      </w:r>
      <w:r w:rsidR="00B4256C">
        <w:t>dodávky na klíč</w:t>
      </w:r>
      <w:r w:rsidRPr="0039538A" w:rsidDel="001D76CD">
        <w:t xml:space="preserve"> činí </w:t>
      </w:r>
      <w:r w:rsidR="00DB57EE" w:rsidRPr="0039538A">
        <w:t>60</w:t>
      </w:r>
      <w:r w:rsidRPr="0039538A" w:rsidDel="001D76CD">
        <w:t xml:space="preserve"> měsíců</w:t>
      </w:r>
      <w:r w:rsidRPr="0039538A">
        <w:t xml:space="preserve"> (</w:t>
      </w:r>
      <w:r w:rsidR="00DB57EE" w:rsidRPr="0039538A">
        <w:t>5</w:t>
      </w:r>
      <w:r w:rsidRPr="0039538A">
        <w:t xml:space="preserve"> kalendářní rok</w:t>
      </w:r>
      <w:r w:rsidR="00DB57EE" w:rsidRPr="0039538A">
        <w:t>ů</w:t>
      </w:r>
      <w:r w:rsidRPr="0039538A">
        <w:t>)</w:t>
      </w:r>
      <w:r w:rsidRPr="0039538A" w:rsidDel="001D76CD">
        <w:t xml:space="preserve"> ode dne podpisu předávacího protokolu </w:t>
      </w:r>
      <w:r w:rsidR="00912A42">
        <w:t>S</w:t>
      </w:r>
      <w:r w:rsidRPr="0039538A" w:rsidDel="001D76CD">
        <w:t>mluvními stranami</w:t>
      </w:r>
      <w:r w:rsidRPr="0039538A">
        <w:t xml:space="preserve"> a převzetí </w:t>
      </w:r>
      <w:r w:rsidR="00B4256C">
        <w:t>dodávky na klí</w:t>
      </w:r>
      <w:r w:rsidR="0066633E">
        <w:t>č</w:t>
      </w:r>
      <w:r w:rsidRPr="0039538A">
        <w:t xml:space="preserve"> bez výhrad. </w:t>
      </w:r>
      <w:r w:rsidR="00D33072" w:rsidRPr="0039538A">
        <w:t>Dodav</w:t>
      </w:r>
      <w:r w:rsidR="00D370EE" w:rsidRPr="0039538A">
        <w:t>a</w:t>
      </w:r>
      <w:r w:rsidR="00D33072" w:rsidRPr="0039538A">
        <w:t>tel</w:t>
      </w:r>
      <w:r w:rsidRPr="0039538A" w:rsidDel="001D76CD">
        <w:t xml:space="preserve"> se zavazuje po tuto dobu bezplatně odstranit veškeré vady zjištěné v době záruky včetně jejich následků, tj. opravit nebo vyměnit neprodleně a na své náklady a odpovědnost jakékoli vadné součásti či cel</w:t>
      </w:r>
      <w:r w:rsidR="00912A42">
        <w:t>ou</w:t>
      </w:r>
      <w:r w:rsidRPr="0039538A" w:rsidDel="001D76CD">
        <w:t xml:space="preserve"> </w:t>
      </w:r>
      <w:r w:rsidR="00D370EE" w:rsidRPr="0039538A">
        <w:t>dodávk</w:t>
      </w:r>
      <w:r w:rsidR="00912A42">
        <w:t>u</w:t>
      </w:r>
      <w:r w:rsidR="00D370EE" w:rsidRPr="0039538A">
        <w:t xml:space="preserve"> na klíč</w:t>
      </w:r>
      <w:r w:rsidRPr="0039538A" w:rsidDel="001D76CD">
        <w:t xml:space="preserve"> za </w:t>
      </w:r>
      <w:r w:rsidRPr="0039538A">
        <w:t xml:space="preserve">bezvadné či </w:t>
      </w:r>
      <w:r w:rsidRPr="0039538A" w:rsidDel="001D76CD">
        <w:t xml:space="preserve">bezvadný. Ke stejné povinnosti se </w:t>
      </w:r>
      <w:r w:rsidR="00146529">
        <w:t>Dodavatel</w:t>
      </w:r>
      <w:r w:rsidRPr="0039538A" w:rsidDel="001D76CD">
        <w:t xml:space="preserve"> zavazuje v případě vad zjištěných při převzetí </w:t>
      </w:r>
      <w:r w:rsidR="00D370EE" w:rsidRPr="0039538A">
        <w:t>dodávky Objednat</w:t>
      </w:r>
      <w:r w:rsidR="00166240" w:rsidRPr="0039538A">
        <w:t>elem</w:t>
      </w:r>
      <w:r w:rsidRPr="0039538A" w:rsidDel="001D76CD">
        <w:t xml:space="preserve">. </w:t>
      </w:r>
      <w:r w:rsidR="00166240" w:rsidRPr="0039538A">
        <w:t>Objednatel</w:t>
      </w:r>
      <w:r w:rsidRPr="0039538A" w:rsidDel="001D76CD">
        <w:t xml:space="preserve"> má právo namísto bezplatného odstranění vady žádat v</w:t>
      </w:r>
      <w:r w:rsidRPr="0039538A">
        <w:t> oznámení vady (dále jen „</w:t>
      </w:r>
      <w:r w:rsidRPr="0039538A" w:rsidDel="001D76CD">
        <w:rPr>
          <w:b/>
        </w:rPr>
        <w:t>reklamac</w:t>
      </w:r>
      <w:r w:rsidRPr="0039538A">
        <w:rPr>
          <w:b/>
        </w:rPr>
        <w:t>e“</w:t>
      </w:r>
      <w:r w:rsidRPr="0039538A">
        <w:t>)</w:t>
      </w:r>
      <w:r w:rsidRPr="0039538A" w:rsidDel="001D76CD">
        <w:t xml:space="preserve"> slevu přiměřenou nákladům na odstranění vady, pro odstoupení od </w:t>
      </w:r>
      <w:r w:rsidR="00912A42">
        <w:t xml:space="preserve">dílčí smlouvy </w:t>
      </w:r>
      <w:r w:rsidRPr="0039538A" w:rsidDel="001D76CD">
        <w:t xml:space="preserve">z důvodu vad předmětu </w:t>
      </w:r>
      <w:r w:rsidR="0066633E">
        <w:t>dodávky na klíč</w:t>
      </w:r>
      <w:r w:rsidRPr="0039538A" w:rsidDel="001D76CD">
        <w:t xml:space="preserve"> platí ustanovení ob</w:t>
      </w:r>
      <w:r w:rsidRPr="0039538A">
        <w:t>čanského</w:t>
      </w:r>
      <w:r w:rsidRPr="0039538A" w:rsidDel="001D76CD">
        <w:t xml:space="preserve"> zákoník</w:t>
      </w:r>
      <w:r w:rsidRPr="0039538A">
        <w:t>u</w:t>
      </w:r>
      <w:r w:rsidRPr="0039538A" w:rsidDel="001D76CD">
        <w:t xml:space="preserve">, není-li touto </w:t>
      </w:r>
      <w:r w:rsidR="00912A42">
        <w:t>S</w:t>
      </w:r>
      <w:r w:rsidRPr="0039538A" w:rsidDel="001D76CD">
        <w:t xml:space="preserve">mlouvou stanoveno jinak. </w:t>
      </w:r>
    </w:p>
    <w:p w14:paraId="06F549B8" w14:textId="23419DC7" w:rsidR="0074072F" w:rsidRPr="0039538A" w:rsidRDefault="00970C54" w:rsidP="00424E60">
      <w:pPr>
        <w:pStyle w:val="02-ODST-2"/>
        <w:numPr>
          <w:ilvl w:val="1"/>
          <w:numId w:val="1"/>
        </w:numPr>
      </w:pPr>
      <w:r w:rsidRPr="0039538A">
        <w:t>Dodavatel</w:t>
      </w:r>
      <w:r w:rsidR="0074072F" w:rsidRPr="0039538A">
        <w:t xml:space="preserve"> </w:t>
      </w:r>
      <w:r w:rsidR="00646C04" w:rsidRPr="0039538A">
        <w:rPr>
          <w:rFonts w:cs="Arial"/>
        </w:rPr>
        <w:t>přejímá zejména záruku za to</w:t>
      </w:r>
      <w:r w:rsidR="0074072F" w:rsidRPr="0039538A">
        <w:t xml:space="preserve">, že </w:t>
      </w:r>
      <w:r w:rsidRPr="0039538A">
        <w:t>dodávka na klíč</w:t>
      </w:r>
      <w:r w:rsidR="00881BB7" w:rsidRPr="0039538A">
        <w:t xml:space="preserve"> </w:t>
      </w:r>
      <w:r w:rsidR="00881BB7" w:rsidRPr="0039538A">
        <w:rPr>
          <w:rFonts w:cs="Arial"/>
        </w:rPr>
        <w:t>(včetně všech jejích případných změn)</w:t>
      </w:r>
      <w:r w:rsidR="0074072F" w:rsidRPr="0039538A">
        <w:t xml:space="preserve"> bude během záruční doby dle této</w:t>
      </w:r>
      <w:r w:rsidR="00ED099A">
        <w:t xml:space="preserve"> S</w:t>
      </w:r>
      <w:r w:rsidR="0074072F" w:rsidRPr="0039538A">
        <w:t>mlouvy:</w:t>
      </w:r>
    </w:p>
    <w:p w14:paraId="06F549B9" w14:textId="2C5AF6A8" w:rsidR="0074072F" w:rsidRDefault="0074072F" w:rsidP="0078620E">
      <w:pPr>
        <w:pStyle w:val="06-PSM"/>
        <w:numPr>
          <w:ilvl w:val="0"/>
          <w:numId w:val="8"/>
        </w:numPr>
      </w:pPr>
      <w:r>
        <w:t>bez jakýchkoliv vad a způsobil</w:t>
      </w:r>
      <w:r w:rsidR="00881BB7">
        <w:t>á</w:t>
      </w:r>
      <w:r>
        <w:t xml:space="preserve"> k užívání pro účel, pro nějž je určen</w:t>
      </w:r>
      <w:r w:rsidR="00881BB7">
        <w:t>a</w:t>
      </w:r>
      <w:r w:rsidR="00912A42">
        <w:t xml:space="preserve">, a to zejména v části představující </w:t>
      </w:r>
      <w:r w:rsidR="00E913D4">
        <w:t>kontejnery</w:t>
      </w:r>
      <w:r w:rsidR="00A4112A">
        <w:t>;</w:t>
      </w:r>
    </w:p>
    <w:p w14:paraId="447C3372" w14:textId="1E82DF78" w:rsidR="00BA02E2" w:rsidRDefault="0074072F" w:rsidP="00424E60">
      <w:pPr>
        <w:pStyle w:val="06-PSM"/>
        <w:numPr>
          <w:ilvl w:val="0"/>
          <w:numId w:val="2"/>
        </w:numPr>
      </w:pPr>
      <w:r>
        <w:t xml:space="preserve">splňovat všechny </w:t>
      </w:r>
      <w:r w:rsidR="00BA02E2">
        <w:t xml:space="preserve">stanovené </w:t>
      </w:r>
      <w:r>
        <w:t>požadavky</w:t>
      </w:r>
      <w:r w:rsidR="00912A42">
        <w:t xml:space="preserve"> </w:t>
      </w:r>
      <w:r w:rsidR="00912A42" w:rsidRPr="00912A42">
        <w:t xml:space="preserve">touto </w:t>
      </w:r>
      <w:r w:rsidR="00912A42">
        <w:t>S</w:t>
      </w:r>
      <w:r w:rsidR="00912A42" w:rsidRPr="00912A42">
        <w:t>mlouvou</w:t>
      </w:r>
      <w:r w:rsidR="00912A42">
        <w:t xml:space="preserve"> a/nebo dílčí smlouvou</w:t>
      </w:r>
      <w:r w:rsidR="00912A42" w:rsidRPr="00912A42">
        <w:t xml:space="preserve"> </w:t>
      </w:r>
    </w:p>
    <w:p w14:paraId="06F549BA" w14:textId="0E93AD0A" w:rsidR="0074072F" w:rsidRDefault="0074072F" w:rsidP="00424E60">
      <w:pPr>
        <w:pStyle w:val="06-PSM"/>
        <w:numPr>
          <w:ilvl w:val="0"/>
          <w:numId w:val="2"/>
        </w:numPr>
      </w:pPr>
      <w:r>
        <w:t xml:space="preserve">mít všechny vlastnosti touto </w:t>
      </w:r>
      <w:r w:rsidR="00ED099A">
        <w:t>S</w:t>
      </w:r>
      <w:r>
        <w:t>mlouvou</w:t>
      </w:r>
      <w:r w:rsidR="00ED099A">
        <w:t xml:space="preserve"> a/nebo dílčí smlouvou</w:t>
      </w:r>
      <w:r>
        <w:t xml:space="preserve"> </w:t>
      </w:r>
      <w:r w:rsidR="00BA02E2">
        <w:t>vymíněné</w:t>
      </w:r>
      <w:r>
        <w:t xml:space="preserve"> nebo, pokud tato </w:t>
      </w:r>
      <w:r w:rsidR="00ED099A">
        <w:t>S</w:t>
      </w:r>
      <w:r>
        <w:t>mlouva</w:t>
      </w:r>
      <w:r w:rsidR="00ED099A">
        <w:t xml:space="preserve"> a/nebo dílčí smlouva</w:t>
      </w:r>
      <w:r>
        <w:t xml:space="preserve"> takové vlastnosti výslovně nestanoví, vlastnosti obvyklé k účelu sjednanému ve </w:t>
      </w:r>
      <w:r w:rsidR="00912A42">
        <w:t>S</w:t>
      </w:r>
      <w:r>
        <w:t>mlouvě</w:t>
      </w:r>
      <w:r w:rsidR="00543749">
        <w:t xml:space="preserve"> či dílčí smlouvě</w:t>
      </w:r>
      <w:r w:rsidR="00A4112A">
        <w:t>;</w:t>
      </w:r>
    </w:p>
    <w:p w14:paraId="06F549BB" w14:textId="06BF789A" w:rsidR="0074072F" w:rsidRDefault="0074072F" w:rsidP="00424E60">
      <w:pPr>
        <w:pStyle w:val="06-PSM"/>
        <w:numPr>
          <w:ilvl w:val="0"/>
          <w:numId w:val="2"/>
        </w:numPr>
      </w:pPr>
      <w:r>
        <w:t>splňovat všechny požadavky stanovené platnými a účinnými zákony a ostatními obecně závaznými právními předpisy, a bude odpovídat platným technickým pravidlům, normám a předpisům</w:t>
      </w:r>
      <w:r w:rsidR="00912A42">
        <w:t xml:space="preserve"> platným a účinným na území České republiky</w:t>
      </w:r>
      <w:r w:rsidR="00A4112A">
        <w:t>;</w:t>
      </w:r>
    </w:p>
    <w:p w14:paraId="16613567" w14:textId="03F65C28" w:rsidR="00A4112A" w:rsidRDefault="00A4112A" w:rsidP="00424E60">
      <w:pPr>
        <w:pStyle w:val="06-PSM"/>
        <w:numPr>
          <w:ilvl w:val="0"/>
          <w:numId w:val="2"/>
        </w:numPr>
      </w:pPr>
      <w:r>
        <w:t>nebude obsahovat chyby a nedostatky</w:t>
      </w:r>
      <w:r w:rsidR="00912A42">
        <w:t>, a to zejména v části představující PD</w:t>
      </w:r>
      <w:r w:rsidR="00712835">
        <w:t>.</w:t>
      </w:r>
    </w:p>
    <w:p w14:paraId="06F549BD" w14:textId="3BFC8472" w:rsidR="0074072F" w:rsidRPr="0074072F" w:rsidRDefault="0074072F" w:rsidP="00424E60">
      <w:pPr>
        <w:pStyle w:val="02-ODST-2"/>
        <w:numPr>
          <w:ilvl w:val="1"/>
          <w:numId w:val="1"/>
        </w:numPr>
      </w:pPr>
      <w:bookmarkStart w:id="19" w:name="_Ref353862857"/>
      <w:r w:rsidRPr="0074072F">
        <w:t xml:space="preserve">Vady, které budou zjištěny po převzetí </w:t>
      </w:r>
      <w:r w:rsidR="004D6386">
        <w:t>dodávky</w:t>
      </w:r>
      <w:r w:rsidRPr="0074072F">
        <w:t xml:space="preserve">, může </w:t>
      </w:r>
      <w:r w:rsidR="004D6386">
        <w:t>Objednatel</w:t>
      </w:r>
      <w:r w:rsidRPr="0074072F">
        <w:t xml:space="preserve"> reklamovat písemně v listinné formě poštou či elektronicky e-mailem u </w:t>
      </w:r>
      <w:r w:rsidR="001366E3">
        <w:t>Dodavatele</w:t>
      </w:r>
      <w:r w:rsidRPr="0074072F">
        <w:t xml:space="preserve">, jak je uvedeno dále, do konce záruční doby. Pro zachování záruční doby </w:t>
      </w:r>
      <w:proofErr w:type="gramStart"/>
      <w:r w:rsidRPr="0074072F">
        <w:t>postačí</w:t>
      </w:r>
      <w:proofErr w:type="gramEnd"/>
      <w:r w:rsidRPr="0074072F">
        <w:t xml:space="preserve">, je-li reklamace </w:t>
      </w:r>
      <w:r w:rsidR="00A60792">
        <w:t>Dodavateli</w:t>
      </w:r>
      <w:r w:rsidRPr="0074072F">
        <w:t xml:space="preserve"> odeslána. V reklamaci musí být vada popsána. </w:t>
      </w:r>
      <w:r w:rsidR="001366E3">
        <w:t>Objednatel</w:t>
      </w:r>
      <w:r w:rsidRPr="0074072F">
        <w:t xml:space="preserve"> oznámí </w:t>
      </w:r>
      <w:r w:rsidR="001366E3">
        <w:t>Dodavateli</w:t>
      </w:r>
      <w:r w:rsidRPr="0074072F">
        <w:t xml:space="preserve"> vadu písemně na adresu </w:t>
      </w:r>
      <w:r w:rsidR="0024245D" w:rsidRPr="007B38A4">
        <w:rPr>
          <w:highlight w:val="yellow"/>
        </w:rPr>
        <w:t>……………………</w:t>
      </w:r>
      <w:r w:rsidR="004212AF">
        <w:t xml:space="preserve"> nebo </w:t>
      </w:r>
      <w:r w:rsidR="006450F4">
        <w:t xml:space="preserve">na </w:t>
      </w:r>
      <w:r w:rsidR="006450F4" w:rsidRPr="0074072F">
        <w:t>e</w:t>
      </w:r>
      <w:r w:rsidRPr="0074072F">
        <w:t>-mail</w:t>
      </w:r>
      <w:r w:rsidR="004212AF">
        <w:t>ové adrese</w:t>
      </w:r>
      <w:r w:rsidRPr="0074072F">
        <w:t xml:space="preserve"> </w:t>
      </w:r>
      <w:r w:rsidRPr="007B38A4">
        <w:rPr>
          <w:highlight w:val="yellow"/>
        </w:rPr>
        <w:t>………………</w:t>
      </w:r>
    </w:p>
    <w:p w14:paraId="06F549BE" w14:textId="4948F043" w:rsidR="0074072F" w:rsidRDefault="001C5E8B" w:rsidP="00424E60">
      <w:pPr>
        <w:pStyle w:val="02-ODST-2"/>
        <w:numPr>
          <w:ilvl w:val="1"/>
          <w:numId w:val="1"/>
        </w:numPr>
      </w:pPr>
      <w:r>
        <w:t>Dodavatel</w:t>
      </w:r>
      <w:r w:rsidR="0074072F">
        <w:t xml:space="preserve"> je povinen se ke každé doručené reklamaci písemně bez zbytečného odkladu vyjádřit, a to na e-mailovou adresu, u níž byla reklamace uplatněna.  Ve vyjádření buď vadu uzná a v případě, že vadu neuzná, musí uvést konkrétní důvod, z kterého vadu neuznává. Jestliže se </w:t>
      </w:r>
      <w:r w:rsidR="00F4272C">
        <w:t>Dodavatel</w:t>
      </w:r>
      <w:r w:rsidR="0074072F">
        <w:t xml:space="preserve"> do 2 </w:t>
      </w:r>
      <w:r w:rsidR="002857EC">
        <w:t xml:space="preserve">pracovních </w:t>
      </w:r>
      <w:r w:rsidR="0074072F">
        <w:t xml:space="preserve">dnů ode dne doručení reklamace </w:t>
      </w:r>
      <w:proofErr w:type="gramStart"/>
      <w:r w:rsidR="0074072F">
        <w:t>nevyjádří</w:t>
      </w:r>
      <w:proofErr w:type="gramEnd"/>
      <w:r w:rsidR="0074072F">
        <w:t>, má se za to, že vadu uznává.</w:t>
      </w:r>
      <w:bookmarkEnd w:id="19"/>
      <w:r w:rsidR="0074072F">
        <w:t xml:space="preserve"> </w:t>
      </w:r>
    </w:p>
    <w:p w14:paraId="06F549BF" w14:textId="66EB39B8" w:rsidR="0074072F" w:rsidRPr="00BB569E" w:rsidRDefault="00771023" w:rsidP="00424E60">
      <w:pPr>
        <w:pStyle w:val="02-ODST-2"/>
        <w:numPr>
          <w:ilvl w:val="1"/>
          <w:numId w:val="1"/>
        </w:numPr>
      </w:pPr>
      <w:bookmarkStart w:id="20" w:name="_Ref478740608"/>
      <w:r>
        <w:t>Dodavatel</w:t>
      </w:r>
      <w:r w:rsidR="0074072F" w:rsidRPr="00BB569E">
        <w:t xml:space="preserve"> se zavazuje odstranit vadu oznámenou </w:t>
      </w:r>
      <w:r>
        <w:t>Objednatelem</w:t>
      </w:r>
      <w:r w:rsidR="0074072F" w:rsidRPr="00BB569E">
        <w:t xml:space="preserve"> </w:t>
      </w:r>
      <w:r>
        <w:t>Dodavateli</w:t>
      </w:r>
      <w:r w:rsidR="0074072F" w:rsidRPr="00BB569E">
        <w:t xml:space="preserve"> způsobem dle odstavce </w:t>
      </w:r>
      <w:r w:rsidR="006126DD">
        <w:t>11.4</w:t>
      </w:r>
      <w:r w:rsidR="0074072F" w:rsidRPr="00BB569E">
        <w:t xml:space="preserve">. této smlouvy ve lhůtě do 30 dnů od oznámení vady </w:t>
      </w:r>
      <w:r w:rsidR="006126DD">
        <w:t>Objednat</w:t>
      </w:r>
      <w:r w:rsidR="00DF2748">
        <w:t>e</w:t>
      </w:r>
      <w:r w:rsidR="006126DD">
        <w:t>lem</w:t>
      </w:r>
      <w:r w:rsidR="0074072F" w:rsidRPr="00BB569E">
        <w:t xml:space="preserve">. V případě, že vada neumožňuje provoz </w:t>
      </w:r>
      <w:r w:rsidR="00DF2748">
        <w:t>dodávky na klíč</w:t>
      </w:r>
      <w:r w:rsidR="0074072F" w:rsidRPr="00BB569E">
        <w:t xml:space="preserve">, </w:t>
      </w:r>
      <w:r w:rsidR="00DF2748">
        <w:t xml:space="preserve">Dodavatel </w:t>
      </w:r>
      <w:r w:rsidR="0074072F" w:rsidRPr="00BB569E">
        <w:t xml:space="preserve">zajistí zahájení opravy do 24 hod. od nahlášení závady </w:t>
      </w:r>
      <w:r w:rsidR="00671189">
        <w:t>Objednatelem</w:t>
      </w:r>
      <w:r w:rsidR="0074072F" w:rsidRPr="00BB569E">
        <w:t xml:space="preserve"> a ukončení opravy do 48 hod. od oznámení vady </w:t>
      </w:r>
      <w:r w:rsidR="00671189">
        <w:t>Objednatelem</w:t>
      </w:r>
      <w:r w:rsidR="0074072F" w:rsidRPr="00BB569E">
        <w:t>, nebude-li mezi smluvními stranami písemně dohodnuto jinak.</w:t>
      </w:r>
      <w:bookmarkEnd w:id="20"/>
    </w:p>
    <w:p w14:paraId="06F549C0" w14:textId="0136CC1B" w:rsidR="0074072F" w:rsidRDefault="0074072F" w:rsidP="00424E60">
      <w:pPr>
        <w:pStyle w:val="02-ODST-2"/>
        <w:numPr>
          <w:ilvl w:val="1"/>
          <w:numId w:val="1"/>
        </w:numPr>
      </w:pPr>
      <w:bookmarkStart w:id="21" w:name="_Ref478997530"/>
      <w:r>
        <w:t xml:space="preserve">Neodstraní-li </w:t>
      </w:r>
      <w:r w:rsidR="00AE2081">
        <w:t>Dodavatel</w:t>
      </w:r>
      <w:r>
        <w:t xml:space="preserve"> reklamované vady ve lhůtě dle této smlouvy, je </w:t>
      </w:r>
      <w:r w:rsidR="00AE2081">
        <w:t>Objednatel</w:t>
      </w:r>
      <w:r>
        <w:t xml:space="preserve"> oprávněn podle vlastního uvážení odstranění vad provést sám, pověřit jejich odstraněním jiný subjekt nebo jeho prostřednictvím vyměnit vadný komponent či součást předmětu </w:t>
      </w:r>
      <w:r w:rsidR="0066633E">
        <w:t>dodávky</w:t>
      </w:r>
      <w:r>
        <w:t xml:space="preserve">. Takto vzniklé náklady je </w:t>
      </w:r>
      <w:r w:rsidR="00210A3D">
        <w:t>Dodavatel</w:t>
      </w:r>
      <w:r>
        <w:t xml:space="preserve"> </w:t>
      </w:r>
      <w:r w:rsidR="00210A3D">
        <w:t>Objednateli</w:t>
      </w:r>
      <w:r>
        <w:t xml:space="preserve"> povinen uhradit na základě jeho písemné výzvy a ve lhůtě určené </w:t>
      </w:r>
      <w:r w:rsidR="00210A3D">
        <w:t>Objednatelem</w:t>
      </w:r>
      <w:r>
        <w:t xml:space="preserve"> ve výzvě. V případě, že vady </w:t>
      </w:r>
      <w:r w:rsidR="00BB4625">
        <w:t>dodávky na klíč</w:t>
      </w:r>
      <w:r>
        <w:t xml:space="preserve"> odstraní </w:t>
      </w:r>
      <w:r w:rsidR="00BB4625">
        <w:t>Objednatel</w:t>
      </w:r>
      <w:r>
        <w:t xml:space="preserve"> nebo jím navržená třetí osoba, nemá tato skutečnost vliv na záruku poskytnutou </w:t>
      </w:r>
      <w:r w:rsidR="00A23126">
        <w:t>Dodavatelem</w:t>
      </w:r>
      <w:r>
        <w:t xml:space="preserve"> dle této smlouvy. V případě, že reklamovan</w:t>
      </w:r>
      <w:r w:rsidR="00A23126">
        <w:t>ou</w:t>
      </w:r>
      <w:r>
        <w:t xml:space="preserve"> vad</w:t>
      </w:r>
      <w:r w:rsidR="00A23126">
        <w:t>u</w:t>
      </w:r>
      <w:r>
        <w:t xml:space="preserve"> </w:t>
      </w:r>
      <w:r w:rsidR="00A23126">
        <w:t>Dodavatel</w:t>
      </w:r>
      <w:r>
        <w:t xml:space="preserve"> neuzná a poté bude následně zjištěna její oprávněnost, bude postupováno obdobně podle tohoto ustanovení.</w:t>
      </w:r>
      <w:bookmarkEnd w:id="21"/>
      <w:r>
        <w:t xml:space="preserve">  </w:t>
      </w:r>
    </w:p>
    <w:p w14:paraId="06F549C1" w14:textId="4B55C5DB" w:rsidR="0074072F" w:rsidRDefault="0074072F" w:rsidP="00424E60">
      <w:pPr>
        <w:pStyle w:val="02-ODST-2"/>
        <w:numPr>
          <w:ilvl w:val="1"/>
          <w:numId w:val="1"/>
        </w:numPr>
      </w:pPr>
      <w:r>
        <w:t xml:space="preserve">Smluvní strany touto smlouvou stvrzují následující práva </w:t>
      </w:r>
      <w:r w:rsidR="006E5B87">
        <w:t>Objednatele</w:t>
      </w:r>
      <w:r>
        <w:t xml:space="preserve"> z odpovědnosti za vady:</w:t>
      </w:r>
    </w:p>
    <w:p w14:paraId="06F549C2" w14:textId="34944F6E" w:rsidR="0074072F" w:rsidRDefault="0074072F" w:rsidP="0078620E">
      <w:pPr>
        <w:pStyle w:val="06-PSM"/>
        <w:numPr>
          <w:ilvl w:val="0"/>
          <w:numId w:val="9"/>
        </w:numPr>
      </w:pPr>
      <w:r>
        <w:lastRenderedPageBreak/>
        <w:t>právo na bezplatné odstranění vady</w:t>
      </w:r>
      <w:r w:rsidR="006E5B87">
        <w:t>;</w:t>
      </w:r>
    </w:p>
    <w:p w14:paraId="06F549C3" w14:textId="1C0F21CD" w:rsidR="0074072F" w:rsidRDefault="0074072F" w:rsidP="00424E60">
      <w:pPr>
        <w:pStyle w:val="06-PSM"/>
        <w:numPr>
          <w:ilvl w:val="0"/>
          <w:numId w:val="2"/>
        </w:numPr>
      </w:pPr>
      <w:r>
        <w:t>právo na doplnění chybějícího množství v případě, kdy dodané množství je v rozporu s množstvím uvedeným na průvodních dokladech k</w:t>
      </w:r>
      <w:r w:rsidR="006E5B87">
        <w:t> dodávce na klí</w:t>
      </w:r>
      <w:r w:rsidR="00985FFF">
        <w:t>č;</w:t>
      </w:r>
    </w:p>
    <w:p w14:paraId="06F549C4" w14:textId="3AEF8CFB" w:rsidR="0074072F" w:rsidRDefault="0074072F" w:rsidP="00424E60">
      <w:pPr>
        <w:pStyle w:val="06-PSM"/>
        <w:numPr>
          <w:ilvl w:val="0"/>
          <w:numId w:val="2"/>
        </w:numPr>
      </w:pPr>
      <w:r>
        <w:t>poskytnutí slevy z ceny</w:t>
      </w:r>
      <w:r w:rsidR="007A545E">
        <w:t xml:space="preserve"> </w:t>
      </w:r>
      <w:r w:rsidR="00985FFF">
        <w:t>dodávky</w:t>
      </w:r>
      <w:r w:rsidR="0017356C">
        <w:t>.</w:t>
      </w:r>
    </w:p>
    <w:p w14:paraId="06F549C7" w14:textId="35472B57" w:rsidR="0074072F" w:rsidRDefault="0074072F" w:rsidP="00424E60">
      <w:pPr>
        <w:pStyle w:val="02-ODST-2"/>
        <w:numPr>
          <w:ilvl w:val="1"/>
          <w:numId w:val="1"/>
        </w:numPr>
      </w:pPr>
      <w:r>
        <w:t xml:space="preserve">Záruční doba </w:t>
      </w:r>
      <w:proofErr w:type="gramStart"/>
      <w:r>
        <w:t>neběží</w:t>
      </w:r>
      <w:proofErr w:type="gramEnd"/>
      <w:r>
        <w:t xml:space="preserve"> po dobu, po kterou nemůže </w:t>
      </w:r>
      <w:r w:rsidR="00570FC5">
        <w:t>Objednatel</w:t>
      </w:r>
      <w:r>
        <w:t xml:space="preserve"> předmět </w:t>
      </w:r>
      <w:r w:rsidR="00570FC5">
        <w:t>dodávky</w:t>
      </w:r>
      <w:r>
        <w:t xml:space="preserve"> řádně užívat pro vady, za které odpovídá </w:t>
      </w:r>
      <w:r w:rsidR="00570FC5">
        <w:t>Dodavatel</w:t>
      </w:r>
      <w:r>
        <w:t xml:space="preserve">. Záruční doba dále </w:t>
      </w:r>
      <w:proofErr w:type="gramStart"/>
      <w:r>
        <w:t>neběží</w:t>
      </w:r>
      <w:proofErr w:type="gramEnd"/>
      <w:r>
        <w:t xml:space="preserve"> po dobu ode dne, kdy </w:t>
      </w:r>
      <w:r w:rsidR="00570FC5">
        <w:t>Objednatel</w:t>
      </w:r>
      <w:r>
        <w:t xml:space="preserve"> uplatní na </w:t>
      </w:r>
      <w:r w:rsidR="00570FC5">
        <w:t>Dodavateli</w:t>
      </w:r>
      <w:r>
        <w:t xml:space="preserve"> oprávněné nároky z vad, do dne, kdy </w:t>
      </w:r>
      <w:r w:rsidR="00570FC5">
        <w:t>Dodavatel</w:t>
      </w:r>
      <w:r>
        <w:t xml:space="preserve"> </w:t>
      </w:r>
      <w:r w:rsidR="00570FC5">
        <w:t>Objednateli</w:t>
      </w:r>
      <w:r>
        <w:t xml:space="preserve"> uplatněné nároky z oznámené vady zcela neuspokojí.</w:t>
      </w:r>
    </w:p>
    <w:p w14:paraId="06F549C8" w14:textId="3011AE1B" w:rsidR="0074072F" w:rsidRPr="0039538A" w:rsidRDefault="0074072F" w:rsidP="00424E60">
      <w:pPr>
        <w:pStyle w:val="02-ODST-2"/>
        <w:numPr>
          <w:ilvl w:val="1"/>
          <w:numId w:val="1"/>
        </w:numPr>
      </w:pPr>
      <w:r w:rsidRPr="0039538A">
        <w:t xml:space="preserve">Kromě povinností </w:t>
      </w:r>
      <w:r w:rsidR="00B92F46" w:rsidRPr="0039538A">
        <w:t>Dodavatele</w:t>
      </w:r>
      <w:r w:rsidRPr="0039538A">
        <w:t xml:space="preserve"> vyplývajících z výše uvedeného je </w:t>
      </w:r>
      <w:r w:rsidR="009E7A3E" w:rsidRPr="0039538A">
        <w:t>Dodavatel</w:t>
      </w:r>
      <w:r w:rsidRPr="0039538A">
        <w:t xml:space="preserve"> povinen uhradit </w:t>
      </w:r>
      <w:r w:rsidR="009E7A3E" w:rsidRPr="0039538A">
        <w:t>Objednateli</w:t>
      </w:r>
      <w:r w:rsidRPr="0039538A">
        <w:t xml:space="preserve"> vznikl</w:t>
      </w:r>
      <w:r w:rsidR="009E7A3E" w:rsidRPr="0039538A">
        <w:t>é</w:t>
      </w:r>
      <w:r w:rsidRPr="0039538A">
        <w:t xml:space="preserve"> prokázan</w:t>
      </w:r>
      <w:r w:rsidR="009E7A3E" w:rsidRPr="0039538A">
        <w:t>é</w:t>
      </w:r>
      <w:r w:rsidRPr="0039538A">
        <w:t xml:space="preserve"> </w:t>
      </w:r>
      <w:r w:rsidR="009E7A3E" w:rsidRPr="0039538A">
        <w:t>škody</w:t>
      </w:r>
      <w:r w:rsidRPr="0039538A">
        <w:t>, kter</w:t>
      </w:r>
      <w:r w:rsidR="009E7A3E" w:rsidRPr="0039538A">
        <w:t>é</w:t>
      </w:r>
      <w:r w:rsidRPr="0039538A">
        <w:t xml:space="preserve"> </w:t>
      </w:r>
      <w:r w:rsidR="009E7A3E" w:rsidRPr="0039538A">
        <w:t>Objednateli</w:t>
      </w:r>
      <w:r w:rsidRPr="0039538A">
        <w:t xml:space="preserve"> vznikn</w:t>
      </w:r>
      <w:r w:rsidR="00530D05" w:rsidRPr="0039538A">
        <w:t>ou</w:t>
      </w:r>
      <w:r w:rsidRPr="0039538A">
        <w:t xml:space="preserve"> v souvislosti s vadným plněním </w:t>
      </w:r>
      <w:r w:rsidR="00530D05" w:rsidRPr="0039538A">
        <w:t>Dodavatele</w:t>
      </w:r>
      <w:r w:rsidRPr="0039538A">
        <w:t>.</w:t>
      </w:r>
    </w:p>
    <w:p w14:paraId="06F549CA" w14:textId="56D3EFD0" w:rsidR="00216448" w:rsidRPr="00787D58" w:rsidRDefault="00216448" w:rsidP="00D542F4">
      <w:pPr>
        <w:pStyle w:val="lnek"/>
        <w:ind w:left="17"/>
        <w:rPr>
          <w:rFonts w:cs="Arial"/>
        </w:rPr>
      </w:pPr>
      <w:r w:rsidRPr="00787D58">
        <w:rPr>
          <w:rFonts w:cs="Arial"/>
        </w:rPr>
        <w:t xml:space="preserve">Pojištění </w:t>
      </w:r>
      <w:r w:rsidR="00211AC5">
        <w:rPr>
          <w:rFonts w:cs="Arial"/>
        </w:rPr>
        <w:t>Dodavatele</w:t>
      </w:r>
    </w:p>
    <w:p w14:paraId="06F549CB" w14:textId="60FD47E7" w:rsidR="00216448" w:rsidRPr="00787D58" w:rsidRDefault="00A35D1E" w:rsidP="00D44BF7">
      <w:pPr>
        <w:pStyle w:val="Odstavec2"/>
        <w:rPr>
          <w:rFonts w:cs="Arial"/>
        </w:rPr>
      </w:pPr>
      <w:r>
        <w:rPr>
          <w:rFonts w:cs="Arial"/>
        </w:rPr>
        <w:t>Dodavatel</w:t>
      </w:r>
      <w:r w:rsidR="00216448" w:rsidRPr="00787D58">
        <w:rPr>
          <w:rFonts w:cs="Arial"/>
        </w:rPr>
        <w:t xml:space="preserve"> pr</w:t>
      </w:r>
      <w:r w:rsidR="00724588">
        <w:rPr>
          <w:rFonts w:cs="Arial"/>
        </w:rPr>
        <w:t>ohlašuje, že má ke dni podpisu s</w:t>
      </w:r>
      <w:r w:rsidR="00216448" w:rsidRPr="00787D58">
        <w:rPr>
          <w:rFonts w:cs="Arial"/>
        </w:rPr>
        <w:t xml:space="preserve">mlouvy platně </w:t>
      </w:r>
      <w:r w:rsidR="00216448" w:rsidRPr="00787D58">
        <w:rPr>
          <w:rFonts w:cs="Arial"/>
          <w:iCs/>
        </w:rPr>
        <w:t>uzavřeno příslušné pojištění</w:t>
      </w:r>
    </w:p>
    <w:p w14:paraId="06F549CC" w14:textId="4B1D4BF2" w:rsidR="00216448" w:rsidRPr="00787D58" w:rsidRDefault="00216448" w:rsidP="0078620E">
      <w:pPr>
        <w:pStyle w:val="Odstavec2"/>
        <w:numPr>
          <w:ilvl w:val="0"/>
          <w:numId w:val="6"/>
        </w:numPr>
        <w:rPr>
          <w:rFonts w:cs="Arial"/>
        </w:rPr>
      </w:pPr>
      <w:r w:rsidRPr="00787D58">
        <w:rPr>
          <w:rFonts w:cs="Arial"/>
        </w:rPr>
        <w:t xml:space="preserve">pro případ odpovědnosti za škodu způsobenou třetí osobě vzniklou v souvislosti s výkonem jeho podnikatelské činnosti s pojistným plněním ve výši min. </w:t>
      </w:r>
      <w:r w:rsidR="00511200" w:rsidRPr="00787D58">
        <w:rPr>
          <w:rFonts w:cs="Arial"/>
        </w:rPr>
        <w:t>1</w:t>
      </w:r>
      <w:r w:rsidR="0003049A">
        <w:rPr>
          <w:rFonts w:cs="Arial"/>
        </w:rPr>
        <w:t> </w:t>
      </w:r>
      <w:r w:rsidR="00511200" w:rsidRPr="00787D58">
        <w:rPr>
          <w:rFonts w:cs="Arial"/>
        </w:rPr>
        <w:t>000</w:t>
      </w:r>
      <w:r w:rsidR="0003049A">
        <w:rPr>
          <w:rFonts w:cs="Arial"/>
        </w:rPr>
        <w:t xml:space="preserve"> </w:t>
      </w:r>
      <w:r w:rsidR="00511200" w:rsidRPr="00787D58">
        <w:rPr>
          <w:rFonts w:cs="Arial"/>
        </w:rPr>
        <w:t>000</w:t>
      </w:r>
      <w:r w:rsidRPr="00787D58">
        <w:rPr>
          <w:rFonts w:cs="Arial"/>
        </w:rPr>
        <w:t>,- Kč.</w:t>
      </w:r>
    </w:p>
    <w:p w14:paraId="06F549CD" w14:textId="2A1672BC" w:rsidR="00216448" w:rsidRDefault="00216448" w:rsidP="0078620E">
      <w:pPr>
        <w:pStyle w:val="Odstavec2"/>
        <w:numPr>
          <w:ilvl w:val="0"/>
          <w:numId w:val="6"/>
        </w:numPr>
        <w:rPr>
          <w:rFonts w:cs="Arial"/>
        </w:rPr>
      </w:pPr>
      <w:r w:rsidRPr="00787D58">
        <w:rPr>
          <w:rFonts w:cs="Arial"/>
        </w:rPr>
        <w:t xml:space="preserve">pro případ odpovědnosti za škodu na majetku s pojistným plněním ve výši min. </w:t>
      </w:r>
      <w:r w:rsidR="00511200" w:rsidRPr="00787D58">
        <w:rPr>
          <w:rFonts w:cs="Arial"/>
        </w:rPr>
        <w:t>1</w:t>
      </w:r>
      <w:r w:rsidR="0003049A">
        <w:rPr>
          <w:rFonts w:cs="Arial"/>
        </w:rPr>
        <w:t> </w:t>
      </w:r>
      <w:r w:rsidR="00511200" w:rsidRPr="00787D58">
        <w:rPr>
          <w:rFonts w:cs="Arial"/>
        </w:rPr>
        <w:t>000</w:t>
      </w:r>
      <w:r w:rsidR="0003049A">
        <w:rPr>
          <w:rFonts w:cs="Arial"/>
        </w:rPr>
        <w:t xml:space="preserve"> </w:t>
      </w:r>
      <w:r w:rsidR="00511200" w:rsidRPr="00787D58">
        <w:rPr>
          <w:rFonts w:cs="Arial"/>
        </w:rPr>
        <w:t>000</w:t>
      </w:r>
      <w:r w:rsidRPr="00787D58">
        <w:rPr>
          <w:rFonts w:cs="Arial"/>
        </w:rPr>
        <w:t>,- Kč.</w:t>
      </w:r>
    </w:p>
    <w:p w14:paraId="154326A3" w14:textId="434110AA" w:rsidR="0003049A" w:rsidRPr="00787D58" w:rsidRDefault="0003049A" w:rsidP="0003049A">
      <w:pPr>
        <w:pStyle w:val="Odstavec2"/>
        <w:numPr>
          <w:ilvl w:val="0"/>
          <w:numId w:val="0"/>
        </w:numPr>
        <w:ind w:left="1287"/>
        <w:rPr>
          <w:rFonts w:cs="Arial"/>
        </w:rPr>
      </w:pPr>
      <w:r w:rsidRPr="00024600">
        <w:rPr>
          <w:rFonts w:cs="Arial"/>
        </w:rPr>
        <w:t>a zavazuje se jej mít uzavřené po celou dobu trvání Smlouvy</w:t>
      </w:r>
      <w:r>
        <w:rPr>
          <w:rFonts w:cs="Arial"/>
        </w:rPr>
        <w:t>.</w:t>
      </w:r>
    </w:p>
    <w:p w14:paraId="06F549CE" w14:textId="199F9761" w:rsidR="00216448" w:rsidRPr="00787D58" w:rsidRDefault="00AD00F7" w:rsidP="00D44BF7">
      <w:pPr>
        <w:pStyle w:val="Odstavec2"/>
        <w:rPr>
          <w:rFonts w:cs="Arial"/>
        </w:rPr>
      </w:pPr>
      <w:r>
        <w:rPr>
          <w:rFonts w:cs="Arial"/>
        </w:rPr>
        <w:t>Dodavatel</w:t>
      </w:r>
      <w:r w:rsidRPr="00024600">
        <w:rPr>
          <w:rFonts w:cs="Arial"/>
        </w:rPr>
        <w:t xml:space="preserve"> </w:t>
      </w:r>
      <w:proofErr w:type="gramStart"/>
      <w:r w:rsidRPr="00024600">
        <w:rPr>
          <w:rFonts w:cs="Arial"/>
        </w:rPr>
        <w:t>předloží</w:t>
      </w:r>
      <w:proofErr w:type="gramEnd"/>
      <w:r w:rsidRPr="00024600">
        <w:rPr>
          <w:rFonts w:cs="Arial"/>
        </w:rPr>
        <w:t xml:space="preserve"> Objednateli </w:t>
      </w:r>
      <w:r>
        <w:rPr>
          <w:rFonts w:cs="Arial"/>
        </w:rPr>
        <w:t>originál nebo kopii pojistného certifikátu případně</w:t>
      </w:r>
      <w:r w:rsidRPr="00024600">
        <w:rPr>
          <w:rFonts w:cs="Arial"/>
        </w:rPr>
        <w:t xml:space="preserve"> pojistné smlouvy před podpisem Smlouvy s tím, že Objednatel je oprávněn si udělat kopii předložen</w:t>
      </w:r>
      <w:r>
        <w:rPr>
          <w:rFonts w:cs="Arial"/>
        </w:rPr>
        <w:t>ých dokumentů</w:t>
      </w:r>
      <w:r w:rsidR="00280022" w:rsidRPr="00787D58">
        <w:rPr>
          <w:rFonts w:cs="Arial"/>
          <w:iCs/>
        </w:rPr>
        <w:t>.</w:t>
      </w:r>
    </w:p>
    <w:p w14:paraId="06F549CF" w14:textId="16DEA990" w:rsidR="00280022" w:rsidRPr="00A552BC" w:rsidRDefault="00717427" w:rsidP="00D44BF7">
      <w:pPr>
        <w:pStyle w:val="Odstavec2"/>
        <w:rPr>
          <w:rFonts w:cs="Arial"/>
        </w:rPr>
      </w:pPr>
      <w:r>
        <w:rPr>
          <w:rFonts w:cs="Arial"/>
        </w:rPr>
        <w:t>Dodavatel</w:t>
      </w:r>
      <w:r w:rsidRPr="00024600">
        <w:rPr>
          <w:rFonts w:cs="Arial"/>
        </w:rPr>
        <w:t xml:space="preserve"> je povinen zajistit nepřetržité trvání pojištění v dohodnutém rozsahu a po dohodnutou dobu. V případě snížení </w:t>
      </w:r>
      <w:r>
        <w:rPr>
          <w:rFonts w:cs="Arial"/>
        </w:rPr>
        <w:t>limitu pojistného plnění</w:t>
      </w:r>
      <w:r w:rsidRPr="00024600">
        <w:rPr>
          <w:rFonts w:cs="Arial"/>
        </w:rPr>
        <w:t xml:space="preserve"> pod</w:t>
      </w:r>
      <w:r>
        <w:rPr>
          <w:rFonts w:cs="Arial"/>
        </w:rPr>
        <w:t xml:space="preserve"> požadovanou minimální výši či</w:t>
      </w:r>
      <w:r w:rsidRPr="00024600">
        <w:rPr>
          <w:rFonts w:cs="Arial"/>
        </w:rPr>
        <w:t xml:space="preserve"> ukončení pojistné smlouvy během doby trvání této Smlouvy, je </w:t>
      </w:r>
      <w:r>
        <w:rPr>
          <w:rFonts w:cs="Arial"/>
        </w:rPr>
        <w:t>Dodavatel</w:t>
      </w:r>
      <w:r w:rsidRPr="00024600">
        <w:rPr>
          <w:rFonts w:cs="Arial"/>
        </w:rPr>
        <w:t xml:space="preserve"> povinen informovat Objednatele nejpozději ke dni účinnosti změny pojistného plnění či ke dni ukončení pojistné smlouvy</w:t>
      </w:r>
      <w:r w:rsidR="00280022" w:rsidRPr="00787D58">
        <w:rPr>
          <w:rFonts w:cs="Arial"/>
          <w:iCs/>
        </w:rPr>
        <w:t>.</w:t>
      </w:r>
    </w:p>
    <w:p w14:paraId="1F10DCD5" w14:textId="7823DBD9" w:rsidR="00A552BC" w:rsidRDefault="00A552BC" w:rsidP="00D44BF7">
      <w:pPr>
        <w:pStyle w:val="Odstavec2"/>
        <w:rPr>
          <w:rFonts w:cs="Arial"/>
        </w:rPr>
      </w:pPr>
      <w:r w:rsidRPr="00024600">
        <w:rPr>
          <w:rFonts w:cs="Arial"/>
        </w:rPr>
        <w:t xml:space="preserve">Pokud nebude mít </w:t>
      </w:r>
      <w:r>
        <w:rPr>
          <w:rFonts w:cs="Arial"/>
        </w:rPr>
        <w:t>Dodavatel</w:t>
      </w:r>
      <w:r w:rsidRPr="00024600">
        <w:rPr>
          <w:rFonts w:cs="Arial"/>
        </w:rPr>
        <w:t xml:space="preserve"> sjednáno pojištění nebo nebude mít sjednáno pojištění s odpovídajícím pojistným plněním, je Objednatel oprávněn pozastavit </w:t>
      </w:r>
      <w:r>
        <w:rPr>
          <w:rFonts w:cs="Arial"/>
        </w:rPr>
        <w:t>dodávky na klíč</w:t>
      </w:r>
      <w:r w:rsidRPr="00024600">
        <w:rPr>
          <w:rFonts w:cs="Arial"/>
        </w:rPr>
        <w:t xml:space="preserve">. O tuto dobu se však neprodlužuje dohodnutý termín pro dokončení a předání </w:t>
      </w:r>
      <w:r w:rsidR="004902EE">
        <w:rPr>
          <w:rFonts w:cs="Arial"/>
        </w:rPr>
        <w:t>dodávky na klíč.</w:t>
      </w:r>
    </w:p>
    <w:p w14:paraId="70DB3226" w14:textId="71BF67F2" w:rsidR="00D44BF7" w:rsidRPr="00107E5F" w:rsidRDefault="00D44BF7" w:rsidP="00D44BF7">
      <w:pPr>
        <w:pStyle w:val="Odstavec2"/>
        <w:rPr>
          <w:rFonts w:cs="Arial"/>
        </w:rPr>
      </w:pPr>
      <w:r w:rsidRPr="00024600">
        <w:rPr>
          <w:rFonts w:cs="Arial"/>
        </w:rPr>
        <w:t xml:space="preserve">V případě výše uvedené změny pojistné smlouvy nebo jejího nového sjednání je </w:t>
      </w:r>
      <w:r>
        <w:rPr>
          <w:rFonts w:cs="Arial"/>
        </w:rPr>
        <w:t>Dodavatel</w:t>
      </w:r>
      <w:r w:rsidRPr="00024600">
        <w:rPr>
          <w:rFonts w:cs="Arial"/>
        </w:rPr>
        <w:t xml:space="preserve"> povinen a Objednatel oprávněn postupovat obdobně podle odst</w:t>
      </w:r>
      <w:r w:rsidRPr="00D44BF7">
        <w:rPr>
          <w:rFonts w:cs="Arial"/>
        </w:rPr>
        <w:t>. 12.2. Smlouvy</w:t>
      </w:r>
      <w:r>
        <w:rPr>
          <w:rFonts w:cs="Arial"/>
        </w:rPr>
        <w:t>.</w:t>
      </w:r>
    </w:p>
    <w:p w14:paraId="06F549D0" w14:textId="46D073ED" w:rsidR="00280022" w:rsidRPr="00753C82" w:rsidRDefault="00280022" w:rsidP="00D542F4">
      <w:pPr>
        <w:pStyle w:val="lnek"/>
        <w:ind w:left="17"/>
        <w:rPr>
          <w:rFonts w:cs="Arial"/>
        </w:rPr>
      </w:pPr>
      <w:r w:rsidRPr="00753C82">
        <w:rPr>
          <w:rFonts w:cs="Arial"/>
        </w:rPr>
        <w:t>Smluvní pokuty</w:t>
      </w:r>
      <w:r w:rsidR="005C5CC7" w:rsidRPr="00753C82">
        <w:rPr>
          <w:rFonts w:cs="Arial"/>
        </w:rPr>
        <w:t xml:space="preserve"> a úrok z prodlení</w:t>
      </w:r>
    </w:p>
    <w:p w14:paraId="256E9E27" w14:textId="10660F42" w:rsidR="00D71A20" w:rsidRPr="005A2C48" w:rsidRDefault="00760453" w:rsidP="005A2C48">
      <w:pPr>
        <w:pStyle w:val="01-ODST-2"/>
        <w:numPr>
          <w:ilvl w:val="1"/>
          <w:numId w:val="1"/>
        </w:numPr>
        <w:tabs>
          <w:tab w:val="clear" w:pos="567"/>
          <w:tab w:val="left" w:pos="709"/>
        </w:tabs>
        <w:ind w:left="709" w:hanging="709"/>
        <w:rPr>
          <w:rFonts w:cs="Arial"/>
        </w:rPr>
      </w:pPr>
      <w:r w:rsidRPr="00753C82">
        <w:rPr>
          <w:rFonts w:cs="Arial"/>
        </w:rPr>
        <w:t>Smluvní strana je oprávněna v případě prodlení druhé Smluvní strany s úhradou peněžitého plnění požadovat úhradu úroku z prodlení v zákonné výši podle občanskoprávních předpisů</w:t>
      </w:r>
      <w:r w:rsidR="00C32B51" w:rsidRPr="00753C82">
        <w:rPr>
          <w:rFonts w:cs="Arial"/>
        </w:rPr>
        <w:t>.</w:t>
      </w:r>
    </w:p>
    <w:p w14:paraId="37AF8D47" w14:textId="6B23DE8F" w:rsidR="00C32B51" w:rsidRPr="005A2C48" w:rsidRDefault="007F5326" w:rsidP="005A2C48">
      <w:pPr>
        <w:pStyle w:val="01-ODST-2"/>
        <w:numPr>
          <w:ilvl w:val="1"/>
          <w:numId w:val="1"/>
        </w:numPr>
        <w:tabs>
          <w:tab w:val="clear" w:pos="567"/>
          <w:tab w:val="left" w:pos="709"/>
        </w:tabs>
        <w:ind w:left="709" w:hanging="709"/>
        <w:rPr>
          <w:rFonts w:cs="Arial"/>
        </w:rPr>
      </w:pPr>
      <w:r w:rsidRPr="00753C82">
        <w:rPr>
          <w:rFonts w:cs="Arial"/>
        </w:rPr>
        <w:t>Nedostaví-li se Dodavatel k převzetí pracoviště ve stanoveném termínu, je Objednatel oprávněn po Dodavateli požadovat úhradu smluvní pokuty ve výši 10 000,- Kč za každý i započatý den prodlení.</w:t>
      </w:r>
    </w:p>
    <w:p w14:paraId="41972FE4" w14:textId="1E00212A" w:rsidR="00A30050" w:rsidRPr="005A2C48" w:rsidRDefault="00501303" w:rsidP="005A2C48">
      <w:pPr>
        <w:pStyle w:val="01-ODST-2"/>
        <w:numPr>
          <w:ilvl w:val="1"/>
          <w:numId w:val="1"/>
        </w:numPr>
        <w:tabs>
          <w:tab w:val="clear" w:pos="567"/>
          <w:tab w:val="left" w:pos="709"/>
        </w:tabs>
        <w:ind w:left="709" w:hanging="709"/>
        <w:rPr>
          <w:rFonts w:cs="Arial"/>
        </w:rPr>
      </w:pPr>
      <w:r w:rsidRPr="00753C82">
        <w:rPr>
          <w:rFonts w:cs="Arial"/>
        </w:rPr>
        <w:t xml:space="preserve">V případě, že Dodavatel </w:t>
      </w:r>
      <w:proofErr w:type="gramStart"/>
      <w:r w:rsidRPr="00753C82">
        <w:rPr>
          <w:rFonts w:cs="Arial"/>
        </w:rPr>
        <w:t>nepředloží</w:t>
      </w:r>
      <w:proofErr w:type="gramEnd"/>
      <w:r w:rsidRPr="00753C82">
        <w:rPr>
          <w:rFonts w:cs="Arial"/>
        </w:rPr>
        <w:t xml:space="preserve"> Objednateli dokumenty požadované </w:t>
      </w:r>
      <w:r w:rsidRPr="00024600">
        <w:rPr>
          <w:rFonts w:cs="Arial"/>
        </w:rPr>
        <w:t xml:space="preserve">Objednatelem na základě této Smlouvy a/nebo dílčí smlouvy před zahájením vlastních prací na </w:t>
      </w:r>
      <w:r>
        <w:rPr>
          <w:rFonts w:cs="Arial"/>
        </w:rPr>
        <w:t>dodávce</w:t>
      </w:r>
      <w:r w:rsidRPr="00024600">
        <w:rPr>
          <w:rFonts w:cs="Arial"/>
        </w:rPr>
        <w:t xml:space="preserve"> (analýza rizik, seznam techniků, technologické postupy, harmonogram plnění apod.) ve sjednané době před </w:t>
      </w:r>
      <w:r w:rsidR="00BD5E16">
        <w:rPr>
          <w:rFonts w:cs="Arial"/>
        </w:rPr>
        <w:t>dodávkou na kl</w:t>
      </w:r>
      <w:r w:rsidR="002B2F4A">
        <w:rPr>
          <w:rFonts w:cs="Arial"/>
        </w:rPr>
        <w:t>í</w:t>
      </w:r>
      <w:r w:rsidR="00BD5E16">
        <w:rPr>
          <w:rFonts w:cs="Arial"/>
        </w:rPr>
        <w:t>č</w:t>
      </w:r>
      <w:r w:rsidR="000626EF">
        <w:rPr>
          <w:rFonts w:cs="Arial"/>
        </w:rPr>
        <w:t xml:space="preserve"> nebo</w:t>
      </w:r>
      <w:r w:rsidRPr="00024600">
        <w:rPr>
          <w:rFonts w:cs="Arial"/>
        </w:rPr>
        <w:t xml:space="preserve"> takové dokumenty nepředloží vůbec a započne s</w:t>
      </w:r>
      <w:r w:rsidR="000626EF">
        <w:rPr>
          <w:rFonts w:cs="Arial"/>
        </w:rPr>
        <w:t> dodávkou na klíč</w:t>
      </w:r>
      <w:r w:rsidRPr="00024600">
        <w:rPr>
          <w:rFonts w:cs="Arial"/>
        </w:rPr>
        <w:t xml:space="preserve">, je Objednatel oprávněn po </w:t>
      </w:r>
      <w:r w:rsidR="000626EF">
        <w:rPr>
          <w:rFonts w:cs="Arial"/>
        </w:rPr>
        <w:t>Dodavateli</w:t>
      </w:r>
      <w:r w:rsidRPr="00024600">
        <w:rPr>
          <w:rFonts w:cs="Arial"/>
        </w:rPr>
        <w:t xml:space="preserve"> požadovat úhradu smluvní pokuty ve výši 10 000,- Kč jednorázově za každé takové porušení</w:t>
      </w:r>
    </w:p>
    <w:p w14:paraId="14DF373E" w14:textId="03FB3C52" w:rsidR="007972DF" w:rsidRPr="005A2C48" w:rsidRDefault="007972DF" w:rsidP="005A2C48">
      <w:pPr>
        <w:pStyle w:val="01-ODST-2"/>
        <w:numPr>
          <w:ilvl w:val="1"/>
          <w:numId w:val="1"/>
        </w:numPr>
        <w:tabs>
          <w:tab w:val="clear" w:pos="567"/>
          <w:tab w:val="left" w:pos="709"/>
        </w:tabs>
        <w:ind w:left="709" w:hanging="709"/>
        <w:rPr>
          <w:rFonts w:cs="Arial"/>
        </w:rPr>
      </w:pPr>
      <w:bookmarkStart w:id="22" w:name="_Ref473905705"/>
      <w:r w:rsidRPr="00024600">
        <w:rPr>
          <w:rFonts w:cs="Arial"/>
        </w:rPr>
        <w:t xml:space="preserve">Bude-li </w:t>
      </w:r>
      <w:r>
        <w:rPr>
          <w:rFonts w:cs="Arial"/>
        </w:rPr>
        <w:t>Dodavatel</w:t>
      </w:r>
      <w:r w:rsidRPr="00024600">
        <w:rPr>
          <w:rFonts w:cs="Arial"/>
        </w:rPr>
        <w:t xml:space="preserve"> v prodlení se splněním termínu předání </w:t>
      </w:r>
      <w:r>
        <w:rPr>
          <w:rFonts w:cs="Arial"/>
        </w:rPr>
        <w:t>dodávky na klíč</w:t>
      </w:r>
      <w:r w:rsidR="005D0F26">
        <w:rPr>
          <w:rFonts w:cs="Arial"/>
        </w:rPr>
        <w:t>,</w:t>
      </w:r>
      <w:r w:rsidRPr="00024600">
        <w:rPr>
          <w:rFonts w:cs="Arial"/>
        </w:rPr>
        <w:t xml:space="preserve"> </w:t>
      </w:r>
      <w:r w:rsidR="005D0F26" w:rsidRPr="005A2C48">
        <w:rPr>
          <w:rFonts w:cs="Arial"/>
        </w:rPr>
        <w:t>uveden</w:t>
      </w:r>
      <w:r w:rsidR="00942544">
        <w:rPr>
          <w:rFonts w:cs="Arial"/>
        </w:rPr>
        <w:t>ém</w:t>
      </w:r>
      <w:r w:rsidR="005D0F26" w:rsidRPr="005A2C48">
        <w:rPr>
          <w:rFonts w:cs="Arial"/>
        </w:rPr>
        <w:t xml:space="preserve"> v dílčí smlouvě</w:t>
      </w:r>
      <w:r w:rsidRPr="00024600">
        <w:rPr>
          <w:rFonts w:cs="Arial"/>
        </w:rPr>
        <w:t xml:space="preserve">, je Objednatel oprávněn požadovat po </w:t>
      </w:r>
      <w:r w:rsidR="00B2643B">
        <w:rPr>
          <w:rFonts w:cs="Arial"/>
        </w:rPr>
        <w:t>Dodavateli</w:t>
      </w:r>
      <w:r w:rsidRPr="00024600">
        <w:rPr>
          <w:rFonts w:cs="Arial"/>
        </w:rPr>
        <w:t xml:space="preserve"> úhradu smluvní pokuty ve výši 10 000,- Kč za každý i započatý den prodlení</w:t>
      </w:r>
      <w:r w:rsidR="00B2643B">
        <w:rPr>
          <w:rFonts w:cs="Arial"/>
        </w:rPr>
        <w:t>.</w:t>
      </w:r>
    </w:p>
    <w:p w14:paraId="06F549D2" w14:textId="7500DE07" w:rsidR="00724588" w:rsidRPr="005A2C48" w:rsidRDefault="004D6B0D" w:rsidP="005A2C48">
      <w:pPr>
        <w:pStyle w:val="01-ODST-2"/>
        <w:numPr>
          <w:ilvl w:val="1"/>
          <w:numId w:val="1"/>
        </w:numPr>
        <w:tabs>
          <w:tab w:val="clear" w:pos="567"/>
          <w:tab w:val="left" w:pos="709"/>
        </w:tabs>
        <w:ind w:left="709" w:hanging="709"/>
        <w:rPr>
          <w:rFonts w:cs="Arial"/>
        </w:rPr>
      </w:pPr>
      <w:r w:rsidRPr="00024600">
        <w:rPr>
          <w:rFonts w:cs="Arial"/>
        </w:rPr>
        <w:lastRenderedPageBreak/>
        <w:t xml:space="preserve">Pokud </w:t>
      </w:r>
      <w:r>
        <w:rPr>
          <w:rFonts w:cs="Arial"/>
        </w:rPr>
        <w:t>Dodavatel</w:t>
      </w:r>
      <w:r w:rsidRPr="00024600">
        <w:rPr>
          <w:rFonts w:cs="Arial"/>
        </w:rPr>
        <w:t xml:space="preserve"> neodstraní nedodělky či vady zjištěné při přejímacím řízení v dohodnutém termínu, je Objednatel oprávněn požadovat po </w:t>
      </w:r>
      <w:r>
        <w:rPr>
          <w:rFonts w:cs="Arial"/>
        </w:rPr>
        <w:t>Dodavateli</w:t>
      </w:r>
      <w:r w:rsidRPr="00024600">
        <w:rPr>
          <w:rFonts w:cs="Arial"/>
        </w:rPr>
        <w:t xml:space="preserve"> úhradu smluvní pokuty 10 000,- Kč za každý nedodělek či vadu a za každý započatý den prodlení</w:t>
      </w:r>
      <w:r w:rsidR="00724588" w:rsidRPr="005A2C48">
        <w:rPr>
          <w:rFonts w:cs="Arial"/>
        </w:rPr>
        <w:t>.</w:t>
      </w:r>
      <w:bookmarkEnd w:id="22"/>
    </w:p>
    <w:p w14:paraId="29BE1C85" w14:textId="6A11A344" w:rsidR="004D6B0D" w:rsidRPr="005A2C48" w:rsidRDefault="00543351"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Dodavatel</w:t>
      </w:r>
      <w:r w:rsidRPr="00024600">
        <w:rPr>
          <w:rFonts w:cs="Arial"/>
        </w:rPr>
        <w:t xml:space="preserve"> nevyklidí pracoviště ve sjednaném termínu, je Objednatel oprávněn požadovat po </w:t>
      </w:r>
      <w:r>
        <w:rPr>
          <w:rFonts w:cs="Arial"/>
        </w:rPr>
        <w:t>Dodavateli</w:t>
      </w:r>
      <w:r w:rsidRPr="00024600">
        <w:rPr>
          <w:rFonts w:cs="Arial"/>
        </w:rPr>
        <w:t xml:space="preserve"> úhradu smluvní pokuty ve výši </w:t>
      </w:r>
      <w:r w:rsidR="00C63FD1">
        <w:rPr>
          <w:rFonts w:cs="Arial"/>
        </w:rPr>
        <w:t>2</w:t>
      </w:r>
      <w:r w:rsidRPr="00024600">
        <w:rPr>
          <w:rFonts w:cs="Arial"/>
        </w:rPr>
        <w:t>5 000,- Kč za každý i započatý den prodlení</w:t>
      </w:r>
      <w:r w:rsidR="002D7EBD">
        <w:rPr>
          <w:rFonts w:cs="Arial"/>
        </w:rPr>
        <w:t>.</w:t>
      </w:r>
    </w:p>
    <w:p w14:paraId="269D0671" w14:textId="77777777" w:rsidR="00E659F0" w:rsidRPr="005A2C48" w:rsidRDefault="00E659F0" w:rsidP="005A2C48">
      <w:pPr>
        <w:pStyle w:val="01-ODST-2"/>
        <w:numPr>
          <w:ilvl w:val="1"/>
          <w:numId w:val="1"/>
        </w:numPr>
        <w:tabs>
          <w:tab w:val="clear" w:pos="567"/>
          <w:tab w:val="left" w:pos="709"/>
        </w:tabs>
        <w:ind w:left="709" w:hanging="709"/>
        <w:rPr>
          <w:rFonts w:cs="Arial"/>
        </w:rPr>
      </w:pPr>
      <w:r w:rsidRPr="005A2C48">
        <w:rPr>
          <w:rFonts w:cs="Arial"/>
        </w:rPr>
        <w:t>Smluvní pokuta za neodstranění reklamovaných vad v záruční době:</w:t>
      </w:r>
    </w:p>
    <w:p w14:paraId="54EA8E36" w14:textId="6201DD72" w:rsidR="00104D03" w:rsidRPr="005A2C48" w:rsidRDefault="00F00C7B" w:rsidP="0009407B">
      <w:pPr>
        <w:pStyle w:val="Odstavec3"/>
        <w:spacing w:before="120" w:after="0"/>
        <w:ind w:left="1135" w:hanging="851"/>
        <w:rPr>
          <w:rFonts w:cs="Arial"/>
        </w:rPr>
      </w:pPr>
      <w:r w:rsidRPr="00024600">
        <w:rPr>
          <w:rFonts w:cs="Arial"/>
        </w:rPr>
        <w:t xml:space="preserve">Při prodlení se splněním stanoveného termínu odstranění reklamované vady </w:t>
      </w:r>
      <w:r w:rsidR="002F4D59">
        <w:rPr>
          <w:rFonts w:cs="Arial"/>
        </w:rPr>
        <w:t>dodávky</w:t>
      </w:r>
      <w:r w:rsidRPr="00024600">
        <w:rPr>
          <w:rFonts w:cs="Arial"/>
        </w:rPr>
        <w:t xml:space="preserve"> nebo dohodnutého termínu nástupu na odstranění reklamované vady </w:t>
      </w:r>
      <w:r w:rsidR="002F4D59">
        <w:rPr>
          <w:rFonts w:cs="Arial"/>
        </w:rPr>
        <w:t>dodávky</w:t>
      </w:r>
      <w:r w:rsidRPr="00024600">
        <w:rPr>
          <w:rFonts w:cs="Arial"/>
        </w:rPr>
        <w:t xml:space="preserve">, je Objednatel oprávněn po </w:t>
      </w:r>
      <w:r w:rsidR="002F4D59">
        <w:rPr>
          <w:rFonts w:cs="Arial"/>
        </w:rPr>
        <w:t>Dodav</w:t>
      </w:r>
      <w:r w:rsidR="00104D03">
        <w:rPr>
          <w:rFonts w:cs="Arial"/>
        </w:rPr>
        <w:t>ateli</w:t>
      </w:r>
      <w:r w:rsidRPr="00024600">
        <w:rPr>
          <w:rFonts w:cs="Arial"/>
        </w:rPr>
        <w:t xml:space="preserve"> požadovat úhradu smluvní pokuty ve výši </w:t>
      </w:r>
      <w:r w:rsidR="00200877">
        <w:rPr>
          <w:rFonts w:cs="Arial"/>
        </w:rPr>
        <w:t>2</w:t>
      </w:r>
      <w:r w:rsidRPr="00024600">
        <w:rPr>
          <w:rFonts w:cs="Arial"/>
        </w:rPr>
        <w:t>5 000,- Kč za každou vadu a započatý den prodlení</w:t>
      </w:r>
      <w:r w:rsidR="00104D03">
        <w:rPr>
          <w:rFonts w:cs="Arial"/>
        </w:rPr>
        <w:t xml:space="preserve">. </w:t>
      </w:r>
    </w:p>
    <w:p w14:paraId="56658657" w14:textId="406CFBF4" w:rsidR="00104D03" w:rsidRPr="005A2C48" w:rsidRDefault="00CF56A4" w:rsidP="0009407B">
      <w:pPr>
        <w:pStyle w:val="Odstavec3"/>
        <w:spacing w:before="120" w:after="0"/>
        <w:ind w:left="1135" w:hanging="851"/>
        <w:rPr>
          <w:rFonts w:cs="Arial"/>
        </w:rPr>
      </w:pPr>
      <w:r w:rsidRPr="00024600">
        <w:rPr>
          <w:rFonts w:cs="Arial"/>
        </w:rPr>
        <w:t xml:space="preserve">Pokud </w:t>
      </w:r>
      <w:r>
        <w:rPr>
          <w:rFonts w:cs="Arial"/>
        </w:rPr>
        <w:t>Dodavatel</w:t>
      </w:r>
      <w:r w:rsidRPr="00024600">
        <w:rPr>
          <w:rFonts w:cs="Arial"/>
        </w:rPr>
        <w:t xml:space="preserve"> nebude písemně reagovat na písemnou reklamaci vady ve stanovených lhůtách, nebo si v těchto lhůtách písemně nedohodne s Objednatelem vzhledem k rozsahu a složitosti reklamované vady lhůtu delší, je Objednatel oprávněn po </w:t>
      </w:r>
      <w:r>
        <w:rPr>
          <w:rFonts w:cs="Arial"/>
        </w:rPr>
        <w:t>Dodavateli</w:t>
      </w:r>
      <w:r w:rsidRPr="00024600">
        <w:rPr>
          <w:rFonts w:cs="Arial"/>
        </w:rPr>
        <w:t xml:space="preserve"> požadovat úhradu další smluvní pokuty ve výši 5 000,- Kč za každou reklamaci</w:t>
      </w:r>
      <w:r w:rsidR="005E4831">
        <w:rPr>
          <w:rFonts w:cs="Arial"/>
        </w:rPr>
        <w:t>.</w:t>
      </w:r>
    </w:p>
    <w:p w14:paraId="0E997710" w14:textId="0B161688" w:rsidR="00104D03" w:rsidRPr="005A2C48" w:rsidRDefault="00EE446F" w:rsidP="0078620E">
      <w:pPr>
        <w:pStyle w:val="01-ODST-2"/>
        <w:numPr>
          <w:ilvl w:val="2"/>
          <w:numId w:val="17"/>
        </w:numPr>
        <w:tabs>
          <w:tab w:val="clear" w:pos="567"/>
          <w:tab w:val="left" w:pos="1134"/>
        </w:tabs>
        <w:ind w:left="1134" w:hanging="850"/>
        <w:rPr>
          <w:rFonts w:cs="Arial"/>
        </w:rPr>
      </w:pPr>
      <w:r w:rsidRPr="00024600">
        <w:rPr>
          <w:rFonts w:cs="Arial"/>
        </w:rPr>
        <w:t xml:space="preserve">Pokud </w:t>
      </w:r>
      <w:r>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své povinnosti, jak je uvedeno v předchozích dvou odstavcích a v reklamaci je vada Objednatelem oprávněně označena za vadu bránící řádnému užívání </w:t>
      </w:r>
      <w:r>
        <w:rPr>
          <w:rFonts w:cs="Arial"/>
        </w:rPr>
        <w:t>dodávky na klíč</w:t>
      </w:r>
      <w:r w:rsidRPr="00024600">
        <w:rPr>
          <w:rFonts w:cs="Arial"/>
        </w:rPr>
        <w:t>, nebo že v důsledku vady hrozí Havárie</w:t>
      </w:r>
      <w:r w:rsidR="00C62034">
        <w:rPr>
          <w:rFonts w:cs="Arial"/>
        </w:rPr>
        <w:t>, tj.</w:t>
      </w:r>
      <w:r w:rsidR="00C62034">
        <w:t>, kdy hrozí, poruchy provozu</w:t>
      </w:r>
      <w:r w:rsidR="0018365E">
        <w:t xml:space="preserve"> dodávky</w:t>
      </w:r>
      <w:r w:rsidR="00C62034">
        <w:t xml:space="preserve"> nebo ohrožuje zdraví či životy osob, životní prostředí nebo majetek nebo provoz Objednatele</w:t>
      </w:r>
      <w:r w:rsidRPr="00024600">
        <w:rPr>
          <w:rFonts w:cs="Arial"/>
        </w:rPr>
        <w:t>, sjednávají obě Smluvní strany smluvní pokuty v</w:t>
      </w:r>
      <w:r w:rsidR="00AA64F0">
        <w:rPr>
          <w:rFonts w:cs="Arial"/>
        </w:rPr>
        <w:t>e</w:t>
      </w:r>
      <w:r w:rsidRPr="00024600">
        <w:rPr>
          <w:rFonts w:cs="Arial"/>
        </w:rPr>
        <w:t xml:space="preserve"> dvojnásobné výši smluvních pokut uvedených v předchozích dvou odstavcích</w:t>
      </w:r>
      <w:r w:rsidR="004F6180">
        <w:rPr>
          <w:rFonts w:cs="Arial"/>
        </w:rPr>
        <w:t>.</w:t>
      </w:r>
    </w:p>
    <w:p w14:paraId="68BBFB17" w14:textId="77777777" w:rsidR="005A2384" w:rsidRPr="005A2C48" w:rsidRDefault="00953D11" w:rsidP="005A2C48">
      <w:pPr>
        <w:pStyle w:val="01-ODST-2"/>
        <w:numPr>
          <w:ilvl w:val="1"/>
          <w:numId w:val="1"/>
        </w:numPr>
        <w:tabs>
          <w:tab w:val="clear" w:pos="567"/>
          <w:tab w:val="left" w:pos="709"/>
        </w:tabs>
        <w:ind w:left="709" w:hanging="709"/>
        <w:rPr>
          <w:rFonts w:cs="Arial"/>
        </w:rPr>
      </w:pPr>
      <w:r w:rsidRPr="005A2384">
        <w:rPr>
          <w:rFonts w:cs="Arial"/>
        </w:rPr>
        <w:t>V případě porušení právních a ostatních obecně závazných předpisů k zajištění BOZP, PO, nakládání s odpady a vnitřních předpisů Objednatele, je Objednatel oprávněn požadovat po Dodavateli úhradu smluvní pokuty ve výši stanovené v Registru bezpečnostních požadavků ČEPRO, a.s. (dále jen „</w:t>
      </w:r>
      <w:r w:rsidRPr="006F76ED">
        <w:rPr>
          <w:rFonts w:cs="Arial"/>
          <w:b/>
          <w:bCs/>
        </w:rPr>
        <w:t>Registr</w:t>
      </w:r>
      <w:r w:rsidRPr="005A2384">
        <w:rPr>
          <w:rFonts w:cs="Arial"/>
        </w:rPr>
        <w:t xml:space="preserve">“), který </w:t>
      </w:r>
      <w:proofErr w:type="gramStart"/>
      <w:r w:rsidRPr="005A2384">
        <w:rPr>
          <w:rFonts w:cs="Arial"/>
        </w:rPr>
        <w:t>tvoří</w:t>
      </w:r>
      <w:proofErr w:type="gramEnd"/>
      <w:r w:rsidRPr="005A2384">
        <w:rPr>
          <w:rFonts w:cs="Arial"/>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r w:rsidR="005A2384">
        <w:rPr>
          <w:rFonts w:cs="Arial"/>
        </w:rPr>
        <w:t>.</w:t>
      </w:r>
    </w:p>
    <w:p w14:paraId="06F549D6" w14:textId="6F8AE0C7" w:rsidR="00724588" w:rsidRPr="005A2C48" w:rsidRDefault="008044C0" w:rsidP="005A2C48">
      <w:pPr>
        <w:pStyle w:val="01-ODST-2"/>
        <w:numPr>
          <w:ilvl w:val="1"/>
          <w:numId w:val="1"/>
        </w:numPr>
        <w:tabs>
          <w:tab w:val="clear" w:pos="567"/>
          <w:tab w:val="left" w:pos="709"/>
        </w:tabs>
        <w:ind w:left="709" w:hanging="709"/>
        <w:rPr>
          <w:rFonts w:cs="Arial"/>
        </w:rPr>
      </w:pPr>
      <w:r w:rsidRPr="00024600">
        <w:rPr>
          <w:rFonts w:cs="Arial"/>
        </w:rPr>
        <w:t xml:space="preserve">V případě, že </w:t>
      </w:r>
      <w:r w:rsidR="003B419E">
        <w:rPr>
          <w:rFonts w:cs="Arial"/>
        </w:rPr>
        <w:t>Dodavatel</w:t>
      </w:r>
      <w:r w:rsidRPr="00024600">
        <w:rPr>
          <w:rFonts w:cs="Arial"/>
        </w:rPr>
        <w:t xml:space="preserve"> postoupí tuto Smlouvu, dílčí smlouvu či jednotlivé části třetí osobě bez souhlasu Objednatele, je Objednatel oprávněn vyúčtovat </w:t>
      </w:r>
      <w:r w:rsidR="003B419E">
        <w:rPr>
          <w:rFonts w:cs="Arial"/>
        </w:rPr>
        <w:t>Dodavateli</w:t>
      </w:r>
      <w:r w:rsidRPr="00024600">
        <w:rPr>
          <w:rFonts w:cs="Arial"/>
        </w:rPr>
        <w:t xml:space="preserve"> smluvní pokutu ve výši 20 000,- Kč</w:t>
      </w:r>
      <w:r w:rsidR="00724588" w:rsidRPr="005A2C48">
        <w:rPr>
          <w:rFonts w:cs="Arial"/>
        </w:rPr>
        <w:t>.</w:t>
      </w:r>
    </w:p>
    <w:p w14:paraId="422CC74C" w14:textId="2E05EECB" w:rsidR="008044C0" w:rsidRPr="005A2C48" w:rsidRDefault="00452101" w:rsidP="005A2C48">
      <w:pPr>
        <w:pStyle w:val="01-ODST-2"/>
        <w:numPr>
          <w:ilvl w:val="1"/>
          <w:numId w:val="1"/>
        </w:numPr>
        <w:tabs>
          <w:tab w:val="clear" w:pos="567"/>
          <w:tab w:val="left" w:pos="709"/>
        </w:tabs>
        <w:ind w:left="709" w:hanging="709"/>
        <w:rPr>
          <w:rFonts w:cs="Arial"/>
        </w:rPr>
      </w:pPr>
      <w:r w:rsidRPr="00024600">
        <w:rPr>
          <w:rFonts w:cs="Arial"/>
        </w:rPr>
        <w:t xml:space="preserve">Bude-li </w:t>
      </w:r>
      <w:r w:rsidR="003B419E">
        <w:rPr>
          <w:rFonts w:cs="Arial"/>
        </w:rPr>
        <w:t>Dodavatel</w:t>
      </w:r>
      <w:r w:rsidRPr="00024600">
        <w:rPr>
          <w:rFonts w:cs="Arial"/>
        </w:rPr>
        <w:t xml:space="preserve"> v prodlení se splněním informační povinnosti dle odst. 1</w:t>
      </w:r>
      <w:r w:rsidR="00B22CBF">
        <w:rPr>
          <w:rFonts w:cs="Arial"/>
        </w:rPr>
        <w:t>2</w:t>
      </w:r>
      <w:r w:rsidRPr="00024600">
        <w:rPr>
          <w:rFonts w:cs="Arial"/>
        </w:rPr>
        <w:t xml:space="preserve">.3. této Smlouvy, je Objednatel oprávněn požadovat po </w:t>
      </w:r>
      <w:r w:rsidR="00BB1082">
        <w:rPr>
          <w:rFonts w:cs="Arial"/>
        </w:rPr>
        <w:t>Dodavateli</w:t>
      </w:r>
      <w:r w:rsidRPr="00024600">
        <w:rPr>
          <w:rFonts w:cs="Arial"/>
        </w:rPr>
        <w:t xml:space="preserve"> úhradu smluvní pokuty ve výši 5 000,- Kč za každý i započatý den prodlení</w:t>
      </w:r>
      <w:r w:rsidR="00B22CBF">
        <w:rPr>
          <w:rFonts w:cs="Arial"/>
        </w:rPr>
        <w:t>.</w:t>
      </w:r>
    </w:p>
    <w:p w14:paraId="712B3244" w14:textId="00BC1A6B" w:rsidR="00B22CBF" w:rsidRPr="005A2C48" w:rsidRDefault="003B419E" w:rsidP="005A2C48">
      <w:pPr>
        <w:pStyle w:val="01-ODST-2"/>
        <w:numPr>
          <w:ilvl w:val="1"/>
          <w:numId w:val="1"/>
        </w:numPr>
        <w:tabs>
          <w:tab w:val="clear" w:pos="567"/>
          <w:tab w:val="left" w:pos="709"/>
        </w:tabs>
        <w:ind w:left="709" w:hanging="709"/>
        <w:rPr>
          <w:rFonts w:cs="Arial"/>
        </w:rPr>
      </w:pPr>
      <w:r w:rsidRPr="00024600">
        <w:rPr>
          <w:rFonts w:cs="Arial"/>
        </w:rPr>
        <w:t xml:space="preserve">Pokud </w:t>
      </w:r>
      <w:r w:rsidR="00BB1082">
        <w:rPr>
          <w:rFonts w:cs="Arial"/>
        </w:rPr>
        <w:t>Dodavate</w:t>
      </w:r>
      <w:r w:rsidRPr="00024600">
        <w:rPr>
          <w:rFonts w:cs="Arial"/>
        </w:rPr>
        <w:t xml:space="preserve">l </w:t>
      </w:r>
      <w:proofErr w:type="gramStart"/>
      <w:r w:rsidRPr="00024600">
        <w:rPr>
          <w:rFonts w:cs="Arial"/>
        </w:rPr>
        <w:t>poruší</w:t>
      </w:r>
      <w:proofErr w:type="gramEnd"/>
      <w:r w:rsidRPr="00024600">
        <w:rPr>
          <w:rFonts w:cs="Arial"/>
        </w:rPr>
        <w:t xml:space="preserve"> povinnost mít uzavřené příslušné pojištění po celou dobu trvání Smlouvy, je Objednatel oprávněn požadovat po </w:t>
      </w:r>
      <w:r w:rsidR="00BB1082">
        <w:rPr>
          <w:rFonts w:cs="Arial"/>
        </w:rPr>
        <w:t>Dodavateli</w:t>
      </w:r>
      <w:r w:rsidRPr="00024600">
        <w:rPr>
          <w:rFonts w:cs="Arial"/>
        </w:rPr>
        <w:t xml:space="preserve"> úhradu smluvní pokuty ve výši 1 % z minimálního pojistného plnění pro to pojištění, které nemá uzavřeno</w:t>
      </w:r>
      <w:r>
        <w:rPr>
          <w:rFonts w:cs="Arial"/>
        </w:rPr>
        <w:t>.</w:t>
      </w:r>
    </w:p>
    <w:p w14:paraId="6652354E" w14:textId="0BBEC6F8" w:rsidR="003B419E" w:rsidRPr="005A2C48" w:rsidRDefault="008314EB"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Dodavatel</w:t>
      </w:r>
      <w:r w:rsidRPr="00024600">
        <w:rPr>
          <w:rFonts w:cs="Arial"/>
        </w:rPr>
        <w:t xml:space="preserve"> uvede nepravdivé údaje v čestném prohlášení o neexistenci střetu zájmů a pravdivosti údajů o skutečném majiteli, které je </w:t>
      </w:r>
      <w:r w:rsidRPr="005A2C48">
        <w:rPr>
          <w:rFonts w:cs="Arial"/>
        </w:rPr>
        <w:t xml:space="preserve">přílohou č. </w:t>
      </w:r>
      <w:r>
        <w:rPr>
          <w:rFonts w:cs="Arial"/>
        </w:rPr>
        <w:t>2</w:t>
      </w:r>
      <w:r w:rsidRPr="00024600">
        <w:rPr>
          <w:rFonts w:cs="Arial"/>
        </w:rPr>
        <w:t xml:space="preserve"> této rámcové dohody, zavazuje se uhradit Objednateli smluvní pokutu ve výši ve výši 5</w:t>
      </w:r>
      <w:r w:rsidR="000B0DA1">
        <w:rPr>
          <w:rFonts w:cs="Arial"/>
        </w:rPr>
        <w:t xml:space="preserve">0 </w:t>
      </w:r>
      <w:r w:rsidRPr="00024600">
        <w:rPr>
          <w:rFonts w:cs="Arial"/>
        </w:rPr>
        <w:t xml:space="preserve">000 Kč (slovy: </w:t>
      </w:r>
      <w:proofErr w:type="spellStart"/>
      <w:r w:rsidRPr="00024600">
        <w:rPr>
          <w:rFonts w:cs="Arial"/>
        </w:rPr>
        <w:t>padesáttisíckorun</w:t>
      </w:r>
      <w:proofErr w:type="spellEnd"/>
      <w:r w:rsidRPr="00024600">
        <w:rPr>
          <w:rFonts w:cs="Arial"/>
        </w:rPr>
        <w:t xml:space="preserve"> českých)</w:t>
      </w:r>
      <w:r w:rsidR="000B0DA1">
        <w:rPr>
          <w:rFonts w:cs="Arial"/>
        </w:rPr>
        <w:t>.</w:t>
      </w:r>
    </w:p>
    <w:p w14:paraId="2F94FFBC" w14:textId="4BDD7BB0" w:rsidR="000B0DA1" w:rsidRPr="005A2C48" w:rsidRDefault="000C6B0F" w:rsidP="005A2C48">
      <w:pPr>
        <w:pStyle w:val="01-ODST-2"/>
        <w:numPr>
          <w:ilvl w:val="1"/>
          <w:numId w:val="1"/>
        </w:numPr>
        <w:tabs>
          <w:tab w:val="clear" w:pos="567"/>
          <w:tab w:val="left" w:pos="709"/>
        </w:tabs>
        <w:ind w:left="709" w:hanging="709"/>
        <w:rPr>
          <w:rFonts w:cs="Arial"/>
        </w:rPr>
      </w:pPr>
      <w:r w:rsidRPr="00024600">
        <w:rPr>
          <w:rFonts w:cs="Arial"/>
        </w:rPr>
        <w:t xml:space="preserve">V případě, že </w:t>
      </w:r>
      <w:r>
        <w:rPr>
          <w:rFonts w:cs="Arial"/>
        </w:rPr>
        <w:t>Dodavatel</w:t>
      </w:r>
      <w:r w:rsidRPr="00024600">
        <w:rPr>
          <w:rFonts w:cs="Arial"/>
        </w:rPr>
        <w:t xml:space="preserve"> poruší povinnost dle odst. </w:t>
      </w:r>
      <w:r w:rsidRPr="005A2C48">
        <w:rPr>
          <w:rFonts w:cs="Arial"/>
        </w:rPr>
        <w:t>1</w:t>
      </w:r>
      <w:r w:rsidR="008A1826" w:rsidRPr="005A2C48">
        <w:rPr>
          <w:rFonts w:cs="Arial"/>
        </w:rPr>
        <w:t>4</w:t>
      </w:r>
      <w:r w:rsidRPr="005A2C48">
        <w:rPr>
          <w:rFonts w:cs="Arial"/>
        </w:rPr>
        <w:t>.13</w:t>
      </w:r>
      <w:r w:rsidRPr="00024600">
        <w:rPr>
          <w:rFonts w:cs="Arial"/>
        </w:rPr>
        <w:t xml:space="preserve">. této rámcové dohody informovat Objednatele o změně v zápisu údajů o jeho skutečném majiteli nebo o změně v zápisu údajů o skutečném majiteli poddodavatele, jehož prostřednictvím </w:t>
      </w:r>
      <w:r>
        <w:rPr>
          <w:rFonts w:cs="Arial"/>
        </w:rPr>
        <w:t>Dodavatel</w:t>
      </w:r>
      <w:r w:rsidRPr="00024600">
        <w:rPr>
          <w:rFonts w:cs="Arial"/>
        </w:rPr>
        <w:t xml:space="preserve"> v zadávacím řízení vedoucím k uzavření této smlouvy prokazoval kvalifikaci, zavazuje se uhradit Objednateli smluvní pokutu ve výši 10</w:t>
      </w:r>
      <w:r>
        <w:rPr>
          <w:rFonts w:cs="Arial"/>
        </w:rPr>
        <w:t xml:space="preserve"> </w:t>
      </w:r>
      <w:r w:rsidRPr="00024600">
        <w:rPr>
          <w:rFonts w:cs="Arial"/>
        </w:rPr>
        <w:t xml:space="preserve">000 Kč (slovy: </w:t>
      </w:r>
      <w:proofErr w:type="spellStart"/>
      <w:r w:rsidRPr="00024600">
        <w:rPr>
          <w:rFonts w:cs="Arial"/>
        </w:rPr>
        <w:t>desettisíckorun</w:t>
      </w:r>
      <w:proofErr w:type="spellEnd"/>
      <w:r w:rsidRPr="00024600">
        <w:rPr>
          <w:rFonts w:cs="Arial"/>
        </w:rPr>
        <w:t xml:space="preserve"> českých) za každý započatý den prodlení s porušením této povinnosti, došlo-li v důsledku této změny k zápisu veřejného funkcionáře uvedeného v </w:t>
      </w:r>
      <w:proofErr w:type="spellStart"/>
      <w:r w:rsidRPr="00024600">
        <w:rPr>
          <w:rFonts w:cs="Arial"/>
        </w:rPr>
        <w:t>ust</w:t>
      </w:r>
      <w:proofErr w:type="spellEnd"/>
      <w:r w:rsidRPr="00024600">
        <w:rPr>
          <w:rFonts w:cs="Arial"/>
        </w:rPr>
        <w:t xml:space="preserve">. § 2 odst. 1 písm. c) </w:t>
      </w:r>
      <w:r w:rsidR="000B3126">
        <w:rPr>
          <w:rFonts w:cs="Arial"/>
        </w:rPr>
        <w:t xml:space="preserve">zákona o </w:t>
      </w:r>
      <w:r w:rsidR="0038121D">
        <w:rPr>
          <w:rFonts w:cs="Arial"/>
        </w:rPr>
        <w:t>střetu zájm</w:t>
      </w:r>
      <w:r w:rsidR="002B48B4">
        <w:rPr>
          <w:rFonts w:cs="Arial"/>
        </w:rPr>
        <w:t>ů (dále též jej „ZSZ“)</w:t>
      </w:r>
      <w:r w:rsidR="000B3126" w:rsidRPr="00024600">
        <w:rPr>
          <w:rFonts w:cs="Arial"/>
        </w:rPr>
        <w:t xml:space="preserve"> </w:t>
      </w:r>
      <w:r w:rsidRPr="00024600">
        <w:rPr>
          <w:rFonts w:cs="Arial"/>
        </w:rPr>
        <w:t xml:space="preserve">jako skutečného majitele </w:t>
      </w:r>
      <w:r w:rsidR="00D40E8F">
        <w:rPr>
          <w:rFonts w:cs="Arial"/>
        </w:rPr>
        <w:t>Dodavatele</w:t>
      </w:r>
      <w:r w:rsidRPr="00024600">
        <w:rPr>
          <w:rFonts w:cs="Arial"/>
        </w:rPr>
        <w:t xml:space="preserve"> nebo poddodavatele z titulu osoby s koncovým vlivem, nebo smluvní pokutu ve výši ve výši 5</w:t>
      </w:r>
      <w:r w:rsidR="00D40E8F">
        <w:rPr>
          <w:rFonts w:cs="Arial"/>
        </w:rPr>
        <w:t xml:space="preserve"> </w:t>
      </w:r>
      <w:r w:rsidRPr="00024600">
        <w:rPr>
          <w:rFonts w:cs="Arial"/>
        </w:rPr>
        <w:t xml:space="preserve">000 Kč (slovy: </w:t>
      </w:r>
      <w:proofErr w:type="spellStart"/>
      <w:r w:rsidRPr="00024600">
        <w:rPr>
          <w:rFonts w:cs="Arial"/>
        </w:rPr>
        <w:t>pěttisíckorun</w:t>
      </w:r>
      <w:proofErr w:type="spellEnd"/>
      <w:r w:rsidRPr="00024600">
        <w:rPr>
          <w:rFonts w:cs="Arial"/>
        </w:rPr>
        <w:t xml:space="preserve"> českých) za každý započatý den prodlení s porušením této povinnosti, došlo-li v důsledku této změny k zápisu jakékoliv jiné změny</w:t>
      </w:r>
      <w:r w:rsidR="00D40E8F">
        <w:rPr>
          <w:rFonts w:cs="Arial"/>
        </w:rPr>
        <w:t>.</w:t>
      </w:r>
    </w:p>
    <w:p w14:paraId="5AA73B7A" w14:textId="0840CB98" w:rsidR="005B38F3" w:rsidRPr="005A2C48" w:rsidRDefault="00514EE3" w:rsidP="005A2C48">
      <w:pPr>
        <w:pStyle w:val="01-ODST-2"/>
        <w:numPr>
          <w:ilvl w:val="1"/>
          <w:numId w:val="1"/>
        </w:numPr>
        <w:tabs>
          <w:tab w:val="clear" w:pos="567"/>
          <w:tab w:val="left" w:pos="709"/>
        </w:tabs>
        <w:ind w:left="709" w:hanging="709"/>
        <w:rPr>
          <w:rFonts w:cs="Arial"/>
        </w:rPr>
      </w:pPr>
      <w:r w:rsidRPr="00024600">
        <w:rPr>
          <w:rFonts w:cs="Arial"/>
        </w:rPr>
        <w:t xml:space="preserve">Pokud </w:t>
      </w:r>
      <w:r>
        <w:rPr>
          <w:rFonts w:cs="Arial"/>
        </w:rPr>
        <w:t>Dodavate</w:t>
      </w:r>
      <w:r w:rsidRPr="00024600">
        <w:rPr>
          <w:rFonts w:cs="Arial"/>
        </w:rPr>
        <w:t xml:space="preserve">l uvede nepravdivé údaje v čestném prohlášení o nepodléhání omezujícím opatřením, které je </w:t>
      </w:r>
      <w:r w:rsidRPr="005A2C48">
        <w:rPr>
          <w:rFonts w:cs="Arial"/>
        </w:rPr>
        <w:t>přílohou č. 3</w:t>
      </w:r>
      <w:r w:rsidRPr="00024600">
        <w:rPr>
          <w:rFonts w:cs="Arial"/>
        </w:rPr>
        <w:t xml:space="preserve"> této rámcové dohody, zavazuje se uhradit Objednateli smluvní pokutu ve výši ve výši 50</w:t>
      </w:r>
      <w:r>
        <w:rPr>
          <w:rFonts w:cs="Arial"/>
        </w:rPr>
        <w:t xml:space="preserve"> </w:t>
      </w:r>
      <w:r w:rsidRPr="00024600">
        <w:rPr>
          <w:rFonts w:cs="Arial"/>
        </w:rPr>
        <w:t xml:space="preserve">000 Kč (slovy: </w:t>
      </w:r>
      <w:proofErr w:type="spellStart"/>
      <w:r w:rsidRPr="00024600">
        <w:rPr>
          <w:rFonts w:cs="Arial"/>
        </w:rPr>
        <w:t>padesáttisíckorun</w:t>
      </w:r>
      <w:proofErr w:type="spellEnd"/>
      <w:r w:rsidRPr="00024600">
        <w:rPr>
          <w:rFonts w:cs="Arial"/>
        </w:rPr>
        <w:t xml:space="preserve"> českých)</w:t>
      </w:r>
      <w:r>
        <w:rPr>
          <w:rFonts w:cs="Arial"/>
        </w:rPr>
        <w:t>.</w:t>
      </w:r>
    </w:p>
    <w:p w14:paraId="7E6CCFC9" w14:textId="320EA422" w:rsidR="00514EE3" w:rsidRPr="005A2C48" w:rsidRDefault="00AD14B4" w:rsidP="005A2C48">
      <w:pPr>
        <w:pStyle w:val="01-ODST-2"/>
        <w:numPr>
          <w:ilvl w:val="1"/>
          <w:numId w:val="1"/>
        </w:numPr>
        <w:tabs>
          <w:tab w:val="clear" w:pos="567"/>
          <w:tab w:val="left" w:pos="709"/>
        </w:tabs>
        <w:ind w:left="709" w:hanging="709"/>
        <w:rPr>
          <w:rFonts w:cs="Arial"/>
        </w:rPr>
      </w:pPr>
      <w:r w:rsidRPr="00024600">
        <w:rPr>
          <w:rFonts w:cs="Arial"/>
        </w:rPr>
        <w:lastRenderedPageBreak/>
        <w:t xml:space="preserve">V případě, že </w:t>
      </w:r>
      <w:r>
        <w:rPr>
          <w:rFonts w:cs="Arial"/>
        </w:rPr>
        <w:t>Dodavatel</w:t>
      </w:r>
      <w:r w:rsidRPr="00024600">
        <w:rPr>
          <w:rFonts w:cs="Arial"/>
        </w:rPr>
        <w:t xml:space="preserve"> </w:t>
      </w:r>
      <w:proofErr w:type="gramStart"/>
      <w:r w:rsidRPr="00024600">
        <w:rPr>
          <w:rFonts w:cs="Arial"/>
        </w:rPr>
        <w:t>poruší</w:t>
      </w:r>
      <w:proofErr w:type="gramEnd"/>
      <w:r w:rsidRPr="00024600">
        <w:rPr>
          <w:rFonts w:cs="Arial"/>
        </w:rPr>
        <w:t xml:space="preserve"> povinnost dle odst. </w:t>
      </w:r>
      <w:r w:rsidR="00D87433" w:rsidRPr="005A2C48">
        <w:rPr>
          <w:rFonts w:cs="Arial"/>
        </w:rPr>
        <w:t>14.17</w:t>
      </w:r>
      <w:r w:rsidRPr="005A2C48">
        <w:rPr>
          <w:rFonts w:cs="Arial"/>
        </w:rPr>
        <w:t>.</w:t>
      </w:r>
      <w:r w:rsidRPr="00024600">
        <w:rPr>
          <w:rFonts w:cs="Arial"/>
        </w:rPr>
        <w:t xml:space="preserve"> této rámcové dohody informovat Objednatele o změně údajů a skutečností, o nichž činil </w:t>
      </w:r>
      <w:r w:rsidR="003006A4">
        <w:rPr>
          <w:rFonts w:cs="Arial"/>
        </w:rPr>
        <w:t>Dodavatel</w:t>
      </w:r>
      <w:r w:rsidRPr="00024600">
        <w:rPr>
          <w:rFonts w:cs="Arial"/>
        </w:rPr>
        <w:t xml:space="preserve"> čestné prohlášení o nepodléhání omezujícím opatřením, které je </w:t>
      </w:r>
      <w:r w:rsidRPr="005A2C48">
        <w:rPr>
          <w:rFonts w:cs="Arial"/>
        </w:rPr>
        <w:t xml:space="preserve">přílohou č. </w:t>
      </w:r>
      <w:r w:rsidR="003006A4" w:rsidRPr="005A2C48">
        <w:rPr>
          <w:rFonts w:cs="Arial"/>
        </w:rPr>
        <w:t>3</w:t>
      </w:r>
      <w:r w:rsidRPr="00024600">
        <w:rPr>
          <w:rFonts w:cs="Arial"/>
        </w:rPr>
        <w:t xml:space="preserve"> této rámcové dohody, a které vedou k jeho nepravdivosti zavazuje se uhradit Objednateli smluvní pokutu ve výši 10</w:t>
      </w:r>
      <w:r w:rsidR="003006A4">
        <w:rPr>
          <w:rFonts w:cs="Arial"/>
        </w:rPr>
        <w:t xml:space="preserve"> </w:t>
      </w:r>
      <w:r w:rsidRPr="00024600">
        <w:rPr>
          <w:rFonts w:cs="Arial"/>
        </w:rPr>
        <w:t xml:space="preserve">000 Kč (slovy: </w:t>
      </w:r>
      <w:proofErr w:type="spellStart"/>
      <w:r w:rsidRPr="00024600">
        <w:rPr>
          <w:rFonts w:cs="Arial"/>
        </w:rPr>
        <w:t>desettisíckorun</w:t>
      </w:r>
      <w:proofErr w:type="spellEnd"/>
      <w:r w:rsidRPr="00024600">
        <w:rPr>
          <w:rFonts w:cs="Arial"/>
        </w:rPr>
        <w:t xml:space="preserve"> českých) za každý započatý den prodlení s porušením této povinnosti</w:t>
      </w:r>
      <w:r w:rsidR="0046498D">
        <w:rPr>
          <w:rFonts w:cs="Arial"/>
        </w:rPr>
        <w:t>.</w:t>
      </w:r>
    </w:p>
    <w:p w14:paraId="7672826D" w14:textId="2D2D61B3" w:rsidR="0046498D" w:rsidRPr="005A2C48" w:rsidRDefault="00CC039C" w:rsidP="005A2C48">
      <w:pPr>
        <w:pStyle w:val="01-ODST-2"/>
        <w:numPr>
          <w:ilvl w:val="1"/>
          <w:numId w:val="1"/>
        </w:numPr>
        <w:tabs>
          <w:tab w:val="clear" w:pos="567"/>
          <w:tab w:val="left" w:pos="709"/>
        </w:tabs>
        <w:ind w:left="709" w:hanging="709"/>
        <w:rPr>
          <w:rFonts w:cs="Arial"/>
        </w:rPr>
      </w:pPr>
      <w:r w:rsidRPr="00024600">
        <w:rPr>
          <w:rFonts w:cs="Arial"/>
        </w:rPr>
        <w:t>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w:t>
      </w:r>
      <w:r>
        <w:rPr>
          <w:rFonts w:cs="Arial"/>
        </w:rPr>
        <w:t>.</w:t>
      </w:r>
    </w:p>
    <w:p w14:paraId="30B4A57B" w14:textId="5489D1D9" w:rsidR="00CC039C" w:rsidRPr="005A2C48" w:rsidRDefault="00E11BED" w:rsidP="005A2C48">
      <w:pPr>
        <w:pStyle w:val="01-ODST-2"/>
        <w:numPr>
          <w:ilvl w:val="1"/>
          <w:numId w:val="1"/>
        </w:numPr>
        <w:tabs>
          <w:tab w:val="clear" w:pos="567"/>
          <w:tab w:val="left" w:pos="709"/>
        </w:tabs>
        <w:ind w:left="709" w:hanging="709"/>
        <w:rPr>
          <w:rFonts w:cs="Arial"/>
        </w:rPr>
      </w:pPr>
      <w:r w:rsidRPr="005A2C48">
        <w:rPr>
          <w:rFonts w:cs="Arial"/>
        </w:rPr>
        <w:t xml:space="preserve">Smluvní pokutu vyúčtuje oprávněná </w:t>
      </w:r>
      <w:r w:rsidR="001F7C54">
        <w:rPr>
          <w:rFonts w:cs="Arial"/>
        </w:rPr>
        <w:t>S</w:t>
      </w:r>
      <w:r w:rsidRPr="005A2C48">
        <w:rPr>
          <w:rFonts w:cs="Arial"/>
        </w:rPr>
        <w:t xml:space="preserve">mluvní strana povinné </w:t>
      </w:r>
      <w:r w:rsidR="001F7C54">
        <w:rPr>
          <w:rFonts w:cs="Arial"/>
        </w:rPr>
        <w:t>S</w:t>
      </w:r>
      <w:r w:rsidRPr="005A2C48">
        <w:rPr>
          <w:rFonts w:cs="Arial"/>
        </w:rPr>
        <w:t>mluvní straně písemnou formou.</w:t>
      </w:r>
    </w:p>
    <w:p w14:paraId="4B49D0AF" w14:textId="43ADA774" w:rsidR="00E11BED" w:rsidRPr="005A2C48" w:rsidRDefault="00E11BED" w:rsidP="005A2C48">
      <w:pPr>
        <w:pStyle w:val="01-ODST-2"/>
        <w:numPr>
          <w:ilvl w:val="1"/>
          <w:numId w:val="1"/>
        </w:numPr>
        <w:tabs>
          <w:tab w:val="clear" w:pos="567"/>
          <w:tab w:val="left" w:pos="709"/>
        </w:tabs>
        <w:ind w:left="709" w:hanging="709"/>
        <w:rPr>
          <w:rFonts w:cs="Arial"/>
        </w:rPr>
      </w:pPr>
      <w:r w:rsidRPr="005A2C48">
        <w:rPr>
          <w:rFonts w:cs="Arial"/>
        </w:rPr>
        <w:t>Ve vyúčtování musí být uvedeno ustanovení</w:t>
      </w:r>
      <w:r w:rsidR="001F7C54">
        <w:rPr>
          <w:rFonts w:cs="Arial"/>
        </w:rPr>
        <w:t xml:space="preserve"> S</w:t>
      </w:r>
      <w:r w:rsidRPr="005A2C48">
        <w:rPr>
          <w:rFonts w:cs="Arial"/>
        </w:rPr>
        <w:t>mlouvy, které k vyúčtování smluvní pokuty opravňuje a způsob výpočtu celkové výše smluvní pokuty.</w:t>
      </w:r>
    </w:p>
    <w:p w14:paraId="5E33C27A" w14:textId="77FDD4B2" w:rsidR="00E11BED" w:rsidRPr="005A2C48" w:rsidRDefault="00A22A63" w:rsidP="005A2C48">
      <w:pPr>
        <w:pStyle w:val="01-ODST-2"/>
        <w:numPr>
          <w:ilvl w:val="1"/>
          <w:numId w:val="1"/>
        </w:numPr>
        <w:tabs>
          <w:tab w:val="clear" w:pos="567"/>
          <w:tab w:val="left" w:pos="709"/>
        </w:tabs>
        <w:ind w:left="709" w:hanging="709"/>
        <w:rPr>
          <w:rFonts w:cs="Arial"/>
        </w:rPr>
      </w:pPr>
      <w:r w:rsidRPr="005A2C48">
        <w:rPr>
          <w:rFonts w:cs="Arial"/>
        </w:rPr>
        <w:t xml:space="preserve">Povinná </w:t>
      </w:r>
      <w:r w:rsidR="001F7C54">
        <w:rPr>
          <w:rFonts w:cs="Arial"/>
        </w:rPr>
        <w:t>S</w:t>
      </w:r>
      <w:r w:rsidRPr="005A2C48">
        <w:rPr>
          <w:rFonts w:cs="Arial"/>
        </w:rPr>
        <w:t>mluvní strana je povinna uhradit vyúčtované smluvní pokuty nejpozději do 30 dnů ode dne obdržení příslušného vyúčtování.</w:t>
      </w:r>
    </w:p>
    <w:p w14:paraId="5DEB43EA" w14:textId="2602B041" w:rsidR="00A22A63" w:rsidRPr="005A2C48" w:rsidRDefault="00B77548" w:rsidP="005A2C48">
      <w:pPr>
        <w:pStyle w:val="01-ODST-2"/>
        <w:numPr>
          <w:ilvl w:val="1"/>
          <w:numId w:val="1"/>
        </w:numPr>
        <w:tabs>
          <w:tab w:val="clear" w:pos="567"/>
          <w:tab w:val="left" w:pos="709"/>
        </w:tabs>
        <w:ind w:left="709" w:hanging="709"/>
        <w:rPr>
          <w:rFonts w:cs="Arial"/>
        </w:rPr>
      </w:pPr>
      <w:r w:rsidRPr="005A2C48">
        <w:rPr>
          <w:rFonts w:cs="Arial"/>
        </w:rPr>
        <w:t xml:space="preserve">Zaplacením jakékoli smluvní pokuty není dotčeno právo </w:t>
      </w:r>
      <w:r w:rsidR="000073BA" w:rsidRPr="005A2C48">
        <w:rPr>
          <w:rFonts w:cs="Arial"/>
        </w:rPr>
        <w:t>Objednatele</w:t>
      </w:r>
      <w:r w:rsidRPr="005A2C48">
        <w:rPr>
          <w:rFonts w:cs="Arial"/>
        </w:rPr>
        <w:t xml:space="preserve"> požadovat na </w:t>
      </w:r>
      <w:r w:rsidR="000073BA" w:rsidRPr="005A2C48">
        <w:rPr>
          <w:rFonts w:cs="Arial"/>
        </w:rPr>
        <w:t>Dodavateli</w:t>
      </w:r>
      <w:r w:rsidRPr="005A2C48">
        <w:rPr>
          <w:rFonts w:cs="Arial"/>
        </w:rPr>
        <w:t xml:space="preserve"> náhradu škody, a to v plném rozsahu</w:t>
      </w:r>
      <w:r w:rsidR="000073BA" w:rsidRPr="005A2C48">
        <w:rPr>
          <w:rFonts w:cs="Arial"/>
        </w:rPr>
        <w:t>.</w:t>
      </w:r>
    </w:p>
    <w:p w14:paraId="06F549DB" w14:textId="507C3C00" w:rsidR="00724588" w:rsidRDefault="009B75ED" w:rsidP="005A2C48">
      <w:pPr>
        <w:pStyle w:val="01-ODST-2"/>
        <w:numPr>
          <w:ilvl w:val="1"/>
          <w:numId w:val="1"/>
        </w:numPr>
        <w:tabs>
          <w:tab w:val="clear" w:pos="567"/>
          <w:tab w:val="left" w:pos="709"/>
        </w:tabs>
        <w:ind w:left="709" w:hanging="709"/>
      </w:pPr>
      <w:r w:rsidRPr="005A2C48">
        <w:rPr>
          <w:rFonts w:cs="Arial"/>
        </w:rPr>
        <w:t xml:space="preserve">Dodavatel prohlašuje, že smluvní pokuty stanovené touto smlouvou považuje za </w:t>
      </w:r>
      <w:r w:rsidR="008362BE" w:rsidRPr="005A2C48">
        <w:rPr>
          <w:rFonts w:cs="Arial"/>
        </w:rPr>
        <w:t>přiměřené,</w:t>
      </w:r>
      <w:r w:rsidRPr="005A2C48">
        <w:rPr>
          <w:rFonts w:cs="Arial"/>
        </w:rPr>
        <w:t xml:space="preserve"> </w:t>
      </w:r>
      <w:r w:rsidR="008362BE" w:rsidRPr="005A2C48">
        <w:rPr>
          <w:rFonts w:cs="Arial"/>
        </w:rPr>
        <w:t>a to s</w:t>
      </w:r>
      <w:r w:rsidR="008362BE">
        <w:t> ohledem na povinnost, ke kterým se vztahují.</w:t>
      </w:r>
    </w:p>
    <w:p w14:paraId="7CE82EE9" w14:textId="22AA94EB" w:rsidR="002B2F4A" w:rsidRPr="002B03FD" w:rsidRDefault="002B2F4A" w:rsidP="005A2C48">
      <w:pPr>
        <w:pStyle w:val="01-ODST-2"/>
        <w:numPr>
          <w:ilvl w:val="1"/>
          <w:numId w:val="1"/>
        </w:numPr>
        <w:tabs>
          <w:tab w:val="clear" w:pos="567"/>
          <w:tab w:val="left" w:pos="709"/>
        </w:tabs>
        <w:ind w:left="709" w:hanging="709"/>
      </w:pPr>
      <w:r>
        <w:t>Objednatel je oprávněn namísto uhrazení smluvní pokuty dohodnout se s Dodavatelem na poskytnutí plnění odpovídající dodávce a/nebo jednotlivých činností</w:t>
      </w:r>
      <w:r w:rsidR="00410BAB">
        <w:t xml:space="preserve">, které jsou součástí </w:t>
      </w:r>
      <w:r>
        <w:t>dodávk</w:t>
      </w:r>
      <w:r w:rsidR="00410BAB">
        <w:t>y za jednot</w:t>
      </w:r>
      <w:r w:rsidR="004B4889">
        <w:t xml:space="preserve">kové ceny uvedené v příloze č. 1 Smlouvy. </w:t>
      </w:r>
      <w:r w:rsidR="00410BAB">
        <w:t xml:space="preserve"> </w:t>
      </w:r>
      <w:r>
        <w:t xml:space="preserve">  </w:t>
      </w:r>
    </w:p>
    <w:p w14:paraId="06F549DD" w14:textId="77777777" w:rsidR="00E656BD" w:rsidRPr="00AB0762" w:rsidRDefault="00E656BD" w:rsidP="00D542F4">
      <w:pPr>
        <w:pStyle w:val="lnek"/>
        <w:numPr>
          <w:ilvl w:val="0"/>
          <w:numId w:val="1"/>
        </w:numPr>
        <w:tabs>
          <w:tab w:val="num" w:pos="1080"/>
        </w:tabs>
        <w:ind w:left="567" w:firstLine="0"/>
      </w:pPr>
      <w:r w:rsidRPr="001E0367">
        <w:rPr>
          <w:rFonts w:cs="Arial"/>
          <w:iCs/>
        </w:rPr>
        <w:t>Další ujednání</w:t>
      </w:r>
      <w:r w:rsidRPr="00AB0762">
        <w:t xml:space="preserve"> </w:t>
      </w:r>
    </w:p>
    <w:p w14:paraId="7D829BA1" w14:textId="32283889" w:rsidR="00F61F15" w:rsidRPr="00024600" w:rsidRDefault="00F61F15" w:rsidP="00F61F15">
      <w:pPr>
        <w:pStyle w:val="01-ODST-2"/>
        <w:numPr>
          <w:ilvl w:val="1"/>
          <w:numId w:val="1"/>
        </w:numPr>
        <w:tabs>
          <w:tab w:val="clear" w:pos="567"/>
          <w:tab w:val="left" w:pos="709"/>
        </w:tabs>
        <w:ind w:left="709" w:hanging="709"/>
        <w:rPr>
          <w:rFonts w:cs="Arial"/>
        </w:rPr>
      </w:pPr>
      <w:r>
        <w:rPr>
          <w:rFonts w:cs="Arial"/>
        </w:rPr>
        <w:t>Dodavatel</w:t>
      </w:r>
      <w:r w:rsidRPr="00024600">
        <w:rPr>
          <w:rFonts w:cs="Arial"/>
        </w:rPr>
        <w:t xml:space="preserve">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1699764A" w14:textId="3EFBE27B"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Vznikne-li Objednateli v důsledku porušení smluvních povinností či v důsledku porušení povinnosti vyplývající z obecně závazných předpisů ze strany </w:t>
      </w:r>
      <w:r w:rsidR="00D72E4C">
        <w:rPr>
          <w:rFonts w:cs="Arial"/>
        </w:rPr>
        <w:t>Dodavatele</w:t>
      </w:r>
      <w:r w:rsidRPr="00024600">
        <w:rPr>
          <w:rFonts w:cs="Arial"/>
        </w:rPr>
        <w:t xml:space="preserve"> újma (majetková a nemajetková), je </w:t>
      </w:r>
      <w:r w:rsidR="00D72E4C">
        <w:rPr>
          <w:rFonts w:cs="Arial"/>
        </w:rPr>
        <w:t>Dodavatel</w:t>
      </w:r>
      <w:r w:rsidRPr="00024600">
        <w:rPr>
          <w:rFonts w:cs="Arial"/>
        </w:rPr>
        <w:t xml:space="preserve"> povinen nahradit Objednateli újmu, včetně újmy na jmění v souladu s platnými právními předpisy. Škoda se nahrazuje uvedením do předešlého stavu, nepožádá-li Objednatel o náhradu škody uvedením v penězích.</w:t>
      </w:r>
    </w:p>
    <w:p w14:paraId="185B9FAB" w14:textId="45F4BB9E" w:rsidR="00F61F15" w:rsidRPr="004B4889" w:rsidRDefault="00F61F15" w:rsidP="004D2956">
      <w:pPr>
        <w:pStyle w:val="01-ODST-2"/>
        <w:numPr>
          <w:ilvl w:val="1"/>
          <w:numId w:val="1"/>
        </w:numPr>
        <w:tabs>
          <w:tab w:val="clear" w:pos="567"/>
          <w:tab w:val="left" w:pos="709"/>
        </w:tabs>
        <w:ind w:left="709" w:hanging="709"/>
        <w:rPr>
          <w:rFonts w:cs="Arial"/>
        </w:rPr>
      </w:pPr>
      <w:r w:rsidRPr="004B4889">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w:t>
      </w:r>
      <w:r w:rsidR="004B4889" w:rsidRPr="004B4889">
        <w:rPr>
          <w:rFonts w:cs="Arial"/>
        </w:rPr>
        <w:t>ve znění pozdějších předpisů (dále jen „</w:t>
      </w:r>
      <w:r w:rsidR="004B4889" w:rsidRPr="004D2956">
        <w:rPr>
          <w:rFonts w:cs="Arial"/>
          <w:b/>
          <w:bCs/>
        </w:rPr>
        <w:t>ZTOPO</w:t>
      </w:r>
      <w:r w:rsidR="004B4889" w:rsidRPr="004B4889">
        <w:rPr>
          <w:rFonts w:cs="Arial"/>
        </w:rPr>
        <w:t>“),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w:t>
      </w:r>
      <w:r w:rsidR="004B4889">
        <w:rPr>
          <w:rFonts w:cs="Arial"/>
        </w:rPr>
        <w:t xml:space="preserve"> </w:t>
      </w:r>
      <w:r w:rsidR="004B4889" w:rsidRPr="004B4889">
        <w:rPr>
          <w:rFonts w:cs="Arial"/>
        </w:rPr>
        <w:t>Smluvní strany prohlašují, že se nepodílí a ani v minulosti se nepodílely na páchání trestné činnosti v jakékoli formě ve smyslu ZTOPO.</w:t>
      </w:r>
      <w:r w:rsidR="004B4889">
        <w:rPr>
          <w:rFonts w:cs="Arial"/>
        </w:rPr>
        <w:t xml:space="preserve"> </w:t>
      </w:r>
      <w:r w:rsidRPr="004B4889">
        <w:rPr>
          <w:rFonts w:cs="Arial"/>
        </w:rPr>
        <w:t>Příslušná Smluvní strana prohlašuje, že se seznámila s Etickým kodexem pro obchodní partnery společnosti ČEPRO, a.s. a veřejnost v platném znění (dále jen „</w:t>
      </w:r>
      <w:r w:rsidRPr="004B4889">
        <w:rPr>
          <w:rFonts w:cs="Arial"/>
          <w:b/>
          <w:bCs/>
        </w:rPr>
        <w:t>Etický kodex</w:t>
      </w:r>
      <w:r w:rsidRPr="004B4889">
        <w:rPr>
          <w:rFonts w:cs="Arial"/>
        </w:rPr>
        <w:t>“) a zavazuje se tento dodržovat na vlastní náklady a odpovědnost při plnění svých závazků vzniklých z této Smlouvy</w:t>
      </w:r>
      <w:r w:rsidR="004B4889">
        <w:rPr>
          <w:rFonts w:cs="Arial"/>
        </w:rPr>
        <w:t xml:space="preserve"> a/nebo dílčích smluv</w:t>
      </w:r>
      <w:r w:rsidRPr="004B4889">
        <w:rPr>
          <w:rFonts w:cs="Arial"/>
        </w:rPr>
        <w:t xml:space="preserve">. Etický kodex v platném znění je uveřejněn na webových stránkách ČEPRO, a.s. </w:t>
      </w:r>
      <w:hyperlink r:id="rId10" w:history="1">
        <w:r w:rsidRPr="004B4889">
          <w:rPr>
            <w:rFonts w:cs="Arial"/>
          </w:rPr>
          <w:t>www.ceproas.cz</w:t>
        </w:r>
      </w:hyperlink>
      <w:r w:rsidRPr="004B4889">
        <w:rPr>
          <w:rFonts w:cs="Arial"/>
        </w:rPr>
        <w:t>.</w:t>
      </w:r>
      <w:r w:rsidR="001F7C54" w:rsidRPr="004B4889">
        <w:rPr>
          <w:rFonts w:cs="Arial"/>
        </w:rPr>
        <w:t xml:space="preserve"> </w:t>
      </w:r>
    </w:p>
    <w:p w14:paraId="0E093219" w14:textId="58CE7929"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Objednatel je oprávněn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w:t>
      </w:r>
      <w:r w:rsidRPr="00024600">
        <w:rPr>
          <w:rFonts w:cs="Arial"/>
        </w:rPr>
        <w:lastRenderedPageBreak/>
        <w:t xml:space="preserve">činnosti, přičemž důvodné podezření ohledně možného naplnění skutkové podstaty těchto trestných činů je příslušná Smluvní strana povinna neprodleně oznámit druhé </w:t>
      </w:r>
      <w:r w:rsidR="004B4889">
        <w:rPr>
          <w:rFonts w:cs="Arial"/>
        </w:rPr>
        <w:t>S</w:t>
      </w:r>
      <w:r w:rsidRPr="00024600">
        <w:rPr>
          <w:rFonts w:cs="Arial"/>
        </w:rPr>
        <w:t xml:space="preserve">mluvní straně bez ohledu a nad rámec splnění případné zákonné oznamovací povinnosti. </w:t>
      </w:r>
      <w:r w:rsidR="004B4889">
        <w:rPr>
          <w:rFonts w:cs="Arial"/>
        </w:rPr>
        <w:t xml:space="preserve"> </w:t>
      </w:r>
      <w:r w:rsidR="004B4889" w:rsidRPr="004B4889">
        <w:rPr>
          <w:rFonts w:cs="Arial"/>
        </w:rPr>
        <w:t xml:space="preserve">Příslušná </w:t>
      </w:r>
      <w:r w:rsidR="004B4889">
        <w:rPr>
          <w:rFonts w:cs="Arial"/>
        </w:rPr>
        <w:t>S</w:t>
      </w:r>
      <w:r w:rsidR="004B4889" w:rsidRPr="004B4889">
        <w:rPr>
          <w:rFonts w:cs="Arial"/>
        </w:rPr>
        <w:t>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38DC782B" w14:textId="7EF3B504" w:rsidR="004B4889" w:rsidRPr="004B4889" w:rsidRDefault="00947246" w:rsidP="004B4889">
      <w:pPr>
        <w:pStyle w:val="01-ODST-2"/>
        <w:numPr>
          <w:ilvl w:val="1"/>
          <w:numId w:val="1"/>
        </w:numPr>
        <w:tabs>
          <w:tab w:val="clear" w:pos="567"/>
          <w:tab w:val="left" w:pos="709"/>
        </w:tabs>
        <w:ind w:left="709" w:hanging="709"/>
        <w:rPr>
          <w:rFonts w:cs="Arial"/>
        </w:rPr>
      </w:pPr>
      <w:r w:rsidRPr="004B4889">
        <w:rPr>
          <w:rFonts w:cs="Arial"/>
        </w:rPr>
        <w:t>Dodavatel</w:t>
      </w:r>
      <w:r w:rsidR="00F61F15" w:rsidRPr="004B4889">
        <w:rPr>
          <w:rFonts w:cs="Arial"/>
        </w:rPr>
        <w:t xml:space="preserve"> se touto Smlouvou zavazuje a prohlašuje, že naplňuje a bude po celou dobu trvání této Smlouvy dodržovat a splňovat kritéria a standardy chování společnosti ČEPRO, a.s. v obchodním styku, specifikované a Objednatelem uveřejněné na adrese </w:t>
      </w:r>
      <w:hyperlink r:id="rId11" w:history="1">
        <w:r w:rsidR="00F61F15" w:rsidRPr="004B4889">
          <w:rPr>
            <w:rFonts w:cs="Arial"/>
            <w:u w:val="single"/>
          </w:rPr>
          <w:t>https://www.ceproas.cz/vyberova-rizeni</w:t>
        </w:r>
      </w:hyperlink>
      <w:r w:rsidR="00F61F15" w:rsidRPr="004B4889">
        <w:rPr>
          <w:rFonts w:cs="Arial"/>
          <w:u w:val="single"/>
        </w:rPr>
        <w:t xml:space="preserve"> a etické zásady</w:t>
      </w:r>
      <w:r w:rsidR="00F61F15" w:rsidRPr="004B4889">
        <w:rPr>
          <w:rFonts w:cs="Arial"/>
        </w:rPr>
        <w:t>, obsažené v Etickém kodexu.</w:t>
      </w:r>
      <w:r w:rsidR="004B4889" w:rsidRPr="004B4889">
        <w:rPr>
          <w:rFonts w:cs="Arial"/>
        </w:rPr>
        <w:t xml:space="preserve"> Smluvní strany se zavazují si navzájem neprodleně oznámit důvodné podezření ohledně možného jednání, které je v rozporu se zásadami této smluvní doložky </w:t>
      </w:r>
      <w:proofErr w:type="spellStart"/>
      <w:r w:rsidR="004B4889" w:rsidRPr="004B4889">
        <w:rPr>
          <w:rFonts w:cs="Arial"/>
        </w:rPr>
        <w:t>Compliance</w:t>
      </w:r>
      <w:proofErr w:type="spellEnd"/>
      <w:r w:rsidR="004B4889" w:rsidRPr="004B4889">
        <w:rPr>
          <w:rFonts w:cs="Arial"/>
        </w:rPr>
        <w:t xml:space="preserve"> a mohlo by souviset s plněním </w:t>
      </w:r>
      <w:proofErr w:type="spellStart"/>
      <w:r w:rsidR="004B4889">
        <w:rPr>
          <w:rFonts w:cs="Arial"/>
        </w:rPr>
        <w:t>S</w:t>
      </w:r>
      <w:r w:rsidR="004B4889" w:rsidRPr="004B4889">
        <w:rPr>
          <w:rFonts w:cs="Arial"/>
        </w:rPr>
        <w:t>mlouvy</w:t>
      </w:r>
      <w:r w:rsidR="004B4889">
        <w:rPr>
          <w:rFonts w:cs="Arial"/>
        </w:rPr>
        <w:t>a</w:t>
      </w:r>
      <w:proofErr w:type="spellEnd"/>
      <w:r w:rsidR="004B4889">
        <w:rPr>
          <w:rFonts w:cs="Arial"/>
        </w:rPr>
        <w:t>/nebo dílčí smlouvy</w:t>
      </w:r>
      <w:r w:rsidR="004B4889" w:rsidRPr="004B4889">
        <w:rPr>
          <w:rFonts w:cs="Arial"/>
        </w:rPr>
        <w:t xml:space="preserve"> nebo s</w:t>
      </w:r>
      <w:r w:rsidR="004B4889">
        <w:rPr>
          <w:rFonts w:cs="Arial"/>
        </w:rPr>
        <w:t> </w:t>
      </w:r>
      <w:r w:rsidR="004B4889" w:rsidRPr="004B4889">
        <w:rPr>
          <w:rFonts w:cs="Arial"/>
        </w:rPr>
        <w:t>jej</w:t>
      </w:r>
      <w:r w:rsidR="004B4889">
        <w:rPr>
          <w:rFonts w:cs="Arial"/>
        </w:rPr>
        <w:t xml:space="preserve">ich </w:t>
      </w:r>
      <w:r w:rsidR="004B4889" w:rsidRPr="004B4889">
        <w:rPr>
          <w:rFonts w:cs="Arial"/>
        </w:rPr>
        <w:t>uzavíráním.</w:t>
      </w:r>
    </w:p>
    <w:p w14:paraId="00BF0DE1" w14:textId="6C00AC01"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Objednatel pro účely plnění Smlouvy se </w:t>
      </w:r>
      <w:r w:rsidR="0039302B">
        <w:rPr>
          <w:rFonts w:cs="Arial"/>
        </w:rPr>
        <w:t>Dodavatelem</w:t>
      </w:r>
      <w:r w:rsidRPr="00024600">
        <w:rPr>
          <w:rFonts w:cs="Arial"/>
        </w:rPr>
        <w:t xml:space="preserve">, případně pro účely ochrany oprávněných zájmů Objednatele zpracovává osobní údaje </w:t>
      </w:r>
      <w:r w:rsidR="0039302B">
        <w:rPr>
          <w:rFonts w:cs="Arial"/>
        </w:rPr>
        <w:t>Dodavatele</w:t>
      </w:r>
      <w:r w:rsidRPr="00024600">
        <w:rPr>
          <w:rFonts w:cs="Arial"/>
        </w:rPr>
        <w:t xml:space="preserve">, je-li tento fyzickou osobou, případně jeho zástupců/zaměstnanců. Bližší informace o tomto zpracování včetně práv </w:t>
      </w:r>
      <w:r w:rsidR="0039302B">
        <w:rPr>
          <w:rFonts w:cs="Arial"/>
        </w:rPr>
        <w:t>Dodavatel</w:t>
      </w:r>
      <w:r w:rsidRPr="00024600">
        <w:rPr>
          <w:rFonts w:cs="Arial"/>
        </w:rPr>
        <w:t xml:space="preserve">e jako subjektu údajů jsou uveřejněny na </w:t>
      </w:r>
      <w:hyperlink r:id="rId12" w:history="1">
        <w:r w:rsidRPr="00024600">
          <w:t>www.ceproas.cz</w:t>
        </w:r>
      </w:hyperlink>
      <w:r w:rsidRPr="00024600">
        <w:rPr>
          <w:rFonts w:cs="Arial"/>
        </w:rPr>
        <w:t xml:space="preserve"> v sekci Ochrana osobních údajů.</w:t>
      </w:r>
    </w:p>
    <w:p w14:paraId="3C842F01" w14:textId="7B7EE566" w:rsidR="00F61F15" w:rsidRPr="00024600" w:rsidRDefault="0039302B"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odpovídá Objednateli za splnění veškerých povinností plynoucích z této Smlouvy a veškeré důsledky vzniklé porušením některé povinnosti </w:t>
      </w:r>
      <w:r>
        <w:rPr>
          <w:rFonts w:cs="Arial"/>
        </w:rPr>
        <w:t>Dodavatel</w:t>
      </w:r>
      <w:r w:rsidR="00F61F15" w:rsidRPr="00024600">
        <w:rPr>
          <w:rFonts w:cs="Arial"/>
        </w:rPr>
        <w:t xml:space="preserve"> jdou k tíži </w:t>
      </w:r>
      <w:r>
        <w:rPr>
          <w:rFonts w:cs="Arial"/>
        </w:rPr>
        <w:t>Dodavatele</w:t>
      </w:r>
      <w:r w:rsidR="00F61F15" w:rsidRPr="00024600">
        <w:rPr>
          <w:rFonts w:cs="Arial"/>
        </w:rPr>
        <w:t xml:space="preserve"> a </w:t>
      </w:r>
      <w:r>
        <w:rPr>
          <w:rFonts w:cs="Arial"/>
        </w:rPr>
        <w:t>Dodavatel</w:t>
      </w:r>
      <w:r w:rsidR="00F61F15" w:rsidRPr="00024600">
        <w:rPr>
          <w:rFonts w:cs="Arial"/>
        </w:rPr>
        <w:t xml:space="preserve"> se nemůže zprostit odpovědnosti vůči Objednateli poukazem na případné nesplnění povinností třetí osobou. </w:t>
      </w:r>
    </w:p>
    <w:p w14:paraId="360C1108" w14:textId="578D0E16" w:rsidR="00F61F15" w:rsidRPr="00024600" w:rsidRDefault="00F4754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je povinen Objednateli nahradit újmu vzniklou při plnění této Smlouvy</w:t>
      </w:r>
      <w:r w:rsidR="004B4889">
        <w:rPr>
          <w:rFonts w:cs="Arial"/>
        </w:rPr>
        <w:t xml:space="preserve"> a/nebo dílčí smlouvy</w:t>
      </w:r>
      <w:r w:rsidR="00F61F15" w:rsidRPr="00024600">
        <w:rPr>
          <w:rFonts w:cs="Arial"/>
        </w:rPr>
        <w:t xml:space="preserve"> a v souvislosti s ní nesplněním závazku či porušením povinnosti plynoucích z této Smlouvy</w:t>
      </w:r>
      <w:r w:rsidR="004B4889">
        <w:rPr>
          <w:rFonts w:cs="Arial"/>
        </w:rPr>
        <w:t xml:space="preserve"> a/nebo dílčí smlouvy</w:t>
      </w:r>
      <w:r w:rsidR="00F61F15" w:rsidRPr="00024600">
        <w:rPr>
          <w:rFonts w:cs="Arial"/>
        </w:rPr>
        <w:t>. Pro náhradu majetkové a nemajetkové újmy se užijí příslušná ustanovení platných právních předpisů, nebude-li mezi Smluvními stranami výslovně dohodnuto jinak.</w:t>
      </w:r>
    </w:p>
    <w:p w14:paraId="07F632C8" w14:textId="77777777"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Smluvní strany se zavazují zachovávat mlčenlivost o veškerých informacích, které budou označeny za důvěrné informace.</w:t>
      </w:r>
    </w:p>
    <w:p w14:paraId="0B06D217" w14:textId="32778D81"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Smluvní strany se zavazují nesdělovat žádné třetí osobě žádné informace o existenci anebo obsahu této Smlouvy</w:t>
      </w:r>
      <w:r w:rsidR="004B4889">
        <w:rPr>
          <w:rFonts w:cs="Arial"/>
        </w:rPr>
        <w:t xml:space="preserve"> a/nebo dílčích smluv </w:t>
      </w:r>
      <w:r w:rsidRPr="00024600">
        <w:rPr>
          <w:rFonts w:cs="Arial"/>
        </w:rPr>
        <w:t xml:space="preserve"> a informace, které o druhé </w:t>
      </w:r>
      <w:r w:rsidR="004B4889">
        <w:rPr>
          <w:rFonts w:cs="Arial"/>
        </w:rPr>
        <w:t>S</w:t>
      </w:r>
      <w:r w:rsidR="004B4889" w:rsidRPr="00024600">
        <w:rPr>
          <w:rFonts w:cs="Arial"/>
        </w:rPr>
        <w:t xml:space="preserve">mluvní </w:t>
      </w:r>
      <w:r w:rsidRPr="00024600">
        <w:rPr>
          <w:rFonts w:cs="Arial"/>
        </w:rPr>
        <w:t xml:space="preserve">straně získala při jednáních o této Smlouvě, během její platnosti i po jejím skončení bez předchozího písemného souhlasu druhé </w:t>
      </w:r>
      <w:r w:rsidR="004B4889">
        <w:rPr>
          <w:rFonts w:cs="Arial"/>
        </w:rPr>
        <w:t>S</w:t>
      </w:r>
      <w:r w:rsidR="004B4889" w:rsidRPr="00024600">
        <w:rPr>
          <w:rFonts w:cs="Arial"/>
        </w:rPr>
        <w:t xml:space="preserve">mluvní </w:t>
      </w:r>
      <w:r w:rsidRPr="00024600">
        <w:rPr>
          <w:rFonts w:cs="Arial"/>
        </w:rPr>
        <w:t>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w:t>
      </w:r>
      <w:r w:rsidRPr="0023165B">
        <w:rPr>
          <w:rFonts w:cs="Arial"/>
          <w:b/>
          <w:bCs/>
        </w:rPr>
        <w:t>zákon o registru smluv</w:t>
      </w:r>
      <w:r w:rsidRPr="00024600">
        <w:rPr>
          <w:rFonts w:cs="Arial"/>
        </w:rPr>
        <w:t>“).</w:t>
      </w:r>
    </w:p>
    <w:p w14:paraId="1FB66F02" w14:textId="2F7C6AB3" w:rsidR="00F61F15" w:rsidRPr="00024600" w:rsidRDefault="00F4754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prohlašuje, že veřejný funkcionář uvedený v </w:t>
      </w:r>
      <w:proofErr w:type="spellStart"/>
      <w:r w:rsidR="00F61F15" w:rsidRPr="00024600">
        <w:rPr>
          <w:rFonts w:cs="Arial"/>
        </w:rPr>
        <w:t>ust</w:t>
      </w:r>
      <w:proofErr w:type="spellEnd"/>
      <w:r w:rsidR="00F61F15" w:rsidRPr="00024600">
        <w:rPr>
          <w:rFonts w:cs="Arial"/>
        </w:rPr>
        <w:t xml:space="preserve">. § 2 odst. 1 písm. c) ZSZ, nebo jím ovládaná osoba ve </w:t>
      </w:r>
      <w:r>
        <w:rPr>
          <w:rFonts w:cs="Arial"/>
        </w:rPr>
        <w:t>Dodavatel</w:t>
      </w:r>
      <w:r w:rsidR="00F61F15" w:rsidRPr="00024600">
        <w:rPr>
          <w:rFonts w:cs="Arial"/>
        </w:rPr>
        <w:t xml:space="preserve">i nevlastní podíl představující alespoň 25 % účasti společníka. </w:t>
      </w:r>
      <w:r w:rsidR="003C485E">
        <w:rPr>
          <w:rFonts w:cs="Arial"/>
        </w:rPr>
        <w:t>Dodavatel</w:t>
      </w:r>
      <w:r w:rsidR="00F61F15" w:rsidRPr="00024600">
        <w:rPr>
          <w:rFonts w:cs="Arial"/>
        </w:rPr>
        <w:t xml:space="preserve"> současně prohlašuje, že veřejný funkcionář uvedený v </w:t>
      </w:r>
      <w:proofErr w:type="spellStart"/>
      <w:r w:rsidR="00F61F15" w:rsidRPr="00024600">
        <w:rPr>
          <w:rFonts w:cs="Arial"/>
        </w:rPr>
        <w:t>ust</w:t>
      </w:r>
      <w:proofErr w:type="spellEnd"/>
      <w:r w:rsidR="00F61F15" w:rsidRPr="00024600">
        <w:rPr>
          <w:rFonts w:cs="Arial"/>
        </w:rPr>
        <w:t xml:space="preserve">. § 2 odst. 1 písm. c) ZSZ nebo jím ovládaná osoba nevlastní podíl představující alespoň 25 % účasti společníka v žádné z osob, jejichž prostřednictvím </w:t>
      </w:r>
      <w:r w:rsidR="003C485E">
        <w:rPr>
          <w:rFonts w:cs="Arial"/>
        </w:rPr>
        <w:t>Dodavatel</w:t>
      </w:r>
      <w:r w:rsidR="00F61F15" w:rsidRPr="00024600">
        <w:rPr>
          <w:rFonts w:cs="Arial"/>
        </w:rPr>
        <w:t xml:space="preserve"> v zadávacím řízení vedoucím k uzavření této</w:t>
      </w:r>
      <w:r w:rsidR="00C9162E">
        <w:rPr>
          <w:rFonts w:cs="Arial"/>
        </w:rPr>
        <w:t xml:space="preserve"> S</w:t>
      </w:r>
      <w:r w:rsidR="00F61F15" w:rsidRPr="00024600">
        <w:rPr>
          <w:rFonts w:cs="Arial"/>
        </w:rPr>
        <w:t>mlouvy prokazoval kvalifikaci.</w:t>
      </w:r>
    </w:p>
    <w:p w14:paraId="34CD7179" w14:textId="531630E3"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Pokud po uzavření této </w:t>
      </w:r>
      <w:r w:rsidR="00C9162E">
        <w:rPr>
          <w:rFonts w:cs="Arial"/>
        </w:rPr>
        <w:t>S</w:t>
      </w:r>
      <w:r w:rsidR="00C9162E" w:rsidRPr="00024600">
        <w:rPr>
          <w:rFonts w:cs="Arial"/>
        </w:rPr>
        <w:t xml:space="preserve">mlouvy </w:t>
      </w:r>
      <w:r w:rsidRPr="00024600">
        <w:rPr>
          <w:rFonts w:cs="Arial"/>
        </w:rPr>
        <w:t xml:space="preserve">veřejný funkcionář uvedený v </w:t>
      </w:r>
      <w:proofErr w:type="spellStart"/>
      <w:r w:rsidRPr="00024600">
        <w:rPr>
          <w:rFonts w:cs="Arial"/>
        </w:rPr>
        <w:t>ust</w:t>
      </w:r>
      <w:proofErr w:type="spellEnd"/>
      <w:r w:rsidRPr="00024600">
        <w:rPr>
          <w:rFonts w:cs="Arial"/>
        </w:rPr>
        <w:t>. § 2 odst. 1 písm. c) ZSZ nebo jím ovládaná osoba nabude do vlastnictví podíl představující alespoň 25 % účasti společníka v </w:t>
      </w:r>
      <w:r w:rsidR="00263FED">
        <w:rPr>
          <w:rFonts w:cs="Arial"/>
        </w:rPr>
        <w:t>Dodavateli</w:t>
      </w:r>
      <w:r w:rsidR="00263FED" w:rsidRPr="00024600">
        <w:rPr>
          <w:rFonts w:cs="Arial"/>
        </w:rPr>
        <w:t xml:space="preserve"> nebo</w:t>
      </w:r>
      <w:r w:rsidRPr="00024600">
        <w:rPr>
          <w:rFonts w:cs="Arial"/>
        </w:rPr>
        <w:t xml:space="preserve"> v osobě, jejímž prostřednictvím </w:t>
      </w:r>
      <w:r w:rsidR="00263FED">
        <w:rPr>
          <w:rFonts w:cs="Arial"/>
        </w:rPr>
        <w:t>Dodavatel</w:t>
      </w:r>
      <w:r w:rsidRPr="00024600">
        <w:rPr>
          <w:rFonts w:cs="Arial"/>
        </w:rPr>
        <w:t xml:space="preserve"> v zadávacím řízení vedoucím k uzavření této smlouvy prokazoval kvalifikaci, zavazuje se </w:t>
      </w:r>
      <w:r w:rsidR="00532F73">
        <w:rPr>
          <w:rFonts w:cs="Arial"/>
        </w:rPr>
        <w:t>Dodavatel</w:t>
      </w:r>
      <w:r w:rsidRPr="00024600">
        <w:rPr>
          <w:rFonts w:cs="Arial"/>
        </w:rPr>
        <w:t xml:space="preserve"> o této skutečnosti písemně vyrozumět Objednatele bez zbytečného odkladu po jejím vzniku, nejpozději však do pěti (5) pracovních dnů po jejím vzniku. </w:t>
      </w:r>
    </w:p>
    <w:p w14:paraId="48870F51" w14:textId="576867DB" w:rsidR="00F61F15" w:rsidRDefault="00263FED" w:rsidP="00F61F15">
      <w:pPr>
        <w:pStyle w:val="01-ODST-2"/>
        <w:numPr>
          <w:ilvl w:val="1"/>
          <w:numId w:val="1"/>
        </w:numPr>
        <w:tabs>
          <w:tab w:val="clear" w:pos="567"/>
          <w:tab w:val="left" w:pos="709"/>
        </w:tabs>
        <w:ind w:left="709" w:hanging="709"/>
        <w:rPr>
          <w:rFonts w:cs="Arial"/>
        </w:rPr>
      </w:pPr>
      <w:r>
        <w:rPr>
          <w:rFonts w:cs="Arial"/>
        </w:rPr>
        <w:t>Dodavatel</w:t>
      </w:r>
      <w:r w:rsidR="00F61F15" w:rsidRPr="00024600">
        <w:rPr>
          <w:rFonts w:cs="Arial"/>
        </w:rPr>
        <w:t xml:space="preserve"> se zavazuje, že po dobu účinnosti této Smlouvy budou zapsané údaje o jeho skutečném majiteli odpovídat skutečnému stavu. </w:t>
      </w:r>
      <w:r>
        <w:rPr>
          <w:rFonts w:cs="Arial"/>
        </w:rPr>
        <w:t>Dodavatel</w:t>
      </w:r>
      <w:r w:rsidR="00F61F15" w:rsidRPr="00024600">
        <w:rPr>
          <w:rFonts w:cs="Arial"/>
        </w:rPr>
        <w:t xml:space="preserve"> se současně zavazuje písemně vyrozumět Objednatele o každé změně v údajích o jeho skutečném majiteli a rovněž o každé změně v údajích o skutečném majiteli poddodavatele, jehož prostřednictvím </w:t>
      </w:r>
      <w:r w:rsidR="00532F73">
        <w:rPr>
          <w:rFonts w:cs="Arial"/>
        </w:rPr>
        <w:t>Dodavatel</w:t>
      </w:r>
      <w:r w:rsidR="00F61F15" w:rsidRPr="00024600">
        <w:rPr>
          <w:rFonts w:cs="Arial"/>
        </w:rPr>
        <w:t xml:space="preserve"> zadávacím řízení vedoucím k uzavření této Smlouvy prokazoval kvalifikaci, uvedených v evidenci skutečných majitelů bez zbytečného odkladu po jejich změně, nejpozději však do pěti (5) pracovních dnů po jejich změně.</w:t>
      </w:r>
    </w:p>
    <w:p w14:paraId="00636089" w14:textId="77777777" w:rsidR="00F61F15" w:rsidRPr="00E41652" w:rsidRDefault="00F61F15" w:rsidP="00E41652">
      <w:pPr>
        <w:spacing w:before="120" w:after="0"/>
        <w:ind w:left="709"/>
        <w:rPr>
          <w:rFonts w:cs="Arial"/>
          <w:bCs/>
          <w:sz w:val="19"/>
          <w:szCs w:val="19"/>
          <w:highlight w:val="yellow"/>
        </w:rPr>
      </w:pPr>
      <w:r w:rsidRPr="00E41652">
        <w:rPr>
          <w:rFonts w:cs="Arial"/>
          <w:bCs/>
          <w:i/>
          <w:iCs/>
          <w:sz w:val="19"/>
          <w:szCs w:val="19"/>
          <w:highlight w:val="yellow"/>
        </w:rPr>
        <w:lastRenderedPageBreak/>
        <w:t>Alternativní varianta pro právnické osoby se sídlem v České republice</w:t>
      </w:r>
    </w:p>
    <w:p w14:paraId="7F7B0D88" w14:textId="0F8DD795" w:rsidR="00F61F15" w:rsidRPr="00E41652" w:rsidRDefault="009D72B6" w:rsidP="0079685C">
      <w:pPr>
        <w:pStyle w:val="01-ODST-2"/>
        <w:numPr>
          <w:ilvl w:val="1"/>
          <w:numId w:val="1"/>
        </w:numPr>
        <w:tabs>
          <w:tab w:val="clear" w:pos="567"/>
          <w:tab w:val="left" w:pos="709"/>
        </w:tabs>
        <w:ind w:left="709" w:hanging="709"/>
        <w:rPr>
          <w:rFonts w:cs="Arial"/>
          <w:bCs/>
          <w:sz w:val="19"/>
          <w:szCs w:val="19"/>
          <w:highlight w:val="yellow"/>
        </w:rPr>
      </w:pPr>
      <w:r>
        <w:rPr>
          <w:rFonts w:cs="Arial"/>
          <w:bCs/>
          <w:sz w:val="19"/>
          <w:szCs w:val="19"/>
          <w:highlight w:val="yellow"/>
        </w:rPr>
        <w:t>Dodavatel</w:t>
      </w:r>
      <w:r w:rsidR="00F61F15" w:rsidRPr="00E41652">
        <w:rPr>
          <w:rFonts w:cs="Arial"/>
          <w:bCs/>
          <w:sz w:val="19"/>
          <w:szCs w:val="19"/>
          <w:highlight w:val="yellow"/>
        </w:rPr>
        <w:t xml:space="preserve"> 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00532F73">
        <w:rPr>
          <w:rFonts w:cs="Arial"/>
          <w:bCs/>
          <w:sz w:val="19"/>
          <w:szCs w:val="19"/>
          <w:highlight w:val="yellow"/>
        </w:rPr>
        <w:t>Dodavatel</w:t>
      </w:r>
      <w:r w:rsidR="00F61F15" w:rsidRPr="00E41652">
        <w:rPr>
          <w:rFonts w:cs="Arial"/>
          <w:bCs/>
          <w:sz w:val="19"/>
          <w:szCs w:val="19"/>
          <w:highlight w:val="yellow"/>
        </w:rPr>
        <w:t xml:space="preserve"> současně prohlašuje, že jeho skutečným majitelem zapsaným v evidenci skutečných majitelů z titulu osoby s koncovým vlivem není veřejný funkcionář uvedený v </w:t>
      </w:r>
      <w:proofErr w:type="spellStart"/>
      <w:r w:rsidR="00F61F15" w:rsidRPr="00E41652">
        <w:rPr>
          <w:rFonts w:cs="Arial"/>
          <w:bCs/>
          <w:sz w:val="19"/>
          <w:szCs w:val="19"/>
          <w:highlight w:val="yellow"/>
        </w:rPr>
        <w:t>ust</w:t>
      </w:r>
      <w:proofErr w:type="spellEnd"/>
      <w:r w:rsidR="00F61F15" w:rsidRPr="00E41652">
        <w:rPr>
          <w:rFonts w:cs="Arial"/>
          <w:bCs/>
          <w:sz w:val="19"/>
          <w:szCs w:val="19"/>
          <w:highlight w:val="yellow"/>
        </w:rPr>
        <w:t>. § 2 odst. 1 písm. c) ZSZ.</w:t>
      </w:r>
    </w:p>
    <w:p w14:paraId="2EC3093A" w14:textId="206B7BF1" w:rsidR="00F61F15" w:rsidRPr="00E41652" w:rsidRDefault="00532F73" w:rsidP="0079685C">
      <w:pPr>
        <w:pStyle w:val="01-ODST-2"/>
        <w:numPr>
          <w:ilvl w:val="1"/>
          <w:numId w:val="1"/>
        </w:numPr>
        <w:tabs>
          <w:tab w:val="clear" w:pos="567"/>
          <w:tab w:val="left" w:pos="709"/>
        </w:tabs>
        <w:ind w:left="709" w:hanging="709"/>
        <w:rPr>
          <w:rFonts w:cs="Arial"/>
          <w:sz w:val="19"/>
          <w:szCs w:val="19"/>
          <w:highlight w:val="yellow"/>
        </w:rPr>
      </w:pPr>
      <w:r>
        <w:rPr>
          <w:rFonts w:cs="Arial"/>
          <w:bCs/>
          <w:sz w:val="19"/>
          <w:szCs w:val="19"/>
          <w:highlight w:val="yellow"/>
        </w:rPr>
        <w:t>Dodavatel</w:t>
      </w:r>
      <w:r w:rsidR="00F61F15" w:rsidRPr="00E41652">
        <w:rPr>
          <w:rFonts w:cs="Arial"/>
          <w:bCs/>
          <w:sz w:val="19"/>
          <w:szCs w:val="19"/>
          <w:highlight w:val="yellow"/>
        </w:rPr>
        <w:t xml:space="preserve"> prohlašuje, že poddodavatel, jehož prostřednictvím </w:t>
      </w:r>
      <w:r>
        <w:rPr>
          <w:rFonts w:cs="Arial"/>
          <w:bCs/>
          <w:sz w:val="19"/>
          <w:szCs w:val="19"/>
          <w:highlight w:val="yellow"/>
        </w:rPr>
        <w:t>Dodavatel</w:t>
      </w:r>
      <w:r w:rsidR="00F61F15" w:rsidRPr="00E41652">
        <w:rPr>
          <w:rFonts w:cs="Arial"/>
          <w:bCs/>
          <w:sz w:val="19"/>
          <w:szCs w:val="19"/>
          <w:highlight w:val="yellow"/>
        </w:rPr>
        <w:t xml:space="preserve">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w:t>
      </w:r>
      <w:r w:rsidR="00F61F15" w:rsidRPr="00E41652">
        <w:rPr>
          <w:rFonts w:cs="Arial"/>
          <w:sz w:val="19"/>
          <w:szCs w:val="19"/>
          <w:highlight w:val="yellow"/>
        </w:rPr>
        <w:t xml:space="preserve"> </w:t>
      </w:r>
      <w:r w:rsidR="00F61F15" w:rsidRPr="00E41652">
        <w:rPr>
          <w:rFonts w:cs="Arial"/>
          <w:bCs/>
          <w:sz w:val="19"/>
          <w:szCs w:val="19"/>
          <w:highlight w:val="yellow"/>
        </w:rPr>
        <w:t>veřejný funkcionář uvedený v </w:t>
      </w:r>
      <w:proofErr w:type="spellStart"/>
      <w:r w:rsidR="00F61F15" w:rsidRPr="00E41652">
        <w:rPr>
          <w:rFonts w:cs="Arial"/>
          <w:bCs/>
          <w:sz w:val="19"/>
          <w:szCs w:val="19"/>
          <w:highlight w:val="yellow"/>
        </w:rPr>
        <w:t>ust</w:t>
      </w:r>
      <w:proofErr w:type="spellEnd"/>
      <w:r w:rsidR="00F61F15" w:rsidRPr="00E41652">
        <w:rPr>
          <w:rFonts w:cs="Arial"/>
          <w:bCs/>
          <w:sz w:val="19"/>
          <w:szCs w:val="19"/>
          <w:highlight w:val="yellow"/>
        </w:rPr>
        <w:t>. § 2 odst. 1 písm. c) ZSZ</w:t>
      </w:r>
      <w:r w:rsidR="00F61F15" w:rsidRPr="00E41652">
        <w:rPr>
          <w:rFonts w:cs="Arial"/>
          <w:sz w:val="19"/>
          <w:szCs w:val="19"/>
          <w:highlight w:val="yellow"/>
        </w:rPr>
        <w:t>.</w:t>
      </w:r>
    </w:p>
    <w:p w14:paraId="0B45D0D0" w14:textId="77777777" w:rsidR="00F61F15" w:rsidRPr="00E41652" w:rsidRDefault="00F61F15" w:rsidP="00B17381">
      <w:pPr>
        <w:keepNext/>
        <w:keepLines/>
        <w:spacing w:before="120" w:after="0"/>
        <w:ind w:left="709"/>
        <w:rPr>
          <w:rFonts w:cs="Arial"/>
          <w:sz w:val="19"/>
          <w:szCs w:val="19"/>
          <w:highlight w:val="yellow"/>
        </w:rPr>
      </w:pPr>
      <w:r w:rsidRPr="00E41652">
        <w:rPr>
          <w:rFonts w:cs="Arial"/>
          <w:bCs/>
          <w:i/>
          <w:iCs/>
          <w:sz w:val="19"/>
          <w:szCs w:val="19"/>
          <w:highlight w:val="yellow"/>
        </w:rPr>
        <w:t>Alternativní varianta pro právnické osoby se sídlem v zahraničí</w:t>
      </w:r>
    </w:p>
    <w:p w14:paraId="10686DC5" w14:textId="4F942B5F" w:rsidR="00F61F15" w:rsidRPr="00024600" w:rsidRDefault="00B176D4" w:rsidP="00B176D4">
      <w:pPr>
        <w:spacing w:before="120" w:after="0"/>
        <w:ind w:left="709" w:hanging="709"/>
        <w:rPr>
          <w:rFonts w:cs="Arial"/>
          <w:sz w:val="19"/>
          <w:szCs w:val="19"/>
        </w:rPr>
      </w:pPr>
      <w:r>
        <w:rPr>
          <w:rFonts w:cs="Arial"/>
          <w:sz w:val="19"/>
          <w:szCs w:val="19"/>
          <w:highlight w:val="yellow"/>
        </w:rPr>
        <w:t xml:space="preserve">14.14 </w:t>
      </w:r>
      <w:r>
        <w:rPr>
          <w:rFonts w:cs="Arial"/>
          <w:sz w:val="19"/>
          <w:szCs w:val="19"/>
          <w:highlight w:val="yellow"/>
        </w:rPr>
        <w:tab/>
      </w:r>
      <w:r w:rsidR="00532F73">
        <w:rPr>
          <w:rFonts w:cs="Arial"/>
          <w:sz w:val="19"/>
          <w:szCs w:val="19"/>
          <w:highlight w:val="yellow"/>
        </w:rPr>
        <w:t>Dodavatel</w:t>
      </w:r>
      <w:r w:rsidR="00F61F15" w:rsidRPr="00E41652">
        <w:rPr>
          <w:rFonts w:cs="Arial"/>
          <w:sz w:val="19"/>
          <w:szCs w:val="19"/>
          <w:highlight w:val="yellow"/>
        </w:rPr>
        <w:t xml:space="preserve"> prohlašuje, že má v zahraniční evidenci obdobné evidenci skutečných majitelů podle zákona č. 37/2021 Sb., o evidenci skutečných majitelů, ve znění pozdějších předpisů (dále jen „</w:t>
      </w:r>
      <w:r w:rsidR="00F61F15" w:rsidRPr="00E41652">
        <w:rPr>
          <w:rFonts w:cs="Arial"/>
          <w:sz w:val="19"/>
          <w:szCs w:val="19"/>
          <w:highlight w:val="yellow"/>
          <w:u w:val="single"/>
        </w:rPr>
        <w:t>ZESM</w:t>
      </w:r>
      <w:r w:rsidR="00F61F15" w:rsidRPr="00E41652">
        <w:rPr>
          <w:rFonts w:cs="Arial"/>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1147C682" w14:textId="6293716A" w:rsidR="00F61F15" w:rsidRPr="00024600" w:rsidRDefault="00B176D4" w:rsidP="00B176D4">
      <w:pPr>
        <w:pStyle w:val="Odstavec2"/>
        <w:numPr>
          <w:ilvl w:val="0"/>
          <w:numId w:val="0"/>
        </w:numPr>
        <w:spacing w:before="120" w:after="0"/>
        <w:ind w:left="710" w:hanging="710"/>
        <w:rPr>
          <w:rFonts w:cs="Arial"/>
          <w:sz w:val="19"/>
          <w:szCs w:val="19"/>
        </w:rPr>
      </w:pPr>
      <w:r>
        <w:rPr>
          <w:rFonts w:cs="Arial"/>
          <w:sz w:val="19"/>
          <w:szCs w:val="19"/>
          <w:highlight w:val="yellow"/>
        </w:rPr>
        <w:t xml:space="preserve">14.15   </w:t>
      </w:r>
      <w:r w:rsidR="009D72B6">
        <w:rPr>
          <w:rFonts w:cs="Arial"/>
          <w:sz w:val="19"/>
          <w:szCs w:val="19"/>
          <w:highlight w:val="yellow"/>
        </w:rPr>
        <w:t>Dodavatel</w:t>
      </w:r>
      <w:r w:rsidR="00F61F15" w:rsidRPr="0079685C">
        <w:rPr>
          <w:rFonts w:cs="Arial"/>
          <w:sz w:val="19"/>
          <w:szCs w:val="19"/>
          <w:highlight w:val="yellow"/>
        </w:rPr>
        <w:t xml:space="preserve"> prohlašuje, že poddodavatel, jehož prostřednictvím </w:t>
      </w:r>
      <w:r w:rsidR="009D72B6">
        <w:rPr>
          <w:rFonts w:cs="Arial"/>
          <w:sz w:val="19"/>
          <w:szCs w:val="19"/>
          <w:highlight w:val="yellow"/>
        </w:rPr>
        <w:t>Dodavatel</w:t>
      </w:r>
      <w:r w:rsidR="00F61F15" w:rsidRPr="0079685C">
        <w:rPr>
          <w:rFonts w:cs="Arial"/>
          <w:sz w:val="19"/>
          <w:szCs w:val="19"/>
          <w:highlight w:val="yellow"/>
        </w:rPr>
        <w:t xml:space="preserve">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r w:rsidR="00F61F15" w:rsidRPr="00024600">
        <w:rPr>
          <w:rFonts w:cs="Arial"/>
          <w:sz w:val="19"/>
          <w:szCs w:val="19"/>
        </w:rPr>
        <w:t>.</w:t>
      </w:r>
    </w:p>
    <w:p w14:paraId="09971596" w14:textId="5B92F934" w:rsidR="00F61F15" w:rsidRPr="00024600" w:rsidRDefault="00F61F15" w:rsidP="00F61F15">
      <w:pPr>
        <w:pStyle w:val="01-ODST-2"/>
        <w:numPr>
          <w:ilvl w:val="1"/>
          <w:numId w:val="1"/>
        </w:numPr>
        <w:tabs>
          <w:tab w:val="clear" w:pos="567"/>
          <w:tab w:val="left" w:pos="709"/>
        </w:tabs>
        <w:ind w:left="709" w:hanging="709"/>
        <w:rPr>
          <w:rFonts w:cs="Arial"/>
        </w:rPr>
      </w:pPr>
      <w:r w:rsidRPr="00024600">
        <w:rPr>
          <w:rFonts w:cs="Arial"/>
        </w:rPr>
        <w:t xml:space="preserve">Dodavatel prohlašuje a zavazuje se, že po dobu účinnosti této rámcové dohody nebude podléhat 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sidR="00F82AC8">
        <w:rPr>
          <w:rFonts w:cs="Arial"/>
        </w:rPr>
        <w:t>O</w:t>
      </w:r>
      <w:r w:rsidRPr="00024600">
        <w:rPr>
          <w:rFonts w:cs="Arial"/>
        </w:rPr>
        <w:t xml:space="preserve">bjednatele za jejich nedodržení vyvozované orgány jiných států či mezinárodních organizací, a za tímto účelem činí čestné prohlášení o nepodléhání omezujícím opatření, které je </w:t>
      </w:r>
      <w:r w:rsidRPr="002977AF">
        <w:rPr>
          <w:rFonts w:cs="Arial"/>
        </w:rPr>
        <w:t xml:space="preserve">přílohou č. </w:t>
      </w:r>
      <w:r w:rsidR="00B0022F" w:rsidRPr="002977AF">
        <w:rPr>
          <w:rFonts w:cs="Arial"/>
        </w:rPr>
        <w:t>3</w:t>
      </w:r>
      <w:r w:rsidRPr="002977AF">
        <w:rPr>
          <w:rFonts w:cs="Arial"/>
        </w:rPr>
        <w:t xml:space="preserve"> této rámcové</w:t>
      </w:r>
      <w:r w:rsidRPr="00024600">
        <w:rPr>
          <w:rFonts w:cs="Arial"/>
        </w:rPr>
        <w:t xml:space="preserve"> dohody. </w:t>
      </w:r>
    </w:p>
    <w:p w14:paraId="7958F952" w14:textId="33BECFA3" w:rsidR="00081EE2" w:rsidRPr="00081EE2" w:rsidRDefault="00F61F15" w:rsidP="00B0022F">
      <w:pPr>
        <w:pStyle w:val="01-ODST-2"/>
        <w:numPr>
          <w:ilvl w:val="1"/>
          <w:numId w:val="1"/>
        </w:numPr>
        <w:tabs>
          <w:tab w:val="clear" w:pos="567"/>
          <w:tab w:val="left" w:pos="709"/>
        </w:tabs>
        <w:ind w:left="709" w:hanging="709"/>
        <w:rPr>
          <w:rFonts w:cs="Arial"/>
          <w:iCs/>
        </w:rPr>
      </w:pPr>
      <w:r w:rsidRPr="00024600">
        <w:rPr>
          <w:rFonts w:cs="Arial"/>
        </w:rPr>
        <w:t xml:space="preserve">Dodavatel se současně zavazuje písemně vyrozumět </w:t>
      </w:r>
      <w:r w:rsidR="00F82AC8">
        <w:rPr>
          <w:rFonts w:cs="Arial"/>
        </w:rPr>
        <w:t>O</w:t>
      </w:r>
      <w:r w:rsidRPr="00024600">
        <w:rPr>
          <w:rFonts w:cs="Arial"/>
        </w:rPr>
        <w:t xml:space="preserve">bjednatele o změně údajů a skutečností, o nichž činil čestné prohlášení o nepodléhání omezujícím opatření, které je přílohou č. </w:t>
      </w:r>
      <w:r w:rsidR="00081EE2">
        <w:rPr>
          <w:rFonts w:cs="Arial"/>
        </w:rPr>
        <w:t>3</w:t>
      </w:r>
      <w:r w:rsidRPr="00024600">
        <w:rPr>
          <w:rFonts w:cs="Arial"/>
        </w:rPr>
        <w:t xml:space="preserve"> této rámcové dohody/ smlouvy, a to bez zbytečného odkladu, nejpozději však do pěti (5) pracovních dnů ode dne, kdy se </w:t>
      </w:r>
      <w:r w:rsidR="00F94F5F">
        <w:rPr>
          <w:rFonts w:cs="Arial"/>
        </w:rPr>
        <w:t>D</w:t>
      </w:r>
      <w:r w:rsidRPr="00024600">
        <w:rPr>
          <w:rFonts w:cs="Arial"/>
        </w:rPr>
        <w:t>odavatel o takové změně dozvěděl a/nebo měl dozvědět</w:t>
      </w:r>
      <w:r w:rsidR="0011530D">
        <w:rPr>
          <w:rFonts w:cs="Arial"/>
        </w:rPr>
        <w:t>.</w:t>
      </w:r>
    </w:p>
    <w:p w14:paraId="06F549EC" w14:textId="5F64DDEC" w:rsidR="00E656BD" w:rsidRDefault="00E656BD" w:rsidP="00081EE2">
      <w:pPr>
        <w:pStyle w:val="lnek"/>
        <w:numPr>
          <w:ilvl w:val="0"/>
          <w:numId w:val="1"/>
        </w:numPr>
        <w:tabs>
          <w:tab w:val="num" w:pos="1080"/>
        </w:tabs>
        <w:ind w:left="567" w:firstLine="0"/>
        <w:rPr>
          <w:rFonts w:cs="Arial"/>
          <w:iCs/>
        </w:rPr>
      </w:pPr>
      <w:r w:rsidRPr="00457ACC">
        <w:rPr>
          <w:rFonts w:cs="Arial"/>
          <w:iCs/>
        </w:rPr>
        <w:t>Trvání smlouvy</w:t>
      </w:r>
      <w:r w:rsidR="00145FFD">
        <w:rPr>
          <w:rFonts w:cs="Arial"/>
          <w:iCs/>
        </w:rPr>
        <w:t>, způsoby ukončení</w:t>
      </w:r>
    </w:p>
    <w:p w14:paraId="06F549ED" w14:textId="2C9FE970" w:rsidR="00E34C9D" w:rsidRPr="009D39F4" w:rsidRDefault="00706CD6" w:rsidP="009D39F4">
      <w:pPr>
        <w:pStyle w:val="01-ODST-2"/>
        <w:numPr>
          <w:ilvl w:val="1"/>
          <w:numId w:val="1"/>
        </w:numPr>
        <w:tabs>
          <w:tab w:val="clear" w:pos="567"/>
          <w:tab w:val="left" w:pos="709"/>
        </w:tabs>
        <w:ind w:left="709" w:hanging="709"/>
        <w:rPr>
          <w:rFonts w:cs="Arial"/>
        </w:rPr>
      </w:pPr>
      <w:r w:rsidRPr="00024600">
        <w:rPr>
          <w:rFonts w:cs="Arial"/>
        </w:rPr>
        <w:t xml:space="preserve">Tato Smlouva je uzavřena na dobu určitou v délce trvání </w:t>
      </w:r>
      <w:r w:rsidR="00A66C9D">
        <w:rPr>
          <w:rFonts w:cs="Arial"/>
        </w:rPr>
        <w:t xml:space="preserve">3 let </w:t>
      </w:r>
      <w:r w:rsidRPr="00024600">
        <w:rPr>
          <w:rFonts w:cs="Arial"/>
        </w:rPr>
        <w:t xml:space="preserve">ode dne nabytí účinnosti s limitem plnění v částce </w:t>
      </w:r>
      <w:r w:rsidR="00E91DCB">
        <w:rPr>
          <w:rFonts w:cs="Arial"/>
        </w:rPr>
        <w:t>2</w:t>
      </w:r>
      <w:r w:rsidR="00EF7358">
        <w:rPr>
          <w:rFonts w:cs="Arial"/>
        </w:rPr>
        <w:t>5</w:t>
      </w:r>
      <w:r w:rsidR="00A66C9D">
        <w:rPr>
          <w:rFonts w:cs="Arial"/>
        </w:rPr>
        <w:t> 000 000</w:t>
      </w:r>
      <w:r w:rsidRPr="00024600">
        <w:rPr>
          <w:rFonts w:cs="Arial"/>
        </w:rPr>
        <w:t xml:space="preserve">,- Kč bez DPH, s tím že účinnost Smlouvy </w:t>
      </w:r>
      <w:proofErr w:type="gramStart"/>
      <w:r w:rsidRPr="00024600">
        <w:rPr>
          <w:rFonts w:cs="Arial"/>
        </w:rPr>
        <w:t>skončí</w:t>
      </w:r>
      <w:proofErr w:type="gramEnd"/>
      <w:r w:rsidRPr="00024600">
        <w:rPr>
          <w:rFonts w:cs="Arial"/>
        </w:rPr>
        <w:t xml:space="preserve"> dnem, kdy bude vyčerpán finanční limit stanovený pro plnění </w:t>
      </w:r>
      <w:r w:rsidR="00041E21">
        <w:rPr>
          <w:rFonts w:cs="Arial"/>
        </w:rPr>
        <w:t>Dodavatel</w:t>
      </w:r>
      <w:r w:rsidRPr="00024600">
        <w:rPr>
          <w:rFonts w:cs="Arial"/>
        </w:rPr>
        <w:t xml:space="preserve">e na základě této Smlouvy a nebude-li tento výše stanovený finanční limit vyčerpán, účinnost této Smlouvy skončí 48 měsíců od dne nabytí jej účinnosti.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w:t>
      </w:r>
      <w:r w:rsidR="00041E21">
        <w:rPr>
          <w:rFonts w:cs="Arial"/>
        </w:rPr>
        <w:t>Dodavatel</w:t>
      </w:r>
      <w:r w:rsidRPr="00024600">
        <w:rPr>
          <w:rFonts w:cs="Arial"/>
        </w:rPr>
        <w:t>i nové dílčí zakázky</w:t>
      </w:r>
      <w:r w:rsidR="00E34C9D" w:rsidRPr="009D39F4">
        <w:rPr>
          <w:rFonts w:cs="Arial"/>
        </w:rPr>
        <w:t>.</w:t>
      </w:r>
    </w:p>
    <w:p w14:paraId="192BD1AF" w14:textId="5C1A134F" w:rsidR="00FE1F6D" w:rsidRPr="009D39F4" w:rsidRDefault="00B9051C" w:rsidP="009D39F4">
      <w:pPr>
        <w:pStyle w:val="01-ODST-2"/>
        <w:numPr>
          <w:ilvl w:val="1"/>
          <w:numId w:val="1"/>
        </w:numPr>
        <w:tabs>
          <w:tab w:val="clear" w:pos="567"/>
          <w:tab w:val="left" w:pos="709"/>
        </w:tabs>
        <w:ind w:left="709" w:hanging="709"/>
        <w:rPr>
          <w:rFonts w:cs="Arial"/>
        </w:rPr>
      </w:pPr>
      <w:r w:rsidRPr="00024600">
        <w:rPr>
          <w:rFonts w:cs="Arial"/>
        </w:rPr>
        <w:t>Účinnost Smlouvy nastane dnem, kdy bude uzavřena Smlouva, nestanoví-li obecně závazný právní předpis jinak. Dnem uzavření je den uvedený u podpisů Smluvních stran, je-li uvedeno více dní, pak je dnem uzavření den pozdější</w:t>
      </w:r>
      <w:r>
        <w:rPr>
          <w:rFonts w:cs="Arial"/>
        </w:rPr>
        <w:t>.</w:t>
      </w:r>
    </w:p>
    <w:p w14:paraId="0AAD52B1" w14:textId="41FB4CB7" w:rsidR="00661E15" w:rsidRPr="009D39F4" w:rsidRDefault="00F04254" w:rsidP="009D39F4">
      <w:pPr>
        <w:pStyle w:val="01-ODST-2"/>
        <w:numPr>
          <w:ilvl w:val="1"/>
          <w:numId w:val="1"/>
        </w:numPr>
        <w:tabs>
          <w:tab w:val="clear" w:pos="567"/>
          <w:tab w:val="left" w:pos="709"/>
        </w:tabs>
        <w:ind w:left="709" w:hanging="709"/>
        <w:rPr>
          <w:rFonts w:cs="Arial"/>
        </w:rPr>
      </w:pPr>
      <w:r w:rsidRPr="00024600">
        <w:rPr>
          <w:rFonts w:cs="Arial"/>
        </w:rPr>
        <w:t>Smluvní strany se dohodly, že tato Smlouva, jakož i dílčí smlouva uzavřená na základě této Smlouvy zaniká písemnou dohodou Smluvních stran či jednostranným právním jednáním jedné ze Smluvních stran v souladu s platnou legislativou</w:t>
      </w:r>
      <w:r w:rsidR="00397012">
        <w:rPr>
          <w:rFonts w:cs="Arial"/>
        </w:rPr>
        <w:t>.</w:t>
      </w:r>
    </w:p>
    <w:p w14:paraId="67D616A8" w14:textId="0AB08AE8" w:rsidR="000A64F0" w:rsidRPr="00C9162E" w:rsidRDefault="00FA5811" w:rsidP="00C9162E">
      <w:pPr>
        <w:pStyle w:val="01-ODST-2"/>
        <w:numPr>
          <w:ilvl w:val="1"/>
          <w:numId w:val="1"/>
        </w:numPr>
        <w:tabs>
          <w:tab w:val="clear" w:pos="567"/>
          <w:tab w:val="left" w:pos="709"/>
        </w:tabs>
        <w:ind w:left="709" w:hanging="709"/>
        <w:rPr>
          <w:rFonts w:cs="Arial"/>
        </w:rPr>
      </w:pPr>
      <w:r w:rsidRPr="00C9162E">
        <w:rPr>
          <w:rFonts w:cs="Arial"/>
        </w:rPr>
        <w:lastRenderedPageBreak/>
        <w:t>Smluvní strany se dohodly, že kterákoli ze Smluvních stran může tuto Smlouvu vypovědět bez udání důvodu ve výpovědní lhůtě tří (3) měsíců. Výpovědní lhůta počíná běžet prvním dnem v měsíci následujícím po měsíci, ve kterém byla výpověď druhé Smluvní straně doručena.</w:t>
      </w:r>
    </w:p>
    <w:p w14:paraId="3898ED40" w14:textId="4AE0E6D3" w:rsidR="00FA5811" w:rsidRPr="009D39F4" w:rsidRDefault="002E0CC8" w:rsidP="009D39F4">
      <w:pPr>
        <w:pStyle w:val="01-ODST-2"/>
        <w:numPr>
          <w:ilvl w:val="1"/>
          <w:numId w:val="1"/>
        </w:numPr>
        <w:tabs>
          <w:tab w:val="clear" w:pos="567"/>
          <w:tab w:val="left" w:pos="709"/>
        </w:tabs>
        <w:ind w:left="709" w:hanging="709"/>
        <w:rPr>
          <w:rFonts w:cs="Arial"/>
        </w:rPr>
      </w:pPr>
      <w:r w:rsidRPr="00024600">
        <w:rPr>
          <w:rFonts w:cs="Arial"/>
        </w:rPr>
        <w:t>Odstoupení od Smlouvy</w:t>
      </w:r>
      <w:r w:rsidR="001F7C54">
        <w:rPr>
          <w:rFonts w:cs="Arial"/>
        </w:rPr>
        <w:t xml:space="preserve"> a</w:t>
      </w:r>
      <w:r w:rsidRPr="00024600">
        <w:rPr>
          <w:rFonts w:cs="Arial"/>
        </w:rPr>
        <w:t>/</w:t>
      </w:r>
      <w:r w:rsidR="001F7C54">
        <w:rPr>
          <w:rFonts w:cs="Arial"/>
        </w:rPr>
        <w:t xml:space="preserve">nebo </w:t>
      </w:r>
      <w:r w:rsidRPr="00024600">
        <w:rPr>
          <w:rFonts w:cs="Arial"/>
        </w:rPr>
        <w:t>dílčí smlouvy je účinné dnem následujícím po dni doručení písemného oznámení o odstoupení druhé Smluvní straně. Odstoupení od Smlouvy se však nedotýká nároku na úhradu částek již poskytnutého plnění plynoucí ze Smlouvy</w:t>
      </w:r>
      <w:r w:rsidR="001F7C54">
        <w:rPr>
          <w:rFonts w:cs="Arial"/>
        </w:rPr>
        <w:t xml:space="preserve"> a</w:t>
      </w:r>
      <w:r w:rsidR="001F7C54" w:rsidRPr="00024600">
        <w:rPr>
          <w:rFonts w:cs="Arial"/>
        </w:rPr>
        <w:t>/</w:t>
      </w:r>
      <w:r w:rsidR="001F7C54">
        <w:rPr>
          <w:rFonts w:cs="Arial"/>
        </w:rPr>
        <w:t xml:space="preserve">nebo </w:t>
      </w:r>
      <w:r w:rsidRPr="00024600">
        <w:rPr>
          <w:rFonts w:cs="Arial"/>
        </w:rPr>
        <w:t>dílčí smlouvy</w:t>
      </w:r>
      <w:r>
        <w:rPr>
          <w:rFonts w:cs="Arial"/>
        </w:rPr>
        <w:t>.</w:t>
      </w:r>
    </w:p>
    <w:p w14:paraId="2689258A" w14:textId="77777777" w:rsidR="001F7C54" w:rsidRDefault="00DB414A" w:rsidP="009D39F4">
      <w:pPr>
        <w:pStyle w:val="01-ODST-2"/>
        <w:numPr>
          <w:ilvl w:val="1"/>
          <w:numId w:val="1"/>
        </w:numPr>
        <w:tabs>
          <w:tab w:val="clear" w:pos="567"/>
          <w:tab w:val="left" w:pos="709"/>
        </w:tabs>
        <w:ind w:left="709" w:hanging="709"/>
        <w:rPr>
          <w:rFonts w:cs="Arial"/>
        </w:rPr>
      </w:pPr>
      <w:r w:rsidRPr="00024600">
        <w:rPr>
          <w:rFonts w:cs="Arial"/>
        </w:rPr>
        <w:t xml:space="preserve">Smluvní strany se dohodly, že Objednatel má právo odstoupit od této Smlouvy zcela či zčásti v těchto případech: </w:t>
      </w:r>
    </w:p>
    <w:p w14:paraId="2461DABA" w14:textId="77777777" w:rsidR="001F7C54" w:rsidRDefault="00DB414A" w:rsidP="001F7C54">
      <w:pPr>
        <w:pStyle w:val="Odstavec3"/>
      </w:pPr>
      <w:r w:rsidRPr="00024600">
        <w:t xml:space="preserve">bezdůvodné odmítnutí uzavřít dílčí smlouvu; </w:t>
      </w:r>
    </w:p>
    <w:p w14:paraId="65ED59EB" w14:textId="384764F7" w:rsidR="001F7C54" w:rsidRDefault="006C1F0D" w:rsidP="001F7C54">
      <w:pPr>
        <w:pStyle w:val="Odstavec3"/>
      </w:pPr>
      <w:r>
        <w:t>Dodavate</w:t>
      </w:r>
      <w:r w:rsidR="00DB414A" w:rsidRPr="00024600">
        <w:t xml:space="preserve">l neprovádí </w:t>
      </w:r>
      <w:r w:rsidR="0023165B">
        <w:t xml:space="preserve">dodávku na klíč </w:t>
      </w:r>
      <w:r w:rsidR="00DB414A" w:rsidRPr="00024600">
        <w:t xml:space="preserve">řádně a včas; </w:t>
      </w:r>
    </w:p>
    <w:p w14:paraId="040D9326" w14:textId="47A0F56D" w:rsidR="001F7C54" w:rsidRDefault="006C1F0D" w:rsidP="001F7C54">
      <w:pPr>
        <w:pStyle w:val="Odstavec3"/>
      </w:pPr>
      <w:r>
        <w:t>Dodavatel</w:t>
      </w:r>
      <w:r w:rsidR="00DB414A" w:rsidRPr="00024600">
        <w:t xml:space="preserve"> opakovaně </w:t>
      </w:r>
      <w:proofErr w:type="gramStart"/>
      <w:r w:rsidR="00DB414A" w:rsidRPr="00024600">
        <w:t>nedodrží</w:t>
      </w:r>
      <w:proofErr w:type="gramEnd"/>
      <w:r w:rsidR="00DB414A" w:rsidRPr="00024600">
        <w:t xml:space="preserve"> podmínky stanovené touto Smlouvou</w:t>
      </w:r>
      <w:r w:rsidR="001F7C54">
        <w:t xml:space="preserve"> a/nebo dílčí smlouvou</w:t>
      </w:r>
      <w:r w:rsidR="00DB414A" w:rsidRPr="00024600">
        <w:t xml:space="preserve">; </w:t>
      </w:r>
    </w:p>
    <w:p w14:paraId="4530034D" w14:textId="77777777" w:rsidR="001F7C54" w:rsidRDefault="00DB414A" w:rsidP="001F7C54">
      <w:pPr>
        <w:pStyle w:val="Odstavec3"/>
      </w:pPr>
      <w:r w:rsidRPr="00024600">
        <w:t xml:space="preserve">bude na </w:t>
      </w:r>
      <w:r w:rsidR="006C1F0D">
        <w:t>Dodavatele</w:t>
      </w:r>
      <w:r w:rsidRPr="00024600">
        <w:t xml:space="preserve"> podán návrh na zahájení insolvenčního řízení dle zákona č. 182/2006 Sb., insolvenční zákon, v platném znění; </w:t>
      </w:r>
    </w:p>
    <w:p w14:paraId="0C2313E0" w14:textId="77777777" w:rsidR="001F7C54" w:rsidRDefault="00DB414A" w:rsidP="001F7C54">
      <w:pPr>
        <w:pStyle w:val="Odstavec3"/>
      </w:pPr>
      <w:r w:rsidRPr="00024600">
        <w:t xml:space="preserve">dojde ke vstupu </w:t>
      </w:r>
      <w:r w:rsidR="006C1F0D">
        <w:t>Dodavatele</w:t>
      </w:r>
      <w:r w:rsidRPr="00024600">
        <w:t xml:space="preserve"> do likvidace; </w:t>
      </w:r>
    </w:p>
    <w:p w14:paraId="79215D19" w14:textId="6DF932E9" w:rsidR="001F7C54" w:rsidRDefault="006C1F0D" w:rsidP="001F7C54">
      <w:pPr>
        <w:pStyle w:val="Odstavec3"/>
      </w:pPr>
      <w:r>
        <w:t>Dodavatel</w:t>
      </w:r>
      <w:r w:rsidR="00DB414A" w:rsidRPr="00024600">
        <w:t xml:space="preserve">i zanikne oprávnění nezbytné pro řádné plnění povinností ze Smlouvy a dílčích smluv; </w:t>
      </w:r>
    </w:p>
    <w:p w14:paraId="487D5B37" w14:textId="7EB176A4" w:rsidR="002E0CC8" w:rsidRPr="009D39F4" w:rsidRDefault="00DB414A" w:rsidP="0023165B">
      <w:pPr>
        <w:pStyle w:val="Odstavec3"/>
      </w:pPr>
      <w:r w:rsidRPr="00024600">
        <w:t xml:space="preserve">pravomocné odsouzení </w:t>
      </w:r>
      <w:r w:rsidR="006C1F0D">
        <w:t>Dodavatel</w:t>
      </w:r>
      <w:r w:rsidRPr="00024600">
        <w:t>e pro trestný čin podle zákona č. 418/2011 Sb., o trestní odpovědnosti právnických osob a řízení proti nim, ve znění pozdějších předpisů</w:t>
      </w:r>
      <w:r w:rsidR="006C1F0D">
        <w:t>.</w:t>
      </w:r>
    </w:p>
    <w:p w14:paraId="7E761903" w14:textId="505ABF6B" w:rsidR="005D0066" w:rsidRPr="00024600" w:rsidRDefault="005D0066" w:rsidP="009D39F4">
      <w:pPr>
        <w:pStyle w:val="01-ODST-2"/>
        <w:numPr>
          <w:ilvl w:val="1"/>
          <w:numId w:val="1"/>
        </w:numPr>
        <w:tabs>
          <w:tab w:val="clear" w:pos="567"/>
          <w:tab w:val="left" w:pos="709"/>
        </w:tabs>
        <w:ind w:left="709" w:hanging="709"/>
        <w:rPr>
          <w:rFonts w:cs="Arial"/>
        </w:rPr>
      </w:pPr>
      <w:r w:rsidRPr="00024600">
        <w:rPr>
          <w:rFonts w:cs="Arial"/>
        </w:rPr>
        <w:t>Objednatel je oprávněn s okamžitou účinností odstoupit od této Smlouvy</w:t>
      </w:r>
      <w:r w:rsidR="001F7C54">
        <w:rPr>
          <w:rFonts w:cs="Arial"/>
        </w:rPr>
        <w:t xml:space="preserve"> </w:t>
      </w:r>
      <w:r w:rsidR="001F7C54">
        <w:t xml:space="preserve">a/nebo dílčí </w:t>
      </w:r>
      <w:r w:rsidR="00D16CAD">
        <w:t>smlouvy</w:t>
      </w:r>
      <w:r w:rsidR="00D16CAD" w:rsidRPr="00024600">
        <w:t xml:space="preserve">; </w:t>
      </w:r>
      <w:r w:rsidR="00D16CAD" w:rsidRPr="00024600">
        <w:rPr>
          <w:rFonts w:cs="Arial"/>
        </w:rPr>
        <w:t>v</w:t>
      </w:r>
      <w:r w:rsidRPr="00024600">
        <w:rPr>
          <w:rFonts w:cs="Arial"/>
        </w:rPr>
        <w:t xml:space="preserve"> případě, že bude </w:t>
      </w:r>
      <w:bookmarkStart w:id="23" w:name="_Hlk125715514"/>
      <w:r w:rsidRPr="00024600">
        <w:rPr>
          <w:rFonts w:cs="Arial"/>
        </w:rPr>
        <w:t xml:space="preserve">zahájeno trestní stíhání proti </w:t>
      </w:r>
      <w:r w:rsidR="009D72B6">
        <w:rPr>
          <w:rFonts w:cs="Arial"/>
        </w:rPr>
        <w:t>Dodavateli</w:t>
      </w:r>
      <w:r w:rsidRPr="00024600">
        <w:rPr>
          <w:rFonts w:cs="Arial"/>
        </w:rPr>
        <w:t xml:space="preserve"> podle zákona č. 141/1961 Sb., o trestním řízení soudním, ve znění pozdějších předpisů, pro trestný čin, který je mu přičítán podle zákona č. 418/2011 Sb., o trestní odpovědnosti právnických osob a řízení proti nim, ve znění pozdějších předpisů.</w:t>
      </w:r>
      <w:bookmarkEnd w:id="23"/>
    </w:p>
    <w:p w14:paraId="479217FD" w14:textId="13093273" w:rsidR="006C1F0D" w:rsidRPr="009D39F4" w:rsidRDefault="005D0066"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1F7C54">
        <w:rPr>
          <w:rFonts w:cs="Arial"/>
        </w:rPr>
        <w:t xml:space="preserve"> </w:t>
      </w:r>
      <w:r w:rsidR="00F676A7">
        <w:t>a/nebo dílčí smlouvy</w:t>
      </w:r>
      <w:r w:rsidRPr="00024600">
        <w:rPr>
          <w:rFonts w:cs="Arial"/>
        </w:rPr>
        <w:t xml:space="preserve"> odstoupit také v případě, že </w:t>
      </w:r>
      <w:r w:rsidR="000E64C3">
        <w:rPr>
          <w:rFonts w:cs="Arial"/>
        </w:rPr>
        <w:t>Dodavate</w:t>
      </w:r>
      <w:r w:rsidRPr="00024600">
        <w:rPr>
          <w:rFonts w:cs="Arial"/>
        </w:rPr>
        <w:t>l dle odst</w:t>
      </w:r>
      <w:r w:rsidRPr="009D39F4">
        <w:rPr>
          <w:rFonts w:cs="Arial"/>
        </w:rPr>
        <w:t>. 1</w:t>
      </w:r>
      <w:r w:rsidR="004F1329" w:rsidRPr="009D39F4">
        <w:rPr>
          <w:rFonts w:cs="Arial"/>
        </w:rPr>
        <w:t>2</w:t>
      </w:r>
      <w:r w:rsidRPr="009D39F4">
        <w:rPr>
          <w:rFonts w:cs="Arial"/>
        </w:rPr>
        <w:t>.3</w:t>
      </w:r>
      <w:r w:rsidRPr="00024600">
        <w:rPr>
          <w:rFonts w:cs="Arial"/>
        </w:rPr>
        <w:t>. této Smlouvy nevyrozuměl Objednatele o snížení výše pojistného plnění pod minimální stanovenou výši nebo o ukončení pojistné smlouvy a se splněním této povinnosti je v prodlení alespoň 10 pracovních dní</w:t>
      </w:r>
      <w:r w:rsidR="000E64C3">
        <w:rPr>
          <w:rFonts w:cs="Arial"/>
        </w:rPr>
        <w:t>.</w:t>
      </w:r>
    </w:p>
    <w:p w14:paraId="5CF1CA3A" w14:textId="64CDC9C0" w:rsidR="000E64C3" w:rsidRPr="009D39F4" w:rsidRDefault="00A722CD"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F676A7">
        <w:rPr>
          <w:rFonts w:cs="Arial"/>
        </w:rPr>
        <w:t xml:space="preserve"> </w:t>
      </w:r>
      <w:r w:rsidR="00F676A7">
        <w:t>a/nebo dílčí smlouvy</w:t>
      </w:r>
      <w:r w:rsidRPr="00024600">
        <w:rPr>
          <w:rFonts w:cs="Arial"/>
        </w:rPr>
        <w:t xml:space="preserve"> odstoupit také v případě, že </w:t>
      </w:r>
      <w:r>
        <w:rPr>
          <w:rFonts w:cs="Arial"/>
        </w:rPr>
        <w:t>Dodavatel</w:t>
      </w:r>
      <w:r w:rsidRPr="00024600">
        <w:rPr>
          <w:rFonts w:cs="Arial"/>
        </w:rPr>
        <w:t xml:space="preserve">i bude pozastaveno provádění Díla dle odst. </w:t>
      </w:r>
      <w:r w:rsidRPr="009D39F4">
        <w:rPr>
          <w:rFonts w:cs="Arial"/>
        </w:rPr>
        <w:t>1</w:t>
      </w:r>
      <w:r w:rsidR="00123E93" w:rsidRPr="009D39F4">
        <w:rPr>
          <w:rFonts w:cs="Arial"/>
        </w:rPr>
        <w:t>2</w:t>
      </w:r>
      <w:r w:rsidRPr="009D39F4">
        <w:rPr>
          <w:rFonts w:cs="Arial"/>
        </w:rPr>
        <w:t>.4</w:t>
      </w:r>
      <w:r w:rsidRPr="00024600">
        <w:rPr>
          <w:rFonts w:cs="Arial"/>
        </w:rPr>
        <w:t>. Smlouvy</w:t>
      </w:r>
      <w:r w:rsidR="0011530D">
        <w:rPr>
          <w:rFonts w:cs="Arial"/>
        </w:rPr>
        <w:t>.</w:t>
      </w:r>
    </w:p>
    <w:p w14:paraId="160C2FE4" w14:textId="3A200D66" w:rsidR="0011530D" w:rsidRPr="009D39F4" w:rsidRDefault="00564D83" w:rsidP="009D39F4">
      <w:pPr>
        <w:pStyle w:val="01-ODST-2"/>
        <w:numPr>
          <w:ilvl w:val="1"/>
          <w:numId w:val="1"/>
        </w:numPr>
        <w:tabs>
          <w:tab w:val="clear" w:pos="567"/>
          <w:tab w:val="left" w:pos="709"/>
        </w:tabs>
        <w:ind w:left="709" w:hanging="709"/>
        <w:rPr>
          <w:rFonts w:cs="Arial"/>
        </w:rPr>
      </w:pPr>
      <w:r w:rsidRPr="00024600">
        <w:rPr>
          <w:rFonts w:cs="Arial"/>
        </w:rPr>
        <w:t>Objednatel je oprávněn od této Smlouvy</w:t>
      </w:r>
      <w:r w:rsidR="00F676A7">
        <w:rPr>
          <w:rFonts w:cs="Arial"/>
        </w:rPr>
        <w:t xml:space="preserve"> </w:t>
      </w:r>
      <w:r w:rsidR="00F676A7">
        <w:t>a/nebo dílčí smlouvy</w:t>
      </w:r>
      <w:r w:rsidRPr="00024600">
        <w:rPr>
          <w:rFonts w:cs="Arial"/>
        </w:rPr>
        <w:t xml:space="preserve"> odstoupit v případě, že </w:t>
      </w:r>
      <w:r>
        <w:rPr>
          <w:rFonts w:cs="Arial"/>
        </w:rPr>
        <w:t>Dodavatel</w:t>
      </w:r>
      <w:r w:rsidRPr="00024600">
        <w:rPr>
          <w:rFonts w:cs="Arial"/>
        </w:rPr>
        <w:t xml:space="preserve"> uvedl nepravdivé údaje v čestném prohlášení o neexistenci střetu zájmů a pravdivosti údajů o skutečném majiteli, které je </w:t>
      </w:r>
      <w:r w:rsidRPr="009D39F4">
        <w:rPr>
          <w:rFonts w:cs="Arial"/>
        </w:rPr>
        <w:t>přílohou č. 2 této</w:t>
      </w:r>
      <w:r w:rsidRPr="00024600">
        <w:rPr>
          <w:rFonts w:cs="Arial"/>
        </w:rPr>
        <w:t xml:space="preserve"> smlouvy</w:t>
      </w:r>
      <w:r>
        <w:rPr>
          <w:rFonts w:cs="Arial"/>
        </w:rPr>
        <w:t>.</w:t>
      </w:r>
    </w:p>
    <w:p w14:paraId="29EE1DCF" w14:textId="55A2E6D3" w:rsidR="00564D83" w:rsidRPr="009D39F4" w:rsidRDefault="006D2CD7" w:rsidP="009D39F4">
      <w:pPr>
        <w:pStyle w:val="01-ODST-2"/>
        <w:numPr>
          <w:ilvl w:val="1"/>
          <w:numId w:val="1"/>
        </w:numPr>
        <w:tabs>
          <w:tab w:val="clear" w:pos="567"/>
          <w:tab w:val="left" w:pos="709"/>
        </w:tabs>
        <w:ind w:left="709" w:hanging="709"/>
        <w:rPr>
          <w:rFonts w:cs="Arial"/>
        </w:rPr>
      </w:pPr>
      <w:r w:rsidRPr="00024600">
        <w:rPr>
          <w:rFonts w:cs="Arial"/>
        </w:rPr>
        <w:t xml:space="preserve">Objednatel je oprávněn od této Smlouvy odstoupit také v případě, že </w:t>
      </w:r>
      <w:r>
        <w:rPr>
          <w:rFonts w:cs="Arial"/>
        </w:rPr>
        <w:t>Dodavatel</w:t>
      </w:r>
      <w:r w:rsidRPr="00024600">
        <w:rPr>
          <w:rFonts w:cs="Arial"/>
        </w:rPr>
        <w:t xml:space="preserve"> ve lhůtě dle odst. </w:t>
      </w:r>
      <w:r w:rsidRPr="009D39F4">
        <w:rPr>
          <w:rFonts w:cs="Arial"/>
        </w:rPr>
        <w:t>1</w:t>
      </w:r>
      <w:r w:rsidR="00377756" w:rsidRPr="009D39F4">
        <w:rPr>
          <w:rFonts w:cs="Arial"/>
        </w:rPr>
        <w:t>4</w:t>
      </w:r>
      <w:r w:rsidRPr="009D39F4">
        <w:rPr>
          <w:rFonts w:cs="Arial"/>
        </w:rPr>
        <w:t>.13</w:t>
      </w:r>
      <w:r w:rsidRPr="00024600">
        <w:rPr>
          <w:rFonts w:cs="Arial"/>
        </w:rPr>
        <w:t xml:space="preserve"> této Smlouvy nevyrozuměl Objednatele o takové změně v zápisu údajů o jeho skutečném majiteli nebo o změně v zápisu údajů o skutečném majiteli poddodavatele, jehož prostřednictvím </w:t>
      </w:r>
      <w:r w:rsidR="00377756">
        <w:rPr>
          <w:rFonts w:cs="Arial"/>
        </w:rPr>
        <w:t>Dodavatel</w:t>
      </w:r>
      <w:r w:rsidRPr="00024600">
        <w:rPr>
          <w:rFonts w:cs="Arial"/>
        </w:rPr>
        <w:t xml:space="preserve"> v zadávacím řízení vedoucím k uzavření této Smlouvy prokazoval kvalifikaci, při které byl jako skutečný majitel </w:t>
      </w:r>
      <w:r w:rsidR="00377756">
        <w:rPr>
          <w:rFonts w:cs="Arial"/>
        </w:rPr>
        <w:t>Dodavate</w:t>
      </w:r>
      <w:r w:rsidR="005D4A13">
        <w:rPr>
          <w:rFonts w:cs="Arial"/>
        </w:rPr>
        <w:t>l</w:t>
      </w:r>
      <w:r w:rsidRPr="00024600">
        <w:rPr>
          <w:rFonts w:cs="Arial"/>
        </w:rPr>
        <w:t>e nebo poddodavatele do evidence zapsán veřejný funkcionář uvedený v </w:t>
      </w:r>
      <w:proofErr w:type="spellStart"/>
      <w:r w:rsidRPr="00024600">
        <w:rPr>
          <w:rFonts w:cs="Arial"/>
        </w:rPr>
        <w:t>ust</w:t>
      </w:r>
      <w:proofErr w:type="spellEnd"/>
      <w:r w:rsidRPr="00024600">
        <w:rPr>
          <w:rFonts w:cs="Arial"/>
        </w:rPr>
        <w:t>. § 2 odst. 1 písm. c) ZSZ</w:t>
      </w:r>
      <w:r w:rsidR="005D4A13">
        <w:rPr>
          <w:rFonts w:cs="Arial"/>
        </w:rPr>
        <w:t>.</w:t>
      </w:r>
    </w:p>
    <w:p w14:paraId="2DB7F953" w14:textId="08377A72" w:rsidR="005D4A13" w:rsidRPr="009D39F4" w:rsidRDefault="00DE2D61" w:rsidP="009D39F4">
      <w:pPr>
        <w:pStyle w:val="01-ODST-2"/>
        <w:numPr>
          <w:ilvl w:val="1"/>
          <w:numId w:val="1"/>
        </w:numPr>
        <w:tabs>
          <w:tab w:val="clear" w:pos="567"/>
          <w:tab w:val="left" w:pos="709"/>
        </w:tabs>
        <w:ind w:left="709" w:hanging="709"/>
        <w:rPr>
          <w:rFonts w:cs="Arial"/>
        </w:rPr>
      </w:pPr>
      <w:r w:rsidRPr="00024600">
        <w:rPr>
          <w:rFonts w:cs="Arial"/>
        </w:rPr>
        <w:t xml:space="preserve">Objednatel je oprávněn od této rámcové dohody/ smlouvy odstoupit v případě, že </w:t>
      </w:r>
      <w:r w:rsidR="00CA6F53">
        <w:rPr>
          <w:rFonts w:cs="Arial"/>
        </w:rPr>
        <w:t>D</w:t>
      </w:r>
      <w:r w:rsidRPr="00024600">
        <w:rPr>
          <w:rFonts w:cs="Arial"/>
        </w:rPr>
        <w:t>odavatel uvedl nepravdivé údaje v čestném prohlášení o nepodléhání omezujícím opatřením, které je přílohou č</w:t>
      </w:r>
      <w:r w:rsidRPr="009D39F4">
        <w:rPr>
          <w:rFonts w:cs="Arial"/>
        </w:rPr>
        <w:t>. </w:t>
      </w:r>
      <w:r w:rsidR="00287655" w:rsidRPr="009D39F4">
        <w:rPr>
          <w:rFonts w:cs="Arial"/>
        </w:rPr>
        <w:t>2</w:t>
      </w:r>
      <w:r w:rsidRPr="009D39F4">
        <w:rPr>
          <w:rFonts w:cs="Arial"/>
        </w:rPr>
        <w:t> této</w:t>
      </w:r>
      <w:r w:rsidRPr="00024600">
        <w:rPr>
          <w:rFonts w:cs="Arial"/>
        </w:rPr>
        <w:t xml:space="preserve"> rámcové dohody</w:t>
      </w:r>
      <w:r>
        <w:rPr>
          <w:rFonts w:cs="Arial"/>
        </w:rPr>
        <w:t>.</w:t>
      </w:r>
    </w:p>
    <w:p w14:paraId="472AF4E4" w14:textId="7C2A2242" w:rsidR="00DE2D61" w:rsidRPr="009D39F4" w:rsidRDefault="00773898" w:rsidP="009D39F4">
      <w:pPr>
        <w:pStyle w:val="01-ODST-2"/>
        <w:numPr>
          <w:ilvl w:val="1"/>
          <w:numId w:val="1"/>
        </w:numPr>
        <w:tabs>
          <w:tab w:val="clear" w:pos="567"/>
          <w:tab w:val="left" w:pos="709"/>
        </w:tabs>
        <w:ind w:left="709" w:hanging="709"/>
        <w:rPr>
          <w:rFonts w:cs="Arial"/>
        </w:rPr>
      </w:pPr>
      <w:r w:rsidRPr="00024600">
        <w:rPr>
          <w:rFonts w:cs="Arial"/>
        </w:rPr>
        <w:t>Objednatel je oprávněn od této rámcové dohody</w:t>
      </w:r>
      <w:r w:rsidR="00F676A7">
        <w:rPr>
          <w:rFonts w:cs="Arial"/>
        </w:rPr>
        <w:t xml:space="preserve"> </w:t>
      </w:r>
      <w:r w:rsidR="00F676A7">
        <w:t>a/nebo dílčí smlouvy</w:t>
      </w:r>
      <w:r w:rsidRPr="00024600">
        <w:rPr>
          <w:rFonts w:cs="Arial"/>
        </w:rPr>
        <w:t xml:space="preserve"> odstoupit také v případě, že </w:t>
      </w:r>
      <w:r>
        <w:rPr>
          <w:rFonts w:cs="Arial"/>
        </w:rPr>
        <w:t>D</w:t>
      </w:r>
      <w:r w:rsidRPr="00024600">
        <w:rPr>
          <w:rFonts w:cs="Arial"/>
        </w:rPr>
        <w:t xml:space="preserve">odavatel nevyrozuměl </w:t>
      </w:r>
      <w:r w:rsidR="00F82AC8">
        <w:rPr>
          <w:rFonts w:cs="Arial"/>
        </w:rPr>
        <w:t>O</w:t>
      </w:r>
      <w:r w:rsidRPr="00024600">
        <w:rPr>
          <w:rFonts w:cs="Arial"/>
        </w:rPr>
        <w:t xml:space="preserve">bjednatele o změně údajů a skutečností, o nichž činil </w:t>
      </w:r>
      <w:r w:rsidR="00CA6F53">
        <w:rPr>
          <w:rFonts w:cs="Arial"/>
        </w:rPr>
        <w:t>D</w:t>
      </w:r>
      <w:r w:rsidRPr="00024600">
        <w:rPr>
          <w:rFonts w:cs="Arial"/>
        </w:rPr>
        <w:t xml:space="preserve">odavatel čestné prohlášení o nepodléhání omezujícím opatřením, které je </w:t>
      </w:r>
      <w:r w:rsidRPr="009D39F4">
        <w:rPr>
          <w:rFonts w:cs="Arial"/>
        </w:rPr>
        <w:t>přílohou č. 3</w:t>
      </w:r>
      <w:r w:rsidRPr="00024600">
        <w:rPr>
          <w:rFonts w:cs="Arial"/>
        </w:rPr>
        <w:t xml:space="preserve"> </w:t>
      </w:r>
      <w:r w:rsidR="00287655" w:rsidRPr="00024600">
        <w:rPr>
          <w:rFonts w:cs="Arial"/>
        </w:rPr>
        <w:t>této Smlouvy</w:t>
      </w:r>
      <w:r w:rsidRPr="00024600">
        <w:rPr>
          <w:rFonts w:cs="Arial"/>
        </w:rPr>
        <w:t xml:space="preserve"> a které vedou k jeho nepravdivosti, a to ve lhůtě stanovené v ustanovení </w:t>
      </w:r>
      <w:r w:rsidR="0057603D" w:rsidRPr="009D39F4">
        <w:rPr>
          <w:rFonts w:cs="Arial"/>
        </w:rPr>
        <w:t>14.17</w:t>
      </w:r>
      <w:r w:rsidRPr="00024600">
        <w:rPr>
          <w:rFonts w:cs="Arial"/>
        </w:rPr>
        <w:t xml:space="preserve"> této </w:t>
      </w:r>
      <w:r>
        <w:rPr>
          <w:rFonts w:cs="Arial"/>
        </w:rPr>
        <w:t>Smlouvy</w:t>
      </w:r>
      <w:r w:rsidR="0057603D">
        <w:rPr>
          <w:rFonts w:cs="Arial"/>
        </w:rPr>
        <w:t>.</w:t>
      </w:r>
    </w:p>
    <w:p w14:paraId="5A2554D1" w14:textId="77777777" w:rsidR="00F676A7" w:rsidRDefault="000D5F5D" w:rsidP="009D39F4">
      <w:pPr>
        <w:pStyle w:val="01-ODST-2"/>
        <w:numPr>
          <w:ilvl w:val="1"/>
          <w:numId w:val="1"/>
        </w:numPr>
        <w:tabs>
          <w:tab w:val="clear" w:pos="567"/>
          <w:tab w:val="left" w:pos="709"/>
        </w:tabs>
        <w:ind w:left="709" w:hanging="709"/>
        <w:rPr>
          <w:rFonts w:cs="Arial"/>
        </w:rPr>
      </w:pPr>
      <w:r>
        <w:rPr>
          <w:rFonts w:cs="Arial"/>
        </w:rPr>
        <w:t>Dodavate</w:t>
      </w:r>
      <w:r w:rsidRPr="00024600">
        <w:rPr>
          <w:rFonts w:cs="Arial"/>
        </w:rPr>
        <w:t xml:space="preserve">l je oprávněn písemně odstoupit od Smlouvy a/nebo od dílčí smlouvy, vyjma důvodů uvedených v zákoně č. 89/2012 Sb., občanský zákoník, v platném znění, též z důvodu: </w:t>
      </w:r>
    </w:p>
    <w:p w14:paraId="5A5F382F" w14:textId="77777777" w:rsidR="00F676A7" w:rsidRDefault="000D5F5D" w:rsidP="00F676A7">
      <w:pPr>
        <w:pStyle w:val="Odstavec3"/>
      </w:pPr>
      <w:r w:rsidRPr="00024600">
        <w:t xml:space="preserve">prodlení Objednatele s úhradou Ceny díla; </w:t>
      </w:r>
    </w:p>
    <w:p w14:paraId="573A6D41" w14:textId="77777777" w:rsidR="00F676A7" w:rsidRDefault="000D5F5D" w:rsidP="00F676A7">
      <w:pPr>
        <w:pStyle w:val="Odstavec3"/>
      </w:pPr>
      <w:r w:rsidRPr="00024600">
        <w:t xml:space="preserve">Objednatel vstoupí do likvidace nebo bude vůči němu (Objednateli) podán návrh dle zákona č. 182/2006 Sb., insolvenční zákon, v platném znění; </w:t>
      </w:r>
    </w:p>
    <w:p w14:paraId="53532A2D" w14:textId="0DC4F011" w:rsidR="0057603D" w:rsidRPr="009D39F4" w:rsidRDefault="000D5F5D" w:rsidP="0023165B">
      <w:pPr>
        <w:pStyle w:val="Odstavec3"/>
      </w:pPr>
      <w:r w:rsidRPr="00024600">
        <w:lastRenderedPageBreak/>
        <w:t>pravomocné odsouzení Objednatele pro trestný čin podle zákona č. 418/2011 Sb., o trestní odpovědnosti právnických osob a řízení proti nim, ve znění pozdějších předpisů</w:t>
      </w:r>
      <w:r>
        <w:t>.</w:t>
      </w:r>
    </w:p>
    <w:p w14:paraId="776C724A" w14:textId="28BFA72F" w:rsidR="000D5F5D" w:rsidRPr="009D39F4" w:rsidRDefault="00B139D4" w:rsidP="009D39F4">
      <w:pPr>
        <w:pStyle w:val="01-ODST-2"/>
        <w:numPr>
          <w:ilvl w:val="1"/>
          <w:numId w:val="1"/>
        </w:numPr>
        <w:tabs>
          <w:tab w:val="clear" w:pos="567"/>
          <w:tab w:val="left" w:pos="709"/>
        </w:tabs>
        <w:ind w:left="709" w:hanging="709"/>
        <w:rPr>
          <w:rFonts w:cs="Arial"/>
        </w:rPr>
      </w:pPr>
      <w:r w:rsidRPr="00024600">
        <w:rPr>
          <w:rFonts w:cs="Arial"/>
        </w:rPr>
        <w:t>Výpověď nebo odstoupení od Smlouvy a/nebo dílčí smlouvy dle předchozích odstavců tohoto článku Smlouvy musí být písemné a musí být doručeno osobním doručením a předáním druhé Smluvní straně nebo doporučenou poštou na adresu druhé Smluvní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r>
        <w:rPr>
          <w:rFonts w:cs="Arial"/>
        </w:rPr>
        <w:t>.</w:t>
      </w:r>
    </w:p>
    <w:p w14:paraId="06F54A18" w14:textId="1EF703AF" w:rsidR="009609F4" w:rsidRDefault="004C44DB" w:rsidP="00372113">
      <w:pPr>
        <w:pStyle w:val="01-ODST-2"/>
        <w:numPr>
          <w:ilvl w:val="1"/>
          <w:numId w:val="1"/>
        </w:numPr>
        <w:tabs>
          <w:tab w:val="clear" w:pos="567"/>
          <w:tab w:val="left" w:pos="709"/>
        </w:tabs>
        <w:ind w:left="709" w:hanging="709"/>
        <w:rPr>
          <w:rFonts w:cs="Arial"/>
        </w:rPr>
      </w:pPr>
      <w:r w:rsidRPr="00372113">
        <w:rPr>
          <w:rFonts w:cs="Arial"/>
        </w:rPr>
        <w:t xml:space="preserve">Výpovědí se tato Smlouva </w:t>
      </w:r>
      <w:proofErr w:type="gramStart"/>
      <w:r w:rsidRPr="00372113">
        <w:rPr>
          <w:rFonts w:cs="Arial"/>
        </w:rPr>
        <w:t>ruší</w:t>
      </w:r>
      <w:proofErr w:type="gramEnd"/>
      <w:r w:rsidRPr="00372113">
        <w:rPr>
          <w:rFonts w:cs="Arial"/>
        </w:rPr>
        <w:t xml:space="preserve"> s výjimkou ustanovení, z jejichž povahy vyplývá, že mají trvat i po skončení této Smlouvy.</w:t>
      </w:r>
    </w:p>
    <w:p w14:paraId="6192CF47" w14:textId="77777777" w:rsidR="00827FD4" w:rsidRPr="009D39F4" w:rsidRDefault="00827FD4" w:rsidP="00372113">
      <w:pPr>
        <w:pStyle w:val="lnek"/>
        <w:numPr>
          <w:ilvl w:val="0"/>
          <w:numId w:val="1"/>
        </w:numPr>
        <w:tabs>
          <w:tab w:val="num" w:pos="1080"/>
        </w:tabs>
        <w:ind w:left="567" w:firstLine="0"/>
        <w:rPr>
          <w:rFonts w:cs="Arial"/>
        </w:rPr>
      </w:pPr>
      <w:r w:rsidRPr="00024600">
        <w:rPr>
          <w:rFonts w:cs="Arial"/>
          <w:bCs w:val="0"/>
        </w:rPr>
        <w:t>Závěrečná ustanovení</w:t>
      </w:r>
    </w:p>
    <w:p w14:paraId="46D0378A" w14:textId="11AF225B"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Smluvní strany se dohodly, že případná neplatnost některého z ustanovení této Smlouvy </w:t>
      </w:r>
      <w:r w:rsidR="00F676A7">
        <w:t>a/nebo dílčí smlouvy</w:t>
      </w:r>
      <w:r w:rsidR="00F676A7" w:rsidRPr="00024600">
        <w:rPr>
          <w:rFonts w:cs="Arial"/>
        </w:rPr>
        <w:t xml:space="preserve"> </w:t>
      </w:r>
      <w:r w:rsidRPr="00024600">
        <w:rPr>
          <w:rFonts w:cs="Arial"/>
        </w:rPr>
        <w:t>nezpůsobuje neplatnost celé Smlouvy</w:t>
      </w:r>
      <w:r w:rsidR="00F676A7">
        <w:rPr>
          <w:rFonts w:cs="Arial"/>
        </w:rPr>
        <w:t xml:space="preserve"> </w:t>
      </w:r>
      <w:r w:rsidR="00F676A7">
        <w:t>a/nebo dílčí smlouvy</w:t>
      </w:r>
      <w:r w:rsidRPr="00024600">
        <w:rPr>
          <w:rFonts w:cs="Arial"/>
        </w:rPr>
        <w:t xml:space="preserve"> a Smluvní strany se zavazují nahradit taková ustanovení bez zbytečného odkladu novými ustanoveními zajišťujícími dosažení původního účelu zaniklého či neplatného ustanovení této Smlouvy</w:t>
      </w:r>
      <w:r w:rsidR="00F676A7">
        <w:rPr>
          <w:rFonts w:cs="Arial"/>
        </w:rPr>
        <w:t xml:space="preserve"> </w:t>
      </w:r>
      <w:r w:rsidR="00F676A7">
        <w:t>a/nebo dílčí smlouvy</w:t>
      </w:r>
      <w:r w:rsidRPr="00024600">
        <w:rPr>
          <w:rFonts w:cs="Arial"/>
        </w:rPr>
        <w:t>.</w:t>
      </w:r>
    </w:p>
    <w:p w14:paraId="3CEF872B" w14:textId="6857F7DB"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a/nebo dílčí smlouva a veškeré právní vztahy z ní vzniklé se řídí příslušnými ustanoveními zákona č. 89/2012 Sb., občanského zákoníku, a ostatními závaznými právními předpisy českého právního řádu. Smluvní strany si výslovně sjednávají, že ustanovení § 1765, § 1766, § 2609 z. č. 89/2012 Sb., občanského zákoníku, se na vztah založený touto Smlouvou a/nebo dílčí smlouvy nepoužijí. Smluvní strany se dále s ohledem na povahu Smlouvy a dílčích smluv dohodly, že </w:t>
      </w:r>
      <w:r w:rsidR="009D72B6">
        <w:rPr>
          <w:rFonts w:cs="Arial"/>
        </w:rPr>
        <w:t>Dodavatel</w:t>
      </w:r>
      <w:r w:rsidRPr="00024600">
        <w:rPr>
          <w:rFonts w:cs="Arial"/>
        </w:rPr>
        <w:t xml:space="preserve"> přebírá na sebe nebezpečí změny okolností ve smyslu </w:t>
      </w:r>
      <w:proofErr w:type="spellStart"/>
      <w:r w:rsidRPr="00024600">
        <w:rPr>
          <w:rFonts w:cs="Arial"/>
        </w:rPr>
        <w:t>ust</w:t>
      </w:r>
      <w:proofErr w:type="spellEnd"/>
      <w:r w:rsidRPr="00024600">
        <w:rPr>
          <w:rFonts w:cs="Arial"/>
        </w:rPr>
        <w:t xml:space="preserve">. § 2620 odst. 2 z. č. 89/2012 Sb., občanského zákoníku, a dále že bez předchozího písemného souhlasu Objednatele </w:t>
      </w:r>
      <w:r w:rsidR="009D72B6">
        <w:rPr>
          <w:rFonts w:cs="Arial"/>
        </w:rPr>
        <w:t>Dodavatel</w:t>
      </w:r>
      <w:r w:rsidRPr="00024600">
        <w:rPr>
          <w:rFonts w:cs="Arial"/>
        </w:rPr>
        <w:t xml:space="preserve"> nepřevede svá práva a povinnosti ze Smlouvy ani její části třetí osobě podle </w:t>
      </w:r>
      <w:proofErr w:type="spellStart"/>
      <w:r w:rsidRPr="00024600">
        <w:rPr>
          <w:rFonts w:cs="Arial"/>
        </w:rPr>
        <w:t>ust</w:t>
      </w:r>
      <w:proofErr w:type="spellEnd"/>
      <w:r w:rsidRPr="00024600">
        <w:rPr>
          <w:rFonts w:cs="Arial"/>
        </w:rPr>
        <w:t xml:space="preserve">. §§ 1895-1900 z. č. 89/2012 Sb., občanského zákoníku. </w:t>
      </w:r>
    </w:p>
    <w:p w14:paraId="4C2154E3"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není převoditelná rubopisem. </w:t>
      </w:r>
    </w:p>
    <w:p w14:paraId="35C26141" w14:textId="5D9B0703"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Smluvní strany prohlašují, že veškeré podmínky plnění, zejména práva a povinnosti, sankce za porušení Smlouvy, které byly mezi nimi v souvislosti s Dílem ujednány, jsou obsaženy v textu této Smlouvy včetně jejích příloh, Závazných podkladech a dokumentech, na které Smlouva výslovně odkazuje. Smluvní strany výslovně prohlašují, že ke dni uzavření této Smlouvy se </w:t>
      </w:r>
      <w:proofErr w:type="gramStart"/>
      <w:r w:rsidRPr="00024600">
        <w:rPr>
          <w:rFonts w:cs="Arial"/>
        </w:rPr>
        <w:t>ruší</w:t>
      </w:r>
      <w:proofErr w:type="gramEnd"/>
      <w:r w:rsidRPr="00024600">
        <w:rPr>
          <w:rFonts w:cs="Arial"/>
        </w:rPr>
        <w:t xml:space="preserve"> veškerá případná ujednání a dohody, které by se týkaly shodného předmětu </w:t>
      </w:r>
      <w:r w:rsidR="005C04E3">
        <w:rPr>
          <w:rFonts w:cs="Arial"/>
        </w:rPr>
        <w:t>dodávky</w:t>
      </w:r>
      <w:r w:rsidRPr="00024600">
        <w:rPr>
          <w:rFonts w:cs="Arial"/>
        </w:rPr>
        <w:t xml:space="preserve"> a tyto jsou v plném rozsahu nahrazeny ujednáními obsaženými v této Smlouvě, tj. neexistuje žádné jiné ujednání, které by tuto Smlouvu doplňovalo nebo měnilo. </w:t>
      </w:r>
    </w:p>
    <w:p w14:paraId="7D19DDD1"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Jakékoliv jednání předvídané v této Smlouvě a/nebo dílčí smlouvy, musí být učiněno, není-li ve Smlouvě výslovně stanoveno jinak, písemně v listinné podobě a musí být s vyloučením </w:t>
      </w:r>
      <w:proofErr w:type="spellStart"/>
      <w:r w:rsidRPr="00024600">
        <w:rPr>
          <w:rFonts w:cs="Arial"/>
        </w:rPr>
        <w:t>ust</w:t>
      </w:r>
      <w:proofErr w:type="spellEnd"/>
      <w:r w:rsidRPr="00024600">
        <w:rPr>
          <w:rFonts w:cs="Arial"/>
        </w:rPr>
        <w:t>. § 566 zák. č. 89/2012 Sb., občanský zákoník, řádně podepsané oprávněnými osobami. Jakékoliv jiné jednání, včetně e-mailové korespondence, je bez právního významu, není-li ve Smlouvě výslovně stanoveno jinak.</w:t>
      </w:r>
    </w:p>
    <w:p w14:paraId="645F87A5"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Veškeré změny a doplnění této Smlouvy mohou být provedeny, pouze pokud to právní předpisy umožňují, a to pouze vzestupně číslovanými písemnými dodatky, podepsanými oprávněnými zástupci obou Smluvních stran na téže listině.</w:t>
      </w:r>
    </w:p>
    <w:p w14:paraId="3FE3B45C" w14:textId="77777777" w:rsidR="005A2C48" w:rsidRPr="00024600" w:rsidRDefault="005A2C48" w:rsidP="005A2C48">
      <w:pPr>
        <w:pStyle w:val="01-ODST-2"/>
        <w:numPr>
          <w:ilvl w:val="1"/>
          <w:numId w:val="1"/>
        </w:numPr>
        <w:tabs>
          <w:tab w:val="clear" w:pos="567"/>
          <w:tab w:val="left" w:pos="709"/>
        </w:tabs>
        <w:ind w:left="709" w:hanging="709"/>
        <w:rPr>
          <w:rFonts w:cs="Arial"/>
        </w:rPr>
      </w:pPr>
      <w:bookmarkStart w:id="24" w:name="_Ref321332148"/>
      <w:r w:rsidRPr="00024600">
        <w:rPr>
          <w:rFonts w:cs="Arial"/>
        </w:rPr>
        <w:t>Nedílnou součástí této Smlouvy jsou přílohy:</w:t>
      </w:r>
      <w:bookmarkEnd w:id="24"/>
    </w:p>
    <w:p w14:paraId="1D8B0B16" w14:textId="52569EAC" w:rsidR="005A2C48" w:rsidRDefault="005A2C48" w:rsidP="00412026">
      <w:pPr>
        <w:pStyle w:val="Odstavec3"/>
        <w:numPr>
          <w:ilvl w:val="0"/>
          <w:numId w:val="0"/>
        </w:numPr>
        <w:tabs>
          <w:tab w:val="clear" w:pos="1134"/>
          <w:tab w:val="left" w:pos="1985"/>
        </w:tabs>
        <w:spacing w:before="120" w:after="0"/>
        <w:ind w:left="709"/>
        <w:jc w:val="left"/>
        <w:rPr>
          <w:rFonts w:cs="Arial"/>
        </w:rPr>
      </w:pPr>
      <w:r w:rsidRPr="00024600">
        <w:rPr>
          <w:rFonts w:cs="Arial"/>
          <w:color w:val="000000"/>
        </w:rPr>
        <w:t xml:space="preserve">příloha č. </w:t>
      </w:r>
      <w:r w:rsidR="00877EA3">
        <w:rPr>
          <w:rFonts w:cs="Arial"/>
          <w:color w:val="000000"/>
        </w:rPr>
        <w:t>1</w:t>
      </w:r>
      <w:r w:rsidR="00412026">
        <w:rPr>
          <w:rFonts w:cs="Arial"/>
          <w:color w:val="000000"/>
        </w:rPr>
        <w:t xml:space="preserve"> </w:t>
      </w:r>
      <w:r w:rsidRPr="00024600">
        <w:rPr>
          <w:rFonts w:cs="Arial"/>
        </w:rPr>
        <w:t>–</w:t>
      </w:r>
      <w:r w:rsidR="00412026">
        <w:rPr>
          <w:rFonts w:cs="Arial"/>
          <w:color w:val="000000"/>
        </w:rPr>
        <w:t xml:space="preserve"> </w:t>
      </w:r>
      <w:r w:rsidRPr="00E91DCB">
        <w:rPr>
          <w:rFonts w:cs="Arial"/>
          <w:color w:val="000000"/>
        </w:rPr>
        <w:t>J</w:t>
      </w:r>
      <w:r w:rsidRPr="00E91DCB">
        <w:rPr>
          <w:rFonts w:cs="Arial"/>
        </w:rPr>
        <w:t>ednotkové ceny – „Výkaz výměr“</w:t>
      </w:r>
    </w:p>
    <w:p w14:paraId="6CB3D722" w14:textId="60535FC1" w:rsidR="00877EA3" w:rsidRPr="00024600" w:rsidRDefault="00877EA3" w:rsidP="00412026">
      <w:pPr>
        <w:pStyle w:val="Odstavec3"/>
        <w:numPr>
          <w:ilvl w:val="0"/>
          <w:numId w:val="0"/>
        </w:numPr>
        <w:tabs>
          <w:tab w:val="clear" w:pos="1134"/>
          <w:tab w:val="left" w:pos="1985"/>
        </w:tabs>
        <w:spacing w:before="120" w:after="0"/>
        <w:ind w:left="709"/>
        <w:jc w:val="left"/>
        <w:rPr>
          <w:rFonts w:cs="Arial"/>
        </w:rPr>
      </w:pPr>
      <w:r>
        <w:rPr>
          <w:rFonts w:cs="Arial"/>
        </w:rPr>
        <w:t xml:space="preserve">příloha č. 2 </w:t>
      </w:r>
      <w:r w:rsidRPr="00024600">
        <w:rPr>
          <w:rFonts w:cs="Arial"/>
        </w:rPr>
        <w:t>–</w:t>
      </w:r>
      <w:r>
        <w:rPr>
          <w:rFonts w:cs="Arial"/>
        </w:rPr>
        <w:t xml:space="preserve"> </w:t>
      </w:r>
      <w:r w:rsidR="00971027">
        <w:rPr>
          <w:rFonts w:cs="Arial"/>
        </w:rPr>
        <w:t>Čestné prohlášení o neexistenci střetu zájmů a pravdivosti údajů o skutečném majiteli</w:t>
      </w:r>
    </w:p>
    <w:p w14:paraId="2F503643" w14:textId="317A8DF1" w:rsidR="005A2C48" w:rsidRDefault="005A2C48" w:rsidP="00412026">
      <w:pPr>
        <w:pStyle w:val="Odstavec3"/>
        <w:numPr>
          <w:ilvl w:val="0"/>
          <w:numId w:val="0"/>
        </w:numPr>
        <w:tabs>
          <w:tab w:val="clear" w:pos="1134"/>
          <w:tab w:val="left" w:pos="1985"/>
        </w:tabs>
        <w:spacing w:before="120" w:after="0"/>
        <w:ind w:left="709"/>
        <w:jc w:val="left"/>
        <w:rPr>
          <w:rFonts w:cs="Arial"/>
        </w:rPr>
      </w:pPr>
      <w:r w:rsidRPr="00024600">
        <w:rPr>
          <w:rFonts w:cs="Arial"/>
        </w:rPr>
        <w:t xml:space="preserve">příloha č. </w:t>
      </w:r>
      <w:r w:rsidR="00412026">
        <w:rPr>
          <w:rFonts w:cs="Arial"/>
        </w:rPr>
        <w:t xml:space="preserve">3 </w:t>
      </w:r>
      <w:r w:rsidRPr="00024600">
        <w:rPr>
          <w:rFonts w:cs="Arial"/>
        </w:rPr>
        <w:t>–</w:t>
      </w:r>
      <w:r w:rsidR="00412026">
        <w:rPr>
          <w:rFonts w:cs="Arial"/>
        </w:rPr>
        <w:t xml:space="preserve"> </w:t>
      </w:r>
      <w:r w:rsidRPr="00024600">
        <w:rPr>
          <w:rFonts w:cs="Arial"/>
        </w:rPr>
        <w:t>Čestné prohlášení o nepodléhání omezujícím opatřením</w:t>
      </w:r>
    </w:p>
    <w:p w14:paraId="6DDFDCEA" w14:textId="632BFD56" w:rsidR="00EF33A3" w:rsidRPr="00024600" w:rsidRDefault="00EF33A3" w:rsidP="00412026">
      <w:pPr>
        <w:pStyle w:val="Odstavec3"/>
        <w:numPr>
          <w:ilvl w:val="0"/>
          <w:numId w:val="0"/>
        </w:numPr>
        <w:tabs>
          <w:tab w:val="clear" w:pos="1134"/>
          <w:tab w:val="left" w:pos="1985"/>
        </w:tabs>
        <w:spacing w:before="120" w:after="0"/>
        <w:ind w:left="709"/>
        <w:jc w:val="left"/>
        <w:rPr>
          <w:rFonts w:cs="Arial"/>
        </w:rPr>
      </w:pPr>
      <w:r w:rsidRPr="00024600">
        <w:rPr>
          <w:rFonts w:cs="Arial"/>
          <w:bCs/>
          <w:spacing w:val="4"/>
        </w:rPr>
        <w:t>přílo</w:t>
      </w:r>
      <w:r>
        <w:rPr>
          <w:rFonts w:cs="Arial"/>
          <w:bCs/>
          <w:spacing w:val="4"/>
        </w:rPr>
        <w:t>ha</w:t>
      </w:r>
      <w:r w:rsidR="00DF2CDF">
        <w:rPr>
          <w:rFonts w:cs="Arial"/>
          <w:bCs/>
          <w:spacing w:val="4"/>
        </w:rPr>
        <w:t xml:space="preserve"> </w:t>
      </w:r>
      <w:r w:rsidRPr="00024600">
        <w:rPr>
          <w:rFonts w:cs="Arial"/>
          <w:bCs/>
          <w:spacing w:val="4"/>
        </w:rPr>
        <w:t xml:space="preserve">č. 4 </w:t>
      </w:r>
      <w:r w:rsidR="00DF2CDF" w:rsidRPr="00024600">
        <w:rPr>
          <w:rFonts w:cs="Arial"/>
        </w:rPr>
        <w:t>–</w:t>
      </w:r>
      <w:r w:rsidRPr="00024600">
        <w:rPr>
          <w:rFonts w:cs="Arial"/>
          <w:bCs/>
          <w:spacing w:val="4"/>
        </w:rPr>
        <w:t xml:space="preserve"> </w:t>
      </w:r>
      <w:r w:rsidR="00DF2CDF">
        <w:rPr>
          <w:rFonts w:cs="Arial"/>
          <w:bCs/>
          <w:spacing w:val="4"/>
        </w:rPr>
        <w:t>S</w:t>
      </w:r>
      <w:r w:rsidRPr="00024600">
        <w:rPr>
          <w:rFonts w:cs="Arial"/>
          <w:bCs/>
          <w:spacing w:val="4"/>
        </w:rPr>
        <w:t xml:space="preserve">eznam metodiků a techniků oddělení údržby ČS </w:t>
      </w:r>
      <w:r w:rsidR="00F06EA1">
        <w:rPr>
          <w:rFonts w:cs="Arial"/>
          <w:bCs/>
          <w:spacing w:val="4"/>
        </w:rPr>
        <w:t>PHM</w:t>
      </w:r>
    </w:p>
    <w:p w14:paraId="3FD4A16A" w14:textId="77777777" w:rsidR="005A2C48" w:rsidRPr="00024600" w:rsidRDefault="005A2C48" w:rsidP="005A2C48">
      <w:pPr>
        <w:pStyle w:val="Zhlav"/>
        <w:tabs>
          <w:tab w:val="clear" w:pos="4536"/>
          <w:tab w:val="clear" w:pos="9072"/>
        </w:tabs>
        <w:ind w:right="-15"/>
        <w:jc w:val="center"/>
        <w:rPr>
          <w:rFonts w:cs="Arial"/>
          <w:b/>
        </w:rPr>
      </w:pPr>
    </w:p>
    <w:p w14:paraId="5B4126C3" w14:textId="1C52FDE4" w:rsidR="005A2C48"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Tato Smlouva byla Smluvními stranami podepsána v pěti vyhotoveních, z nichž Objednatel </w:t>
      </w:r>
      <w:proofErr w:type="gramStart"/>
      <w:r w:rsidRPr="00024600">
        <w:rPr>
          <w:rFonts w:cs="Arial"/>
        </w:rPr>
        <w:t>obdrží</w:t>
      </w:r>
      <w:proofErr w:type="gramEnd"/>
      <w:r w:rsidRPr="00024600">
        <w:rPr>
          <w:rFonts w:cs="Arial"/>
        </w:rPr>
        <w:t xml:space="preserve"> tři (3) vyhotovení a </w:t>
      </w:r>
      <w:r w:rsidR="00474F6A">
        <w:rPr>
          <w:rFonts w:cs="Arial"/>
        </w:rPr>
        <w:t>Dodavate</w:t>
      </w:r>
      <w:r w:rsidRPr="00024600">
        <w:rPr>
          <w:rFonts w:cs="Arial"/>
        </w:rPr>
        <w:t xml:space="preserve">l obdrží dvě (2) vyhotovení. Nedílnou součástí každého vyhotovení </w:t>
      </w:r>
      <w:r w:rsidRPr="00024600">
        <w:rPr>
          <w:rFonts w:cs="Arial"/>
        </w:rPr>
        <w:lastRenderedPageBreak/>
        <w:t>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6D78FD13" w14:textId="77777777" w:rsidR="005A2C48" w:rsidRDefault="005A2C48" w:rsidP="005A2C48">
      <w:pPr>
        <w:pStyle w:val="01-ODST-2"/>
        <w:tabs>
          <w:tab w:val="clear" w:pos="567"/>
          <w:tab w:val="clear" w:pos="1080"/>
          <w:tab w:val="left" w:pos="709"/>
        </w:tabs>
        <w:ind w:left="709" w:firstLine="0"/>
        <w:rPr>
          <w:rFonts w:cs="Arial"/>
        </w:rPr>
      </w:pPr>
      <w:r w:rsidRPr="00474F6A">
        <w:rPr>
          <w:rFonts w:cs="Arial"/>
          <w:highlight w:val="yellow"/>
        </w:rPr>
        <w:t>Alternativně</w:t>
      </w:r>
    </w:p>
    <w:p w14:paraId="5591B3DE" w14:textId="77777777" w:rsidR="005A2C48" w:rsidRDefault="005A2C48" w:rsidP="005A2C48">
      <w:pPr>
        <w:pStyle w:val="01-ODST-2"/>
        <w:tabs>
          <w:tab w:val="clear" w:pos="567"/>
          <w:tab w:val="clear" w:pos="1080"/>
          <w:tab w:val="left" w:pos="709"/>
        </w:tabs>
        <w:ind w:left="709" w:firstLine="0"/>
        <w:rPr>
          <w:rFonts w:cs="Arial"/>
        </w:rPr>
      </w:pPr>
      <w:r>
        <w:rPr>
          <w:rFonts w:cs="Arial"/>
        </w:rPr>
        <w:t xml:space="preserve">Tato Smlouva byla Smluvními stranami podepsána písemně v elektronické podobě. </w:t>
      </w:r>
      <w:r w:rsidRPr="00024600">
        <w:rPr>
          <w:rFonts w:cs="Arial"/>
        </w:rPr>
        <w:t>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51AE3020" w14:textId="0E2EB05D"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Pro případ, že tato Smlouva</w:t>
      </w:r>
      <w:r w:rsidR="00C9162E">
        <w:rPr>
          <w:rFonts w:cs="Arial"/>
        </w:rPr>
        <w:t xml:space="preserve"> a/nebo dílčí smlouva</w:t>
      </w:r>
      <w:r w:rsidRPr="00024600">
        <w:rPr>
          <w:rFonts w:cs="Arial"/>
        </w:rPr>
        <w:t xml:space="preserve"> podléhá uveřejnění v registru smluv dle zákona o registru smluv, Smluvní strany si sjednávají, že uveřejnění této Smlouvy</w:t>
      </w:r>
      <w:r w:rsidR="00C9162E">
        <w:rPr>
          <w:rFonts w:cs="Arial"/>
        </w:rPr>
        <w:t xml:space="preserve"> a/nebo dílčí smlouvy</w:t>
      </w:r>
      <w:r w:rsidRPr="00024600">
        <w:rPr>
          <w:rFonts w:cs="Arial"/>
        </w:rPr>
        <w:t xml:space="preserve"> včetně jejich případných dodatků v registru smluv zajistí Objednatel v souladu se zákonem o registru smluv. V této souvislosti </w:t>
      </w:r>
      <w:r w:rsidR="00474F6A">
        <w:rPr>
          <w:rFonts w:cs="Arial"/>
        </w:rPr>
        <w:t>Dodavatel</w:t>
      </w:r>
      <w:r w:rsidRPr="00024600">
        <w:rPr>
          <w:rFonts w:cs="Arial"/>
        </w:rPr>
        <w:t xml:space="preserve"> prohlašuje a souhlasí se zveřejněním Smlouvy</w:t>
      </w:r>
      <w:r w:rsidR="00C9162E">
        <w:rPr>
          <w:rFonts w:cs="Arial"/>
        </w:rPr>
        <w:t xml:space="preserve"> a/nebo dílčí smlouvy</w:t>
      </w:r>
      <w:r w:rsidRPr="00024600">
        <w:rPr>
          <w:rFonts w:cs="Arial"/>
        </w:rPr>
        <w:t xml:space="preserve"> v souladu s podmínkami zákona o registru smluv. V případě, že Smlouva </w:t>
      </w:r>
      <w:r w:rsidR="00C9162E">
        <w:rPr>
          <w:rFonts w:cs="Arial"/>
        </w:rPr>
        <w:t xml:space="preserve">a/nebo </w:t>
      </w:r>
      <w:proofErr w:type="spellStart"/>
      <w:r w:rsidR="00C9162E">
        <w:rPr>
          <w:rFonts w:cs="Arial"/>
        </w:rPr>
        <w:t>díčlí</w:t>
      </w:r>
      <w:proofErr w:type="spellEnd"/>
      <w:r w:rsidR="00C9162E">
        <w:rPr>
          <w:rFonts w:cs="Arial"/>
        </w:rPr>
        <w:t xml:space="preserve"> smlouvy </w:t>
      </w:r>
      <w:r w:rsidRPr="00024600">
        <w:rPr>
          <w:rFonts w:cs="Arial"/>
        </w:rPr>
        <w:t xml:space="preserve">nebude v registru smluv ze strany Objednatele uveřejněna ve lhůtě a ve formátu dle zákona o registru smluv, </w:t>
      </w:r>
      <w:r w:rsidR="00474F6A">
        <w:rPr>
          <w:rFonts w:cs="Arial"/>
        </w:rPr>
        <w:t>Dodavatel</w:t>
      </w:r>
      <w:r w:rsidRPr="00024600">
        <w:rPr>
          <w:rFonts w:cs="Arial"/>
        </w:rPr>
        <w:t xml:space="preserve"> vyzve písemně Objednatele emailovou zprávou odeslanou na ceproas@ceproas.cz ke zjednání nápravy. </w:t>
      </w:r>
      <w:r w:rsidR="00474F6A">
        <w:rPr>
          <w:rFonts w:cs="Arial"/>
        </w:rPr>
        <w:t>Dodavatel</w:t>
      </w:r>
      <w:r w:rsidRPr="00024600">
        <w:rPr>
          <w:rFonts w:cs="Arial"/>
        </w:rPr>
        <w:t xml:space="preserve"> se tímto vzdává možnosti sám ve smyslu ustanovení § 5 zákona o registru smluv uveřejnit Smlouvu</w:t>
      </w:r>
      <w:r w:rsidR="00C9162E">
        <w:rPr>
          <w:rFonts w:cs="Arial"/>
        </w:rPr>
        <w:t xml:space="preserve"> a/nebo dílčí smlouvy</w:t>
      </w:r>
      <w:r w:rsidRPr="00024600">
        <w:rPr>
          <w:rFonts w:cs="Arial"/>
        </w:rPr>
        <w:t xml:space="preserve"> v registru smluv či již uveřejněnou Smlouvu opravit. V případě porušení zákazu uveřejnění či opravy Smlouvy</w:t>
      </w:r>
      <w:r w:rsidR="00C9162E">
        <w:rPr>
          <w:rFonts w:cs="Arial"/>
        </w:rPr>
        <w:t xml:space="preserve"> a/nebo dílčí smlouvy</w:t>
      </w:r>
      <w:r w:rsidRPr="00024600">
        <w:rPr>
          <w:rFonts w:cs="Arial"/>
        </w:rPr>
        <w:t xml:space="preserve"> v registru smluv ze strany </w:t>
      </w:r>
      <w:r w:rsidR="00474F6A">
        <w:rPr>
          <w:rFonts w:cs="Arial"/>
        </w:rPr>
        <w:t>Dodavate</w:t>
      </w:r>
      <w:r w:rsidRPr="00024600">
        <w:rPr>
          <w:rFonts w:cs="Arial"/>
        </w:rPr>
        <w:t xml:space="preserve">le je Objednatel oprávněn požadovat po </w:t>
      </w:r>
      <w:r w:rsidR="00474F6A">
        <w:rPr>
          <w:rFonts w:cs="Arial"/>
        </w:rPr>
        <w:t>Dodavateli</w:t>
      </w:r>
      <w:r w:rsidRPr="00024600">
        <w:rPr>
          <w:rFonts w:cs="Arial"/>
        </w:rPr>
        <w:t xml:space="preserve"> zaplacení smluvní pokuty ve výši 10 000,- Kč, která je splatná do 15 dnů ode dne doručení výzvy k jejímu zaplacení </w:t>
      </w:r>
      <w:r w:rsidR="00474F6A">
        <w:rPr>
          <w:rFonts w:cs="Arial"/>
        </w:rPr>
        <w:t>Dodavateli</w:t>
      </w:r>
      <w:r w:rsidRPr="00024600">
        <w:rPr>
          <w:rFonts w:cs="Arial"/>
        </w:rPr>
        <w:t xml:space="preserve">. V případě, že </w:t>
      </w:r>
      <w:r w:rsidR="00474F6A">
        <w:rPr>
          <w:rFonts w:cs="Arial"/>
        </w:rPr>
        <w:t>Dodavatel</w:t>
      </w:r>
      <w:r w:rsidRPr="00024600">
        <w:rPr>
          <w:rFonts w:cs="Arial"/>
        </w:rPr>
        <w:t xml:space="preserve"> požaduje anonymizovat ve Smlouvě údaje, které naplňují výjimku z povinnosti uveřejnění ve smyslu zákona o registru smluv, pak je povinen tyto údaje písemně specifikovat a odůvodnit nejpozději současně s podpisem této Smlouvy.  V opačném případě </w:t>
      </w:r>
      <w:r w:rsidR="009D72B6">
        <w:rPr>
          <w:rFonts w:cs="Arial"/>
        </w:rPr>
        <w:t>Dodavatel</w:t>
      </w:r>
      <w:r w:rsidRPr="00024600">
        <w:rPr>
          <w:rFonts w:cs="Arial"/>
        </w:rPr>
        <w:t xml:space="preserve"> podpisem této Smlouvy souhlasí s uveřejněním Smlouvy v plném rozsahu po anonymizaci údajů, které dle názoru Objednatele naplňují zákonnou výjimku z povinnosti uveřejnění dle zákona o registru smluv.</w:t>
      </w:r>
    </w:p>
    <w:p w14:paraId="22792BB8" w14:textId="5D8CFEA2"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Smluvní strany vedeny dobrou vírou v nabytí účinnosti Smlouvy</w:t>
      </w:r>
      <w:r w:rsidR="00DD6648">
        <w:rPr>
          <w:rFonts w:cs="Arial"/>
        </w:rPr>
        <w:t xml:space="preserve"> a dílčích smluv</w:t>
      </w:r>
      <w:r w:rsidRPr="00024600">
        <w:rPr>
          <w:rFonts w:cs="Arial"/>
        </w:rPr>
        <w:t xml:space="preserve"> se dohodly, že poskytnou-li si s odkazem na Smlouvu</w:t>
      </w:r>
      <w:r w:rsidR="00DD6648">
        <w:rPr>
          <w:rFonts w:cs="Arial"/>
        </w:rPr>
        <w:t xml:space="preserve"> a/nebo dílčí smlouvy</w:t>
      </w:r>
      <w:r w:rsidRPr="00024600">
        <w:rPr>
          <w:rFonts w:cs="Arial"/>
        </w:rPr>
        <w:t xml:space="preserve"> od okamžiku je</w:t>
      </w:r>
      <w:r w:rsidR="00DD6648">
        <w:rPr>
          <w:rFonts w:cs="Arial"/>
        </w:rPr>
        <w:t>jich</w:t>
      </w:r>
      <w:r w:rsidRPr="00024600">
        <w:rPr>
          <w:rFonts w:cs="Arial"/>
        </w:rPr>
        <w:t xml:space="preserve"> platnosti do okamžiku jeho účinnosti jakékoliv vzájemné plnění odpovídající předmětu Smlouvy</w:t>
      </w:r>
      <w:r w:rsidR="00DD6648">
        <w:rPr>
          <w:rFonts w:cs="Arial"/>
        </w:rPr>
        <w:t xml:space="preserve"> a dílčích smluv</w:t>
      </w:r>
      <w:r w:rsidRPr="00024600">
        <w:rPr>
          <w:rFonts w:cs="Arial"/>
        </w:rPr>
        <w:t>, pak se na toto plnění uplatní podmínky, zejména práva a povinnosti Smluvních stran, stanovené Smlouvou</w:t>
      </w:r>
      <w:r w:rsidR="00DD6648">
        <w:rPr>
          <w:rFonts w:cs="Arial"/>
        </w:rPr>
        <w:t xml:space="preserve"> a/nebo dílčí smlouvu</w:t>
      </w:r>
      <w:r w:rsidRPr="00024600">
        <w:rPr>
          <w:rFonts w:cs="Arial"/>
        </w:rPr>
        <w:t>.  Toto ujednání se vztahuje výlučně na plnění poskytnuté s výslovným odkazem na tuto Smlouva</w:t>
      </w:r>
      <w:r w:rsidR="00DD6648">
        <w:rPr>
          <w:rFonts w:cs="Arial"/>
        </w:rPr>
        <w:t xml:space="preserve"> nebo dílčí </w:t>
      </w:r>
      <w:proofErr w:type="spellStart"/>
      <w:r w:rsidR="00DD6648">
        <w:rPr>
          <w:rFonts w:cs="Arial"/>
        </w:rPr>
        <w:t>smluvy</w:t>
      </w:r>
      <w:proofErr w:type="spellEnd"/>
      <w:r w:rsidRPr="00024600">
        <w:rPr>
          <w:rFonts w:cs="Arial"/>
        </w:rPr>
        <w:t xml:space="preserve"> a/nebo, je-li bez jakýchkoliv pochybností zřejmé, že je takové plnění poskytováno smluvní stranou na základě této Smlouvy</w:t>
      </w:r>
      <w:r w:rsidR="00DD6648">
        <w:rPr>
          <w:rFonts w:cs="Arial"/>
        </w:rPr>
        <w:t xml:space="preserve"> a/nebo dílčí smlouvy</w:t>
      </w:r>
      <w:r w:rsidRPr="00024600">
        <w:rPr>
          <w:rFonts w:cs="Arial"/>
        </w:rPr>
        <w:t xml:space="preserve">. </w:t>
      </w:r>
    </w:p>
    <w:p w14:paraId="33EDAB26" w14:textId="7777777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3FCB9271" w14:textId="77777777" w:rsidR="005A2C48" w:rsidRPr="00024600" w:rsidRDefault="005A2C48" w:rsidP="005A2C48">
      <w:pPr>
        <w:pStyle w:val="01-ODST-2"/>
        <w:numPr>
          <w:ilvl w:val="1"/>
          <w:numId w:val="1"/>
        </w:numPr>
        <w:tabs>
          <w:tab w:val="clear" w:pos="567"/>
          <w:tab w:val="left" w:pos="709"/>
        </w:tabs>
        <w:ind w:left="709" w:hanging="709"/>
        <w:rPr>
          <w:rFonts w:cs="Arial"/>
        </w:rPr>
      </w:pPr>
      <w:bookmarkStart w:id="25" w:name="_Hlk126145036"/>
      <w:bookmarkStart w:id="26" w:name="_Hlk132967727"/>
      <w:r w:rsidRPr="00024600">
        <w:rPr>
          <w:rFonts w:cs="Arial"/>
        </w:rPr>
        <w:t xml:space="preserve">Registr je uveřejněn na </w:t>
      </w:r>
      <w:bookmarkStart w:id="27" w:name="_Hlk132715542"/>
      <w:r w:rsidRPr="00024600">
        <w:rPr>
          <w:rFonts w:cs="Arial"/>
        </w:rPr>
        <w:t xml:space="preserve">níže uvedené adrese v sekci „Registr bezpečnostních požadavků“ na internetových stránkách </w:t>
      </w:r>
      <w:bookmarkEnd w:id="25"/>
      <w:r w:rsidRPr="00024600">
        <w:rPr>
          <w:rFonts w:cs="Arial"/>
          <w:u w:val="single"/>
        </w:rPr>
        <w:fldChar w:fldCharType="begin"/>
      </w:r>
      <w:r w:rsidRPr="00024600">
        <w:rPr>
          <w:rFonts w:cs="Arial"/>
          <w:u w:val="single"/>
        </w:rPr>
        <w:instrText xml:space="preserve"> HYPERLINK "https://www.ceproas.cz/vyberova-rizeni/zverejneni-poptavek" </w:instrText>
      </w:r>
      <w:r w:rsidRPr="00024600">
        <w:rPr>
          <w:rFonts w:cs="Arial"/>
          <w:u w:val="single"/>
        </w:rPr>
      </w:r>
      <w:r w:rsidRPr="00024600">
        <w:rPr>
          <w:rFonts w:cs="Arial"/>
          <w:u w:val="single"/>
        </w:rPr>
        <w:fldChar w:fldCharType="separate"/>
      </w:r>
      <w:r w:rsidRPr="00024600">
        <w:rPr>
          <w:u w:val="single"/>
        </w:rPr>
        <w:t>https://www.ceproas.cz/vyberova-rizeni/zverejneni-poptavek</w:t>
      </w:r>
      <w:r w:rsidRPr="00024600">
        <w:rPr>
          <w:rFonts w:cs="Arial"/>
          <w:u w:val="single"/>
        </w:rPr>
        <w:fldChar w:fldCharType="end"/>
      </w:r>
      <w:bookmarkEnd w:id="26"/>
      <w:bookmarkEnd w:id="27"/>
      <w:r w:rsidRPr="00024600">
        <w:rPr>
          <w:rFonts w:cs="Arial"/>
          <w:u w:val="single"/>
        </w:rPr>
        <w:t xml:space="preserve"> </w:t>
      </w:r>
    </w:p>
    <w:p w14:paraId="7FBDD762" w14:textId="67A0EBB7" w:rsidR="005A2C48" w:rsidRPr="00024600" w:rsidRDefault="005A2C48" w:rsidP="005A2C48">
      <w:pPr>
        <w:pStyle w:val="01-ODST-2"/>
        <w:numPr>
          <w:ilvl w:val="1"/>
          <w:numId w:val="1"/>
        </w:numPr>
        <w:tabs>
          <w:tab w:val="clear" w:pos="567"/>
          <w:tab w:val="left" w:pos="709"/>
        </w:tabs>
        <w:ind w:left="709" w:hanging="709"/>
        <w:rPr>
          <w:rFonts w:cs="Arial"/>
        </w:rPr>
      </w:pPr>
      <w:r w:rsidRPr="00024600">
        <w:rPr>
          <w:rFonts w:cs="Arial"/>
        </w:rPr>
        <w:t xml:space="preserve">Objednatel je oprávněn aktualizovat Registr, a to i v průběhu realizace Díla. O každé takové změně je Objednatel povinen </w:t>
      </w:r>
      <w:r w:rsidR="003866B6">
        <w:rPr>
          <w:rFonts w:cs="Arial"/>
        </w:rPr>
        <w:t>Dodavatele</w:t>
      </w:r>
      <w:r w:rsidRPr="00024600">
        <w:rPr>
          <w:rFonts w:cs="Arial"/>
        </w:rPr>
        <w:t xml:space="preserve"> písemně informovat. Písemná podmínka je splněna i tehdy, je-li dané oznámení učiněno emailem s odkazem na platné znění Registru.</w:t>
      </w:r>
    </w:p>
    <w:p w14:paraId="30FCBEBE" w14:textId="11870EF3" w:rsidR="005A2C48" w:rsidRPr="00024600" w:rsidRDefault="005A2C48" w:rsidP="005A2C48">
      <w:pPr>
        <w:pStyle w:val="01-ODST-3"/>
        <w:numPr>
          <w:ilvl w:val="2"/>
          <w:numId w:val="1"/>
        </w:numPr>
        <w:tabs>
          <w:tab w:val="clear" w:pos="1134"/>
          <w:tab w:val="clear" w:pos="1364"/>
          <w:tab w:val="left" w:pos="1276"/>
        </w:tabs>
        <w:ind w:left="1276"/>
        <w:rPr>
          <w:rFonts w:cs="Arial"/>
        </w:rPr>
      </w:pPr>
      <w:r w:rsidRPr="00024600">
        <w:rPr>
          <w:rFonts w:cs="Arial"/>
        </w:rPr>
        <w:t xml:space="preserve">V případě porušení povinností stanovených v Registru je Objednatel oprávněn ukládat </w:t>
      </w:r>
      <w:r w:rsidR="003866B6">
        <w:rPr>
          <w:rFonts w:cs="Arial"/>
        </w:rPr>
        <w:t>Dodavateli</w:t>
      </w:r>
      <w:r w:rsidRPr="00024600">
        <w:rPr>
          <w:rFonts w:cs="Arial"/>
        </w:rPr>
        <w:t xml:space="preserve"> nápravná opatření, včetně přerušení prací, a udělit sankce stanovené v Registru.  </w:t>
      </w:r>
    </w:p>
    <w:p w14:paraId="06F54A19" w14:textId="77777777" w:rsidR="001E0367" w:rsidRDefault="001E0367" w:rsidP="001E0367">
      <w:pPr>
        <w:pStyle w:val="Odstavec2"/>
        <w:numPr>
          <w:ilvl w:val="0"/>
          <w:numId w:val="0"/>
        </w:numPr>
        <w:ind w:left="709"/>
      </w:pPr>
    </w:p>
    <w:p w14:paraId="06F54A1A" w14:textId="77777777" w:rsidR="001E0367" w:rsidRDefault="001E0367" w:rsidP="00045A0F">
      <w:pPr>
        <w:pStyle w:val="Odstavec2"/>
        <w:numPr>
          <w:ilvl w:val="0"/>
          <w:numId w:val="0"/>
        </w:numPr>
        <w:ind w:left="567"/>
        <w:rPr>
          <w:rFonts w:cs="Arial"/>
        </w:rPr>
      </w:pPr>
    </w:p>
    <w:p w14:paraId="06F54A1B" w14:textId="77777777" w:rsidR="00E656BD" w:rsidRPr="00787D58" w:rsidRDefault="00E656BD" w:rsidP="00045A0F">
      <w:pPr>
        <w:pStyle w:val="Odstavec2"/>
        <w:numPr>
          <w:ilvl w:val="0"/>
          <w:numId w:val="0"/>
        </w:numPr>
        <w:ind w:left="567"/>
        <w:rPr>
          <w:rFonts w:cs="Arial"/>
        </w:rPr>
      </w:pPr>
    </w:p>
    <w:p w14:paraId="06F54A1C" w14:textId="2E806C62" w:rsidR="0021315A" w:rsidRPr="009C078A" w:rsidRDefault="0021315A" w:rsidP="0021315A">
      <w:pPr>
        <w:rPr>
          <w:rFonts w:cs="Arial"/>
        </w:rPr>
      </w:pPr>
      <w:r w:rsidRPr="009C078A">
        <w:rPr>
          <w:rFonts w:cs="Arial"/>
          <w:b/>
        </w:rPr>
        <w:t xml:space="preserve">Za </w:t>
      </w:r>
      <w:r w:rsidR="003866B6">
        <w:rPr>
          <w:rFonts w:cs="Arial"/>
          <w:b/>
        </w:rPr>
        <w:t>Objednatele</w:t>
      </w:r>
      <w:r w:rsidR="00EC4DD1" w:rsidRPr="009C078A">
        <w:rPr>
          <w:rFonts w:cs="Arial"/>
          <w:b/>
        </w:rPr>
        <w:tab/>
      </w:r>
      <w:r w:rsidRPr="009C078A">
        <w:rPr>
          <w:rFonts w:cs="Arial"/>
          <w:b/>
        </w:rPr>
        <w:tab/>
      </w:r>
      <w:r w:rsidRPr="009C078A">
        <w:rPr>
          <w:rFonts w:cs="Arial"/>
          <w:b/>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b/>
        </w:rPr>
        <w:t xml:space="preserve">Za </w:t>
      </w:r>
      <w:r w:rsidR="003866B6">
        <w:rPr>
          <w:rFonts w:cs="Arial"/>
          <w:b/>
        </w:rPr>
        <w:t>Dodavatele</w:t>
      </w:r>
    </w:p>
    <w:p w14:paraId="06F54A1D" w14:textId="77777777" w:rsidR="0021315A" w:rsidRPr="009C078A" w:rsidRDefault="0021315A" w:rsidP="0021315A">
      <w:pPr>
        <w:rPr>
          <w:rFonts w:cs="Arial"/>
        </w:rPr>
      </w:pPr>
      <w:r w:rsidRPr="009C078A">
        <w:rPr>
          <w:rFonts w:cs="Arial"/>
        </w:rPr>
        <w:t>V Praze dne …………</w:t>
      </w:r>
      <w:proofErr w:type="gramStart"/>
      <w:r w:rsidRPr="009C078A">
        <w:rPr>
          <w:rFonts w:cs="Arial"/>
        </w:rPr>
        <w:t>…….</w:t>
      </w:r>
      <w:proofErr w:type="gramEnd"/>
      <w:r w:rsidRPr="009C078A">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V …………… dne…………….</w:t>
      </w:r>
    </w:p>
    <w:p w14:paraId="06F54A1E" w14:textId="77777777" w:rsidR="0021315A" w:rsidRPr="009C078A" w:rsidRDefault="0021315A" w:rsidP="0021315A">
      <w:pPr>
        <w:rPr>
          <w:rFonts w:cs="Arial"/>
        </w:rPr>
      </w:pPr>
    </w:p>
    <w:p w14:paraId="06F54A1F" w14:textId="77777777" w:rsidR="0021315A" w:rsidRPr="009C078A" w:rsidRDefault="0021315A" w:rsidP="0021315A">
      <w:pPr>
        <w:rPr>
          <w:rFonts w:cs="Arial"/>
        </w:rPr>
      </w:pPr>
    </w:p>
    <w:p w14:paraId="06F54A20" w14:textId="77777777" w:rsidR="0021315A" w:rsidRPr="009C078A" w:rsidRDefault="0021315A" w:rsidP="0021315A">
      <w:pPr>
        <w:rPr>
          <w:rFonts w:cs="Arial"/>
        </w:rPr>
      </w:pPr>
      <w:r w:rsidRPr="009C078A">
        <w:rPr>
          <w:rFonts w:cs="Arial"/>
        </w:rPr>
        <w:t>ČEPRO, a.s.</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t>…………………</w:t>
      </w:r>
    </w:p>
    <w:p w14:paraId="06F54A21" w14:textId="77777777" w:rsidR="0021315A" w:rsidRPr="009C078A" w:rsidRDefault="0021315A" w:rsidP="0021315A">
      <w:pPr>
        <w:rPr>
          <w:rFonts w:cs="Arial"/>
        </w:rPr>
      </w:pPr>
    </w:p>
    <w:p w14:paraId="06F54A22" w14:textId="77777777" w:rsidR="0021315A" w:rsidRPr="009C078A" w:rsidRDefault="0021315A" w:rsidP="0021315A">
      <w:pPr>
        <w:rPr>
          <w:rFonts w:cs="Arial"/>
        </w:rPr>
      </w:pPr>
      <w:r w:rsidRPr="00344EB8">
        <w:rPr>
          <w:rFonts w:cs="Arial"/>
        </w:rPr>
        <w:t>……………………………</w:t>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9C078A">
        <w:rPr>
          <w:rFonts w:cs="Arial"/>
        </w:rPr>
        <w:tab/>
      </w:r>
      <w:r w:rsidRPr="00344EB8">
        <w:rPr>
          <w:rFonts w:cs="Arial"/>
        </w:rPr>
        <w:t>…………………………..</w:t>
      </w:r>
    </w:p>
    <w:p w14:paraId="06F54A23" w14:textId="77777777" w:rsidR="0021315A" w:rsidRPr="009C078A" w:rsidRDefault="0021315A" w:rsidP="0021315A">
      <w:pPr>
        <w:rPr>
          <w:rFonts w:cs="Arial"/>
        </w:rPr>
      </w:pPr>
      <w:r w:rsidRPr="009C078A">
        <w:rPr>
          <w:rFonts w:cs="Arial"/>
        </w:rPr>
        <w:t xml:space="preserve">Mgr. Jan Duspěva </w:t>
      </w:r>
      <w:r w:rsidRPr="009C078A">
        <w:rPr>
          <w:rFonts w:cs="Arial"/>
        </w:rPr>
        <w:tab/>
      </w:r>
    </w:p>
    <w:p w14:paraId="06F54A24" w14:textId="77777777" w:rsidR="0021315A" w:rsidRPr="009C078A" w:rsidRDefault="0021315A" w:rsidP="0021315A">
      <w:pPr>
        <w:rPr>
          <w:rFonts w:cs="Arial"/>
        </w:rPr>
      </w:pPr>
      <w:r w:rsidRPr="009C078A">
        <w:rPr>
          <w:rFonts w:cs="Arial"/>
        </w:rPr>
        <w:t>předseda představenstva</w:t>
      </w:r>
      <w:r w:rsidRPr="009C078A">
        <w:rPr>
          <w:rFonts w:cs="Arial"/>
        </w:rPr>
        <w:tab/>
      </w:r>
    </w:p>
    <w:p w14:paraId="06F54A25" w14:textId="77777777" w:rsidR="0021315A" w:rsidRPr="009C078A" w:rsidRDefault="0021315A" w:rsidP="0021315A">
      <w:pPr>
        <w:rPr>
          <w:rFonts w:cs="Arial"/>
        </w:rPr>
      </w:pPr>
    </w:p>
    <w:p w14:paraId="06F54A26" w14:textId="77777777" w:rsidR="0021315A" w:rsidRPr="009C078A" w:rsidRDefault="0021315A" w:rsidP="0021315A">
      <w:pPr>
        <w:rPr>
          <w:rFonts w:cs="Arial"/>
        </w:rPr>
      </w:pPr>
      <w:r w:rsidRPr="00344EB8">
        <w:rPr>
          <w:rFonts w:cs="Arial"/>
        </w:rPr>
        <w:t>……………………………</w:t>
      </w:r>
      <w:r w:rsidRPr="009C078A">
        <w:rPr>
          <w:rFonts w:cs="Arial"/>
        </w:rPr>
        <w:tab/>
      </w:r>
    </w:p>
    <w:p w14:paraId="06F54A27" w14:textId="77777777" w:rsidR="0021315A" w:rsidRPr="009C078A" w:rsidRDefault="0021315A" w:rsidP="0021315A">
      <w:pPr>
        <w:rPr>
          <w:rFonts w:cs="Arial"/>
        </w:rPr>
      </w:pPr>
      <w:r w:rsidRPr="009C078A">
        <w:rPr>
          <w:rFonts w:cs="Arial"/>
        </w:rPr>
        <w:t xml:space="preserve">Ing. </w:t>
      </w:r>
      <w:r w:rsidR="00F22D68">
        <w:rPr>
          <w:rFonts w:cs="Arial"/>
        </w:rPr>
        <w:t>František Todt</w:t>
      </w:r>
    </w:p>
    <w:p w14:paraId="06F54A28" w14:textId="77777777" w:rsidR="0021315A" w:rsidRPr="009C078A" w:rsidRDefault="00F22D68" w:rsidP="0021315A">
      <w:pPr>
        <w:rPr>
          <w:rFonts w:cs="Arial"/>
        </w:rPr>
      </w:pPr>
      <w:r>
        <w:rPr>
          <w:rFonts w:cs="Arial"/>
        </w:rPr>
        <w:t>člen</w:t>
      </w:r>
      <w:r w:rsidR="0021315A" w:rsidRPr="009C078A">
        <w:rPr>
          <w:rFonts w:cs="Arial"/>
        </w:rPr>
        <w:t xml:space="preserve"> představenstva</w:t>
      </w:r>
    </w:p>
    <w:p w14:paraId="06F54A29" w14:textId="77777777" w:rsidR="0021315A" w:rsidRPr="009C078A" w:rsidRDefault="0021315A" w:rsidP="0021315A">
      <w:pPr>
        <w:rPr>
          <w:rFonts w:cs="Arial"/>
        </w:rPr>
      </w:pPr>
    </w:p>
    <w:p w14:paraId="06F54A2A" w14:textId="77777777" w:rsidR="003D4A71" w:rsidRPr="009C078A" w:rsidRDefault="003D4A71" w:rsidP="0021315A">
      <w:pPr>
        <w:rPr>
          <w:rFonts w:cs="Arial"/>
        </w:rPr>
      </w:pPr>
    </w:p>
    <w:sectPr w:rsidR="003D4A71" w:rsidRPr="009C078A">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FA539" w14:textId="77777777" w:rsidR="00E13166" w:rsidRDefault="00E13166">
      <w:r>
        <w:separator/>
      </w:r>
    </w:p>
  </w:endnote>
  <w:endnote w:type="continuationSeparator" w:id="0">
    <w:p w14:paraId="6E3A7FD7" w14:textId="77777777" w:rsidR="00E13166" w:rsidRDefault="00E1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4A31" w14:textId="77777777" w:rsidR="007A545E" w:rsidRDefault="007A545E">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0456FA">
      <w:rPr>
        <w:rStyle w:val="slostrnky"/>
        <w:noProof/>
      </w:rPr>
      <w:t>14</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0456FA">
      <w:rPr>
        <w:rStyle w:val="slostrnky"/>
        <w:noProof/>
      </w:rPr>
      <w:t>14</w:t>
    </w:r>
    <w:r>
      <w:rPr>
        <w:rStyle w:val="slostrnky"/>
      </w:rPr>
      <w:fldChar w:fldCharType="end"/>
    </w:r>
  </w:p>
  <w:p w14:paraId="06F54A32" w14:textId="77777777" w:rsidR="007A545E" w:rsidRDefault="007A54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6A34C" w14:textId="77777777" w:rsidR="00E13166" w:rsidRDefault="00E13166">
      <w:r>
        <w:separator/>
      </w:r>
    </w:p>
  </w:footnote>
  <w:footnote w:type="continuationSeparator" w:id="0">
    <w:p w14:paraId="212B3FFE" w14:textId="77777777" w:rsidR="00E13166" w:rsidRDefault="00E131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54A2F" w14:textId="77777777" w:rsidR="00335A76" w:rsidRDefault="00335A76">
    <w:pPr>
      <w:pStyle w:val="Zhlav"/>
    </w:pPr>
    <w:r>
      <w:t>Číslo smlouvy:</w:t>
    </w:r>
  </w:p>
  <w:p w14:paraId="15557D5D" w14:textId="77777777" w:rsidR="00EF0B01" w:rsidRDefault="00335A76">
    <w:pPr>
      <w:pStyle w:val="Zhlav"/>
    </w:pPr>
    <w:r>
      <w:t xml:space="preserve">Číslo ZŘ: </w:t>
    </w:r>
    <w:r w:rsidR="00850668">
      <w:t>019/25</w:t>
    </w:r>
    <w:r>
      <w:t>/OCN</w:t>
    </w:r>
  </w:p>
  <w:p w14:paraId="06F54A30" w14:textId="2A5941CD" w:rsidR="007A545E" w:rsidRDefault="00EF0B01">
    <w:pPr>
      <w:pStyle w:val="Zhlav"/>
    </w:pPr>
    <w:r>
      <w:t xml:space="preserve">Příloha č. 2 </w:t>
    </w:r>
    <w:r w:rsidR="007A545E">
      <w:tab/>
    </w:r>
    <w:r w:rsidR="007A545E">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41C1A"/>
    <w:multiLevelType w:val="hybridMultilevel"/>
    <w:tmpl w:val="B5005E98"/>
    <w:lvl w:ilvl="0" w:tplc="B85641EE">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 w15:restartNumberingAfterBreak="0">
    <w:nsid w:val="0CBE7767"/>
    <w:multiLevelType w:val="hybridMultilevel"/>
    <w:tmpl w:val="EE4808D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3526A4"/>
    <w:multiLevelType w:val="hybridMultilevel"/>
    <w:tmpl w:val="51B629CE"/>
    <w:lvl w:ilvl="0" w:tplc="34B8BF24">
      <w:start w:val="1"/>
      <w:numFmt w:val="bullet"/>
      <w:pStyle w:val="Odrky"/>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394972FC"/>
    <w:multiLevelType w:val="hybridMultilevel"/>
    <w:tmpl w:val="13C4C77C"/>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9D034F"/>
    <w:multiLevelType w:val="hybridMultilevel"/>
    <w:tmpl w:val="B5005E98"/>
    <w:lvl w:ilvl="0" w:tplc="FFFFFFFF">
      <w:start w:val="1"/>
      <w:numFmt w:val="lowerLetter"/>
      <w:lvlText w:val="%1)"/>
      <w:lvlJc w:val="lef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7" w15:restartNumberingAfterBreak="0">
    <w:nsid w:val="3E962F22"/>
    <w:multiLevelType w:val="hybridMultilevel"/>
    <w:tmpl w:val="71462194"/>
    <w:lvl w:ilvl="0" w:tplc="548627F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E850FF"/>
    <w:multiLevelType w:val="multilevel"/>
    <w:tmpl w:val="1722F17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9" w15:restartNumberingAfterBreak="0">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15:restartNumberingAfterBreak="0">
    <w:nsid w:val="5AA83AAE"/>
    <w:multiLevelType w:val="multilevel"/>
    <w:tmpl w:val="DB1AF0CA"/>
    <w:lvl w:ilvl="0">
      <w:start w:val="13"/>
      <w:numFmt w:val="decimal"/>
      <w:lvlText w:val="%1"/>
      <w:lvlJc w:val="left"/>
      <w:pPr>
        <w:ind w:left="552" w:hanging="552"/>
      </w:pPr>
      <w:rPr>
        <w:rFonts w:hint="default"/>
      </w:rPr>
    </w:lvl>
    <w:lvl w:ilvl="1">
      <w:start w:val="7"/>
      <w:numFmt w:val="decimal"/>
      <w:lvlText w:val="%1.%2"/>
      <w:lvlJc w:val="left"/>
      <w:pPr>
        <w:ind w:left="552" w:hanging="552"/>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D8F70AD"/>
    <w:multiLevelType w:val="hybridMultilevel"/>
    <w:tmpl w:val="15C8EBC2"/>
    <w:lvl w:ilvl="0" w:tplc="FFFFFFFF">
      <w:start w:val="1"/>
      <w:numFmt w:val="lowerRoman"/>
      <w:lvlText w:val="%1."/>
      <w:lvlJc w:val="right"/>
      <w:pPr>
        <w:ind w:left="1854" w:hanging="360"/>
      </w:p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2"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6504202F"/>
    <w:multiLevelType w:val="multilevel"/>
    <w:tmpl w:val="9B127B26"/>
    <w:lvl w:ilvl="0">
      <w:start w:val="1"/>
      <w:numFmt w:val="ordinal"/>
      <w:pStyle w:val="lnek"/>
      <w:suff w:val="space"/>
      <w:lvlText w:val="Čl. %1"/>
      <w:lvlJc w:val="left"/>
      <w:pPr>
        <w:ind w:left="6550" w:hanging="454"/>
      </w:pPr>
      <w:rPr>
        <w:rFonts w:hint="default"/>
      </w:rPr>
    </w:lvl>
    <w:lvl w:ilvl="1">
      <w:start w:val="1"/>
      <w:numFmt w:val="ordinal"/>
      <w:pStyle w:val="Odstavec2"/>
      <w:lvlText w:val="%1%2"/>
      <w:lvlJc w:val="left"/>
      <w:pPr>
        <w:tabs>
          <w:tab w:val="num" w:pos="1080"/>
        </w:tabs>
        <w:ind w:left="567" w:hanging="567"/>
      </w:pPr>
      <w:rPr>
        <w:rFonts w:ascii="Arial" w:hAnsi="Arial" w:cs="Arial" w:hint="default"/>
        <w:i w:val="0"/>
        <w:color w:val="auto"/>
        <w:sz w:val="20"/>
        <w:szCs w:val="20"/>
      </w:rPr>
    </w:lvl>
    <w:lvl w:ilvl="2">
      <w:start w:val="1"/>
      <w:numFmt w:val="ordinal"/>
      <w:pStyle w:val="Odstavec3"/>
      <w:lvlText w:val="%1%2%3"/>
      <w:lvlJc w:val="left"/>
      <w:pPr>
        <w:tabs>
          <w:tab w:val="num" w:pos="1364"/>
        </w:tabs>
        <w:ind w:left="1134" w:hanging="850"/>
      </w:pPr>
      <w:rPr>
        <w:rFonts w:hint="default"/>
        <w:b w:val="0"/>
        <w:bCs w:val="0"/>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769F0C6D"/>
    <w:multiLevelType w:val="multilevel"/>
    <w:tmpl w:val="24B24D0A"/>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B03FCE"/>
    <w:multiLevelType w:val="hybridMultilevel"/>
    <w:tmpl w:val="3160A25A"/>
    <w:lvl w:ilvl="0" w:tplc="BF1C2C20">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num w:numId="1" w16cid:durableId="1991709750">
    <w:abstractNumId w:val="13"/>
  </w:num>
  <w:num w:numId="2" w16cid:durableId="1938176178">
    <w:abstractNumId w:val="9"/>
  </w:num>
  <w:num w:numId="3" w16cid:durableId="241959498">
    <w:abstractNumId w:val="9"/>
  </w:num>
  <w:num w:numId="4" w16cid:durableId="74589903">
    <w:abstractNumId w:val="7"/>
  </w:num>
  <w:num w:numId="5" w16cid:durableId="805244837">
    <w:abstractNumId w:val="13"/>
  </w:num>
  <w:num w:numId="6" w16cid:durableId="1975869564">
    <w:abstractNumId w:val="3"/>
  </w:num>
  <w:num w:numId="7" w16cid:durableId="860166312">
    <w:abstractNumId w:val="8"/>
  </w:num>
  <w:num w:numId="8" w16cid:durableId="1837066493">
    <w:abstractNumId w:val="9"/>
    <w:lvlOverride w:ilvl="0">
      <w:startOverride w:val="1"/>
    </w:lvlOverride>
  </w:num>
  <w:num w:numId="9" w16cid:durableId="493883509">
    <w:abstractNumId w:val="9"/>
    <w:lvlOverride w:ilvl="0">
      <w:startOverride w:val="1"/>
    </w:lvlOverride>
  </w:num>
  <w:num w:numId="10" w16cid:durableId="1087768349">
    <w:abstractNumId w:val="2"/>
  </w:num>
  <w:num w:numId="11" w16cid:durableId="1552499294">
    <w:abstractNumId w:val="0"/>
  </w:num>
  <w:num w:numId="12" w16cid:durableId="1325628462">
    <w:abstractNumId w:val="12"/>
  </w:num>
  <w:num w:numId="13" w16cid:durableId="4746614">
    <w:abstractNumId w:val="1"/>
  </w:num>
  <w:num w:numId="14" w16cid:durableId="2024431532">
    <w:abstractNumId w:val="5"/>
  </w:num>
  <w:num w:numId="15" w16cid:durableId="1226992609">
    <w:abstractNumId w:val="15"/>
  </w:num>
  <w:num w:numId="16" w16cid:durableId="1705014394">
    <w:abstractNumId w:val="4"/>
  </w:num>
  <w:num w:numId="17" w16cid:durableId="2141873404">
    <w:abstractNumId w:val="10"/>
  </w:num>
  <w:num w:numId="18" w16cid:durableId="303700041">
    <w:abstractNumId w:val="6"/>
  </w:num>
  <w:num w:numId="19" w16cid:durableId="1480270115">
    <w:abstractNumId w:val="14"/>
  </w:num>
  <w:num w:numId="20" w16cid:durableId="1537231636">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78A"/>
    <w:rsid w:val="0000090A"/>
    <w:rsid w:val="0000137E"/>
    <w:rsid w:val="000041E3"/>
    <w:rsid w:val="000058F4"/>
    <w:rsid w:val="000073BA"/>
    <w:rsid w:val="000122CC"/>
    <w:rsid w:val="00016460"/>
    <w:rsid w:val="00016FAB"/>
    <w:rsid w:val="00022894"/>
    <w:rsid w:val="00023BB6"/>
    <w:rsid w:val="00023EB2"/>
    <w:rsid w:val="000247F7"/>
    <w:rsid w:val="00025AA7"/>
    <w:rsid w:val="0003049A"/>
    <w:rsid w:val="0003429E"/>
    <w:rsid w:val="0003442E"/>
    <w:rsid w:val="000352C9"/>
    <w:rsid w:val="00036351"/>
    <w:rsid w:val="0003684C"/>
    <w:rsid w:val="0003786B"/>
    <w:rsid w:val="000412C6"/>
    <w:rsid w:val="00041E21"/>
    <w:rsid w:val="00043492"/>
    <w:rsid w:val="000456FA"/>
    <w:rsid w:val="00045A0F"/>
    <w:rsid w:val="0004719C"/>
    <w:rsid w:val="00047405"/>
    <w:rsid w:val="00051C3B"/>
    <w:rsid w:val="00051FE3"/>
    <w:rsid w:val="00052BA7"/>
    <w:rsid w:val="0005506E"/>
    <w:rsid w:val="00055F71"/>
    <w:rsid w:val="00057DB7"/>
    <w:rsid w:val="00060A5C"/>
    <w:rsid w:val="00061B00"/>
    <w:rsid w:val="000626EF"/>
    <w:rsid w:val="00063DDA"/>
    <w:rsid w:val="00073428"/>
    <w:rsid w:val="00073A6F"/>
    <w:rsid w:val="0007475A"/>
    <w:rsid w:val="00080DD5"/>
    <w:rsid w:val="00081EE2"/>
    <w:rsid w:val="000827BB"/>
    <w:rsid w:val="00083BE4"/>
    <w:rsid w:val="000901DA"/>
    <w:rsid w:val="000932CC"/>
    <w:rsid w:val="00093C0D"/>
    <w:rsid w:val="00093CD9"/>
    <w:rsid w:val="0009407B"/>
    <w:rsid w:val="00094B3D"/>
    <w:rsid w:val="00095151"/>
    <w:rsid w:val="000960DF"/>
    <w:rsid w:val="00097D71"/>
    <w:rsid w:val="000A0005"/>
    <w:rsid w:val="000A0125"/>
    <w:rsid w:val="000A55E7"/>
    <w:rsid w:val="000A64F0"/>
    <w:rsid w:val="000B0096"/>
    <w:rsid w:val="000B0DA1"/>
    <w:rsid w:val="000B1033"/>
    <w:rsid w:val="000B19BA"/>
    <w:rsid w:val="000B3126"/>
    <w:rsid w:val="000B39FE"/>
    <w:rsid w:val="000B4E26"/>
    <w:rsid w:val="000B5466"/>
    <w:rsid w:val="000B6187"/>
    <w:rsid w:val="000B7F58"/>
    <w:rsid w:val="000C2978"/>
    <w:rsid w:val="000C2E53"/>
    <w:rsid w:val="000C4339"/>
    <w:rsid w:val="000C6315"/>
    <w:rsid w:val="000C6A62"/>
    <w:rsid w:val="000C6B0F"/>
    <w:rsid w:val="000C7EEC"/>
    <w:rsid w:val="000C7F0C"/>
    <w:rsid w:val="000D19D8"/>
    <w:rsid w:val="000D1D99"/>
    <w:rsid w:val="000D29A1"/>
    <w:rsid w:val="000D2B06"/>
    <w:rsid w:val="000D52DF"/>
    <w:rsid w:val="000D5F5D"/>
    <w:rsid w:val="000D7180"/>
    <w:rsid w:val="000E0214"/>
    <w:rsid w:val="000E05ED"/>
    <w:rsid w:val="000E1126"/>
    <w:rsid w:val="000E1DAE"/>
    <w:rsid w:val="000E24A4"/>
    <w:rsid w:val="000E64C3"/>
    <w:rsid w:val="000E7940"/>
    <w:rsid w:val="000F23B1"/>
    <w:rsid w:val="000F5399"/>
    <w:rsid w:val="000F5D51"/>
    <w:rsid w:val="000F5E2F"/>
    <w:rsid w:val="00101C63"/>
    <w:rsid w:val="00102471"/>
    <w:rsid w:val="00102BA4"/>
    <w:rsid w:val="00104D03"/>
    <w:rsid w:val="00107826"/>
    <w:rsid w:val="00107E5F"/>
    <w:rsid w:val="001107A7"/>
    <w:rsid w:val="0011337C"/>
    <w:rsid w:val="0011530D"/>
    <w:rsid w:val="00121270"/>
    <w:rsid w:val="0012254F"/>
    <w:rsid w:val="00123E93"/>
    <w:rsid w:val="00130002"/>
    <w:rsid w:val="001334CA"/>
    <w:rsid w:val="00134D8F"/>
    <w:rsid w:val="00134DA4"/>
    <w:rsid w:val="001366E3"/>
    <w:rsid w:val="00145FFD"/>
    <w:rsid w:val="00146529"/>
    <w:rsid w:val="001500BC"/>
    <w:rsid w:val="00151ABA"/>
    <w:rsid w:val="00153089"/>
    <w:rsid w:val="001532E8"/>
    <w:rsid w:val="001533A6"/>
    <w:rsid w:val="00154051"/>
    <w:rsid w:val="001542BC"/>
    <w:rsid w:val="0015437F"/>
    <w:rsid w:val="0015554C"/>
    <w:rsid w:val="00160333"/>
    <w:rsid w:val="00160414"/>
    <w:rsid w:val="00163270"/>
    <w:rsid w:val="00163AE8"/>
    <w:rsid w:val="00165781"/>
    <w:rsid w:val="00166240"/>
    <w:rsid w:val="00166495"/>
    <w:rsid w:val="00171F7F"/>
    <w:rsid w:val="00172B20"/>
    <w:rsid w:val="0017356C"/>
    <w:rsid w:val="00173E1C"/>
    <w:rsid w:val="00174BE4"/>
    <w:rsid w:val="00180D32"/>
    <w:rsid w:val="001833FC"/>
    <w:rsid w:val="0018365E"/>
    <w:rsid w:val="00184EB8"/>
    <w:rsid w:val="00185B62"/>
    <w:rsid w:val="001909CC"/>
    <w:rsid w:val="001927E5"/>
    <w:rsid w:val="00194B27"/>
    <w:rsid w:val="00195672"/>
    <w:rsid w:val="00197CE7"/>
    <w:rsid w:val="001A124C"/>
    <w:rsid w:val="001A4A46"/>
    <w:rsid w:val="001A5851"/>
    <w:rsid w:val="001A776C"/>
    <w:rsid w:val="001A7C8F"/>
    <w:rsid w:val="001A7D6E"/>
    <w:rsid w:val="001B493C"/>
    <w:rsid w:val="001B6AAD"/>
    <w:rsid w:val="001B7D86"/>
    <w:rsid w:val="001C04C7"/>
    <w:rsid w:val="001C07A9"/>
    <w:rsid w:val="001C1440"/>
    <w:rsid w:val="001C5E8B"/>
    <w:rsid w:val="001C67B3"/>
    <w:rsid w:val="001C6B25"/>
    <w:rsid w:val="001D383C"/>
    <w:rsid w:val="001D4312"/>
    <w:rsid w:val="001D4911"/>
    <w:rsid w:val="001D6143"/>
    <w:rsid w:val="001D64FB"/>
    <w:rsid w:val="001E0367"/>
    <w:rsid w:val="001E08C6"/>
    <w:rsid w:val="001E0F24"/>
    <w:rsid w:val="001E17F5"/>
    <w:rsid w:val="001E4F8B"/>
    <w:rsid w:val="001F20C2"/>
    <w:rsid w:val="001F2414"/>
    <w:rsid w:val="001F3EB8"/>
    <w:rsid w:val="001F7C54"/>
    <w:rsid w:val="00200877"/>
    <w:rsid w:val="00204984"/>
    <w:rsid w:val="0020555D"/>
    <w:rsid w:val="002100BD"/>
    <w:rsid w:val="0021016C"/>
    <w:rsid w:val="00210A3D"/>
    <w:rsid w:val="00211AC5"/>
    <w:rsid w:val="0021315A"/>
    <w:rsid w:val="00216448"/>
    <w:rsid w:val="00216532"/>
    <w:rsid w:val="002231B4"/>
    <w:rsid w:val="00223E0C"/>
    <w:rsid w:val="002246C3"/>
    <w:rsid w:val="00225234"/>
    <w:rsid w:val="002253FF"/>
    <w:rsid w:val="00226094"/>
    <w:rsid w:val="002270C0"/>
    <w:rsid w:val="00227149"/>
    <w:rsid w:val="0023165B"/>
    <w:rsid w:val="00233963"/>
    <w:rsid w:val="00233C51"/>
    <w:rsid w:val="002411E1"/>
    <w:rsid w:val="0024245D"/>
    <w:rsid w:val="00245CA9"/>
    <w:rsid w:val="00246100"/>
    <w:rsid w:val="00246E0D"/>
    <w:rsid w:val="002525FB"/>
    <w:rsid w:val="00255855"/>
    <w:rsid w:val="00255BFA"/>
    <w:rsid w:val="00255DA7"/>
    <w:rsid w:val="00256927"/>
    <w:rsid w:val="002615F2"/>
    <w:rsid w:val="00263564"/>
    <w:rsid w:val="0026396B"/>
    <w:rsid w:val="00263FED"/>
    <w:rsid w:val="00266C05"/>
    <w:rsid w:val="00271C46"/>
    <w:rsid w:val="0027239B"/>
    <w:rsid w:val="00272644"/>
    <w:rsid w:val="0027429A"/>
    <w:rsid w:val="00275D32"/>
    <w:rsid w:val="00277661"/>
    <w:rsid w:val="00280022"/>
    <w:rsid w:val="002805E7"/>
    <w:rsid w:val="002811AB"/>
    <w:rsid w:val="002857EC"/>
    <w:rsid w:val="00287655"/>
    <w:rsid w:val="00291DC0"/>
    <w:rsid w:val="00294154"/>
    <w:rsid w:val="002947C5"/>
    <w:rsid w:val="002960C6"/>
    <w:rsid w:val="00296236"/>
    <w:rsid w:val="002977AF"/>
    <w:rsid w:val="002A08AD"/>
    <w:rsid w:val="002A0E8D"/>
    <w:rsid w:val="002A0FD9"/>
    <w:rsid w:val="002A1327"/>
    <w:rsid w:val="002A1FA8"/>
    <w:rsid w:val="002A2087"/>
    <w:rsid w:val="002A26EE"/>
    <w:rsid w:val="002A684A"/>
    <w:rsid w:val="002A6D2B"/>
    <w:rsid w:val="002B11A6"/>
    <w:rsid w:val="002B2F4A"/>
    <w:rsid w:val="002B48B4"/>
    <w:rsid w:val="002B66E3"/>
    <w:rsid w:val="002C718A"/>
    <w:rsid w:val="002C72EB"/>
    <w:rsid w:val="002C77FA"/>
    <w:rsid w:val="002C7A66"/>
    <w:rsid w:val="002D0CAE"/>
    <w:rsid w:val="002D1B36"/>
    <w:rsid w:val="002D1DC3"/>
    <w:rsid w:val="002D28A6"/>
    <w:rsid w:val="002D51F5"/>
    <w:rsid w:val="002D613B"/>
    <w:rsid w:val="002D7EBD"/>
    <w:rsid w:val="002E0CC8"/>
    <w:rsid w:val="002E1192"/>
    <w:rsid w:val="002E33F0"/>
    <w:rsid w:val="002E4D43"/>
    <w:rsid w:val="002E7064"/>
    <w:rsid w:val="002E7183"/>
    <w:rsid w:val="002F023A"/>
    <w:rsid w:val="002F2A11"/>
    <w:rsid w:val="002F4D59"/>
    <w:rsid w:val="002F6183"/>
    <w:rsid w:val="002F7353"/>
    <w:rsid w:val="0030013F"/>
    <w:rsid w:val="003006A4"/>
    <w:rsid w:val="0030087D"/>
    <w:rsid w:val="00300F72"/>
    <w:rsid w:val="003010C8"/>
    <w:rsid w:val="0030370D"/>
    <w:rsid w:val="00303D5D"/>
    <w:rsid w:val="00311B15"/>
    <w:rsid w:val="003126B3"/>
    <w:rsid w:val="0031724E"/>
    <w:rsid w:val="00321687"/>
    <w:rsid w:val="00321C11"/>
    <w:rsid w:val="003226DF"/>
    <w:rsid w:val="00323C0B"/>
    <w:rsid w:val="00327132"/>
    <w:rsid w:val="00330A4D"/>
    <w:rsid w:val="00330DF0"/>
    <w:rsid w:val="00333810"/>
    <w:rsid w:val="00335A76"/>
    <w:rsid w:val="003423D6"/>
    <w:rsid w:val="00344EB8"/>
    <w:rsid w:val="0034695A"/>
    <w:rsid w:val="003470FC"/>
    <w:rsid w:val="0035028C"/>
    <w:rsid w:val="003514A5"/>
    <w:rsid w:val="003541D5"/>
    <w:rsid w:val="00356245"/>
    <w:rsid w:val="0036075C"/>
    <w:rsid w:val="00361D62"/>
    <w:rsid w:val="00363594"/>
    <w:rsid w:val="00370B35"/>
    <w:rsid w:val="00371E55"/>
    <w:rsid w:val="00372113"/>
    <w:rsid w:val="00372A3A"/>
    <w:rsid w:val="0037330C"/>
    <w:rsid w:val="0037625A"/>
    <w:rsid w:val="00376668"/>
    <w:rsid w:val="00377756"/>
    <w:rsid w:val="0038121D"/>
    <w:rsid w:val="003836E2"/>
    <w:rsid w:val="00384D42"/>
    <w:rsid w:val="003866B6"/>
    <w:rsid w:val="003901E4"/>
    <w:rsid w:val="00392E0F"/>
    <w:rsid w:val="0039302B"/>
    <w:rsid w:val="003939AB"/>
    <w:rsid w:val="00393F21"/>
    <w:rsid w:val="0039435E"/>
    <w:rsid w:val="0039538A"/>
    <w:rsid w:val="00397012"/>
    <w:rsid w:val="00397016"/>
    <w:rsid w:val="003A0A7B"/>
    <w:rsid w:val="003A126E"/>
    <w:rsid w:val="003A15A5"/>
    <w:rsid w:val="003A239D"/>
    <w:rsid w:val="003A263F"/>
    <w:rsid w:val="003A3201"/>
    <w:rsid w:val="003A48D6"/>
    <w:rsid w:val="003A512A"/>
    <w:rsid w:val="003B14A6"/>
    <w:rsid w:val="003B2120"/>
    <w:rsid w:val="003B226E"/>
    <w:rsid w:val="003B419E"/>
    <w:rsid w:val="003B5173"/>
    <w:rsid w:val="003B7E94"/>
    <w:rsid w:val="003C0244"/>
    <w:rsid w:val="003C21C1"/>
    <w:rsid w:val="003C485E"/>
    <w:rsid w:val="003C62DF"/>
    <w:rsid w:val="003D010D"/>
    <w:rsid w:val="003D038E"/>
    <w:rsid w:val="003D3CA8"/>
    <w:rsid w:val="003D4475"/>
    <w:rsid w:val="003D4A71"/>
    <w:rsid w:val="003D6EBE"/>
    <w:rsid w:val="003E2861"/>
    <w:rsid w:val="003E57E7"/>
    <w:rsid w:val="003E664E"/>
    <w:rsid w:val="003F043E"/>
    <w:rsid w:val="003F124E"/>
    <w:rsid w:val="003F3502"/>
    <w:rsid w:val="003F421A"/>
    <w:rsid w:val="003F5E9A"/>
    <w:rsid w:val="003F629A"/>
    <w:rsid w:val="003F678D"/>
    <w:rsid w:val="003F7137"/>
    <w:rsid w:val="003F71FE"/>
    <w:rsid w:val="004003AF"/>
    <w:rsid w:val="004016A9"/>
    <w:rsid w:val="00401E4A"/>
    <w:rsid w:val="004036A9"/>
    <w:rsid w:val="00404B3D"/>
    <w:rsid w:val="00406B9C"/>
    <w:rsid w:val="00407B13"/>
    <w:rsid w:val="00410BAB"/>
    <w:rsid w:val="00410FB9"/>
    <w:rsid w:val="00412026"/>
    <w:rsid w:val="004126D5"/>
    <w:rsid w:val="00413A2D"/>
    <w:rsid w:val="00414747"/>
    <w:rsid w:val="00414EDA"/>
    <w:rsid w:val="00415A70"/>
    <w:rsid w:val="004212AF"/>
    <w:rsid w:val="0042289C"/>
    <w:rsid w:val="0042357A"/>
    <w:rsid w:val="00424E60"/>
    <w:rsid w:val="00424EC7"/>
    <w:rsid w:val="004258CA"/>
    <w:rsid w:val="004259B6"/>
    <w:rsid w:val="0042778C"/>
    <w:rsid w:val="00431097"/>
    <w:rsid w:val="00432AD2"/>
    <w:rsid w:val="0043333F"/>
    <w:rsid w:val="004341EC"/>
    <w:rsid w:val="004411B6"/>
    <w:rsid w:val="0044371F"/>
    <w:rsid w:val="00443D70"/>
    <w:rsid w:val="00450799"/>
    <w:rsid w:val="004508A9"/>
    <w:rsid w:val="00452101"/>
    <w:rsid w:val="004521D5"/>
    <w:rsid w:val="00454B5B"/>
    <w:rsid w:val="0046415B"/>
    <w:rsid w:val="0046498D"/>
    <w:rsid w:val="00465E53"/>
    <w:rsid w:val="00466EB4"/>
    <w:rsid w:val="004678A8"/>
    <w:rsid w:val="00473AE2"/>
    <w:rsid w:val="00474F6A"/>
    <w:rsid w:val="004760B1"/>
    <w:rsid w:val="004765F6"/>
    <w:rsid w:val="00481D38"/>
    <w:rsid w:val="004832B2"/>
    <w:rsid w:val="00485E92"/>
    <w:rsid w:val="004902B8"/>
    <w:rsid w:val="004902EE"/>
    <w:rsid w:val="00490CF7"/>
    <w:rsid w:val="00490FEA"/>
    <w:rsid w:val="0049190E"/>
    <w:rsid w:val="004959DE"/>
    <w:rsid w:val="0049681B"/>
    <w:rsid w:val="004A1B9E"/>
    <w:rsid w:val="004A224C"/>
    <w:rsid w:val="004A2B93"/>
    <w:rsid w:val="004A3436"/>
    <w:rsid w:val="004A353B"/>
    <w:rsid w:val="004A4E2E"/>
    <w:rsid w:val="004B4889"/>
    <w:rsid w:val="004B586C"/>
    <w:rsid w:val="004C0F27"/>
    <w:rsid w:val="004C3BF8"/>
    <w:rsid w:val="004C44DB"/>
    <w:rsid w:val="004C6354"/>
    <w:rsid w:val="004D2956"/>
    <w:rsid w:val="004D442E"/>
    <w:rsid w:val="004D6386"/>
    <w:rsid w:val="004D6B0D"/>
    <w:rsid w:val="004E0AC8"/>
    <w:rsid w:val="004E4133"/>
    <w:rsid w:val="004E5E67"/>
    <w:rsid w:val="004F122B"/>
    <w:rsid w:val="004F1329"/>
    <w:rsid w:val="004F162F"/>
    <w:rsid w:val="004F487F"/>
    <w:rsid w:val="004F5000"/>
    <w:rsid w:val="004F5BFD"/>
    <w:rsid w:val="004F5F7F"/>
    <w:rsid w:val="004F6180"/>
    <w:rsid w:val="004F7726"/>
    <w:rsid w:val="00501303"/>
    <w:rsid w:val="00506A3E"/>
    <w:rsid w:val="00507A15"/>
    <w:rsid w:val="00511200"/>
    <w:rsid w:val="00512D8A"/>
    <w:rsid w:val="00513E03"/>
    <w:rsid w:val="00514453"/>
    <w:rsid w:val="00514EE3"/>
    <w:rsid w:val="00516929"/>
    <w:rsid w:val="005218BC"/>
    <w:rsid w:val="00521C2A"/>
    <w:rsid w:val="00521FE0"/>
    <w:rsid w:val="00522BEC"/>
    <w:rsid w:val="0052521D"/>
    <w:rsid w:val="00525F43"/>
    <w:rsid w:val="005261BC"/>
    <w:rsid w:val="00530D05"/>
    <w:rsid w:val="00531110"/>
    <w:rsid w:val="00532481"/>
    <w:rsid w:val="00532F73"/>
    <w:rsid w:val="00536855"/>
    <w:rsid w:val="00542B8C"/>
    <w:rsid w:val="00543351"/>
    <w:rsid w:val="005436C4"/>
    <w:rsid w:val="00543749"/>
    <w:rsid w:val="0054381F"/>
    <w:rsid w:val="00544940"/>
    <w:rsid w:val="00546B5D"/>
    <w:rsid w:val="005544E3"/>
    <w:rsid w:val="00555349"/>
    <w:rsid w:val="005555DE"/>
    <w:rsid w:val="005561F5"/>
    <w:rsid w:val="00556A8B"/>
    <w:rsid w:val="00556F8E"/>
    <w:rsid w:val="0056098A"/>
    <w:rsid w:val="00561EB4"/>
    <w:rsid w:val="00564D83"/>
    <w:rsid w:val="005653CC"/>
    <w:rsid w:val="005662EA"/>
    <w:rsid w:val="00570FC5"/>
    <w:rsid w:val="0057603D"/>
    <w:rsid w:val="005776AF"/>
    <w:rsid w:val="00580B1E"/>
    <w:rsid w:val="00580C70"/>
    <w:rsid w:val="005811A1"/>
    <w:rsid w:val="0058178E"/>
    <w:rsid w:val="00582816"/>
    <w:rsid w:val="00582E04"/>
    <w:rsid w:val="005846C2"/>
    <w:rsid w:val="00590290"/>
    <w:rsid w:val="00590DB0"/>
    <w:rsid w:val="00591044"/>
    <w:rsid w:val="0059305A"/>
    <w:rsid w:val="00596B9E"/>
    <w:rsid w:val="005975DE"/>
    <w:rsid w:val="005A0F79"/>
    <w:rsid w:val="005A2384"/>
    <w:rsid w:val="005A2C48"/>
    <w:rsid w:val="005A61DB"/>
    <w:rsid w:val="005A6498"/>
    <w:rsid w:val="005A6566"/>
    <w:rsid w:val="005A65E9"/>
    <w:rsid w:val="005A6940"/>
    <w:rsid w:val="005A7275"/>
    <w:rsid w:val="005B08B5"/>
    <w:rsid w:val="005B38F3"/>
    <w:rsid w:val="005C04E3"/>
    <w:rsid w:val="005C2639"/>
    <w:rsid w:val="005C3036"/>
    <w:rsid w:val="005C54C8"/>
    <w:rsid w:val="005C5CC7"/>
    <w:rsid w:val="005C5D01"/>
    <w:rsid w:val="005C77E0"/>
    <w:rsid w:val="005C7A7B"/>
    <w:rsid w:val="005C7C4A"/>
    <w:rsid w:val="005D0066"/>
    <w:rsid w:val="005D0F26"/>
    <w:rsid w:val="005D1CD8"/>
    <w:rsid w:val="005D1EC9"/>
    <w:rsid w:val="005D418A"/>
    <w:rsid w:val="005D43ED"/>
    <w:rsid w:val="005D4A13"/>
    <w:rsid w:val="005E06A4"/>
    <w:rsid w:val="005E23C4"/>
    <w:rsid w:val="005E2D41"/>
    <w:rsid w:val="005E46B1"/>
    <w:rsid w:val="005E4831"/>
    <w:rsid w:val="005E71FC"/>
    <w:rsid w:val="005F1CFD"/>
    <w:rsid w:val="005F300A"/>
    <w:rsid w:val="005F6EEA"/>
    <w:rsid w:val="00603EB3"/>
    <w:rsid w:val="006044C0"/>
    <w:rsid w:val="006057BD"/>
    <w:rsid w:val="006067C5"/>
    <w:rsid w:val="00606D88"/>
    <w:rsid w:val="00610375"/>
    <w:rsid w:val="006111F5"/>
    <w:rsid w:val="006124FA"/>
    <w:rsid w:val="006126DD"/>
    <w:rsid w:val="006146FC"/>
    <w:rsid w:val="006147EF"/>
    <w:rsid w:val="00620041"/>
    <w:rsid w:val="006207A9"/>
    <w:rsid w:val="00623713"/>
    <w:rsid w:val="00623BCE"/>
    <w:rsid w:val="00624F56"/>
    <w:rsid w:val="006273CF"/>
    <w:rsid w:val="00633070"/>
    <w:rsid w:val="00633507"/>
    <w:rsid w:val="006335A1"/>
    <w:rsid w:val="00635D66"/>
    <w:rsid w:val="006366F6"/>
    <w:rsid w:val="006372C0"/>
    <w:rsid w:val="00641D6F"/>
    <w:rsid w:val="006426E3"/>
    <w:rsid w:val="00644B91"/>
    <w:rsid w:val="006450F4"/>
    <w:rsid w:val="0064569B"/>
    <w:rsid w:val="006459C1"/>
    <w:rsid w:val="00646AB4"/>
    <w:rsid w:val="00646C04"/>
    <w:rsid w:val="00646C52"/>
    <w:rsid w:val="00650697"/>
    <w:rsid w:val="00651301"/>
    <w:rsid w:val="00654B29"/>
    <w:rsid w:val="006555D3"/>
    <w:rsid w:val="00655C3C"/>
    <w:rsid w:val="006566C2"/>
    <w:rsid w:val="00661E15"/>
    <w:rsid w:val="00661FF9"/>
    <w:rsid w:val="00662AE0"/>
    <w:rsid w:val="006650E8"/>
    <w:rsid w:val="0066633E"/>
    <w:rsid w:val="006671F8"/>
    <w:rsid w:val="006708FD"/>
    <w:rsid w:val="00671189"/>
    <w:rsid w:val="00672697"/>
    <w:rsid w:val="006733F7"/>
    <w:rsid w:val="00676C8C"/>
    <w:rsid w:val="00683296"/>
    <w:rsid w:val="00683DFE"/>
    <w:rsid w:val="006845F2"/>
    <w:rsid w:val="0068496D"/>
    <w:rsid w:val="006857A4"/>
    <w:rsid w:val="006871EC"/>
    <w:rsid w:val="006911B7"/>
    <w:rsid w:val="00693E26"/>
    <w:rsid w:val="00694DDB"/>
    <w:rsid w:val="00696E05"/>
    <w:rsid w:val="006A232C"/>
    <w:rsid w:val="006B1FC5"/>
    <w:rsid w:val="006B2BE2"/>
    <w:rsid w:val="006B5430"/>
    <w:rsid w:val="006C1AA6"/>
    <w:rsid w:val="006C1F0D"/>
    <w:rsid w:val="006C31B3"/>
    <w:rsid w:val="006C34D1"/>
    <w:rsid w:val="006C7AC5"/>
    <w:rsid w:val="006D2CD7"/>
    <w:rsid w:val="006D5DE2"/>
    <w:rsid w:val="006D7345"/>
    <w:rsid w:val="006E17F5"/>
    <w:rsid w:val="006E1F29"/>
    <w:rsid w:val="006E246A"/>
    <w:rsid w:val="006E58C9"/>
    <w:rsid w:val="006E5B87"/>
    <w:rsid w:val="006F76ED"/>
    <w:rsid w:val="007000E7"/>
    <w:rsid w:val="00700A79"/>
    <w:rsid w:val="00705D3E"/>
    <w:rsid w:val="0070648E"/>
    <w:rsid w:val="007067E0"/>
    <w:rsid w:val="00706CD6"/>
    <w:rsid w:val="00707FCC"/>
    <w:rsid w:val="00712835"/>
    <w:rsid w:val="0071390A"/>
    <w:rsid w:val="00715B60"/>
    <w:rsid w:val="00715D52"/>
    <w:rsid w:val="0071663C"/>
    <w:rsid w:val="007171AD"/>
    <w:rsid w:val="00717427"/>
    <w:rsid w:val="007205F1"/>
    <w:rsid w:val="00721179"/>
    <w:rsid w:val="00721C8A"/>
    <w:rsid w:val="00724588"/>
    <w:rsid w:val="00730B04"/>
    <w:rsid w:val="00731345"/>
    <w:rsid w:val="0073276A"/>
    <w:rsid w:val="00732E71"/>
    <w:rsid w:val="00733023"/>
    <w:rsid w:val="007334FD"/>
    <w:rsid w:val="007342DD"/>
    <w:rsid w:val="007343C9"/>
    <w:rsid w:val="00734B09"/>
    <w:rsid w:val="007351CA"/>
    <w:rsid w:val="007363D3"/>
    <w:rsid w:val="007402CB"/>
    <w:rsid w:val="00740683"/>
    <w:rsid w:val="0074072F"/>
    <w:rsid w:val="0074175E"/>
    <w:rsid w:val="00746A9B"/>
    <w:rsid w:val="00746BFF"/>
    <w:rsid w:val="00752B22"/>
    <w:rsid w:val="0075309B"/>
    <w:rsid w:val="00753C82"/>
    <w:rsid w:val="00760453"/>
    <w:rsid w:val="00760749"/>
    <w:rsid w:val="00762E24"/>
    <w:rsid w:val="00763B57"/>
    <w:rsid w:val="007659AE"/>
    <w:rsid w:val="00767147"/>
    <w:rsid w:val="00770F2E"/>
    <w:rsid w:val="00771023"/>
    <w:rsid w:val="00772D7B"/>
    <w:rsid w:val="00773054"/>
    <w:rsid w:val="00773898"/>
    <w:rsid w:val="00775BF2"/>
    <w:rsid w:val="00777E64"/>
    <w:rsid w:val="00780008"/>
    <w:rsid w:val="00782E24"/>
    <w:rsid w:val="00783335"/>
    <w:rsid w:val="0078620E"/>
    <w:rsid w:val="007868A4"/>
    <w:rsid w:val="00787D58"/>
    <w:rsid w:val="00787FC4"/>
    <w:rsid w:val="00790769"/>
    <w:rsid w:val="00791BE5"/>
    <w:rsid w:val="0079685C"/>
    <w:rsid w:val="007972DF"/>
    <w:rsid w:val="007A0A2C"/>
    <w:rsid w:val="007A36E9"/>
    <w:rsid w:val="007A3815"/>
    <w:rsid w:val="007A3ADD"/>
    <w:rsid w:val="007A53B6"/>
    <w:rsid w:val="007A545E"/>
    <w:rsid w:val="007A7391"/>
    <w:rsid w:val="007A7780"/>
    <w:rsid w:val="007B1761"/>
    <w:rsid w:val="007B1B24"/>
    <w:rsid w:val="007B38A4"/>
    <w:rsid w:val="007B3D22"/>
    <w:rsid w:val="007B491D"/>
    <w:rsid w:val="007C2C06"/>
    <w:rsid w:val="007C390E"/>
    <w:rsid w:val="007C49D4"/>
    <w:rsid w:val="007C5746"/>
    <w:rsid w:val="007C5DA2"/>
    <w:rsid w:val="007C7A7A"/>
    <w:rsid w:val="007D0431"/>
    <w:rsid w:val="007D4862"/>
    <w:rsid w:val="007D4E89"/>
    <w:rsid w:val="007F2F7E"/>
    <w:rsid w:val="007F3FC6"/>
    <w:rsid w:val="007F5326"/>
    <w:rsid w:val="0080431F"/>
    <w:rsid w:val="008044C0"/>
    <w:rsid w:val="008049CB"/>
    <w:rsid w:val="00805AFA"/>
    <w:rsid w:val="0081276A"/>
    <w:rsid w:val="00813F0D"/>
    <w:rsid w:val="00815886"/>
    <w:rsid w:val="00815A92"/>
    <w:rsid w:val="00821233"/>
    <w:rsid w:val="00821440"/>
    <w:rsid w:val="00821FFC"/>
    <w:rsid w:val="00823374"/>
    <w:rsid w:val="00824F64"/>
    <w:rsid w:val="00825D95"/>
    <w:rsid w:val="00827FD4"/>
    <w:rsid w:val="008314EB"/>
    <w:rsid w:val="0083181D"/>
    <w:rsid w:val="0083610B"/>
    <w:rsid w:val="008362BE"/>
    <w:rsid w:val="008370F0"/>
    <w:rsid w:val="008374F2"/>
    <w:rsid w:val="00837CF8"/>
    <w:rsid w:val="008404AC"/>
    <w:rsid w:val="00841875"/>
    <w:rsid w:val="008433AC"/>
    <w:rsid w:val="00845AFC"/>
    <w:rsid w:val="00846B8E"/>
    <w:rsid w:val="00850668"/>
    <w:rsid w:val="00851581"/>
    <w:rsid w:val="0085159A"/>
    <w:rsid w:val="00853D3F"/>
    <w:rsid w:val="00855B4D"/>
    <w:rsid w:val="008607B7"/>
    <w:rsid w:val="0086116D"/>
    <w:rsid w:val="0086259F"/>
    <w:rsid w:val="00865E67"/>
    <w:rsid w:val="00865F16"/>
    <w:rsid w:val="0086648D"/>
    <w:rsid w:val="00871497"/>
    <w:rsid w:val="00871F6C"/>
    <w:rsid w:val="00872FF5"/>
    <w:rsid w:val="00873C2B"/>
    <w:rsid w:val="008741B5"/>
    <w:rsid w:val="00874A92"/>
    <w:rsid w:val="00877EA3"/>
    <w:rsid w:val="00881BB7"/>
    <w:rsid w:val="008847AF"/>
    <w:rsid w:val="0088527C"/>
    <w:rsid w:val="00890458"/>
    <w:rsid w:val="008907D9"/>
    <w:rsid w:val="00893763"/>
    <w:rsid w:val="0089402F"/>
    <w:rsid w:val="008A02F0"/>
    <w:rsid w:val="008A1469"/>
    <w:rsid w:val="008A1826"/>
    <w:rsid w:val="008A3003"/>
    <w:rsid w:val="008A4F14"/>
    <w:rsid w:val="008A51A6"/>
    <w:rsid w:val="008A5813"/>
    <w:rsid w:val="008A5D14"/>
    <w:rsid w:val="008A6892"/>
    <w:rsid w:val="008A68C1"/>
    <w:rsid w:val="008B1666"/>
    <w:rsid w:val="008B2B97"/>
    <w:rsid w:val="008B319E"/>
    <w:rsid w:val="008B35C9"/>
    <w:rsid w:val="008B3A47"/>
    <w:rsid w:val="008B4869"/>
    <w:rsid w:val="008B718E"/>
    <w:rsid w:val="008B76DF"/>
    <w:rsid w:val="008C20F1"/>
    <w:rsid w:val="008C46FD"/>
    <w:rsid w:val="008C4804"/>
    <w:rsid w:val="008C56E0"/>
    <w:rsid w:val="008C5DE8"/>
    <w:rsid w:val="008C63B3"/>
    <w:rsid w:val="008C66AE"/>
    <w:rsid w:val="008C7B05"/>
    <w:rsid w:val="008D1542"/>
    <w:rsid w:val="008D4330"/>
    <w:rsid w:val="008D59E8"/>
    <w:rsid w:val="008E0054"/>
    <w:rsid w:val="008E6A68"/>
    <w:rsid w:val="008E6CAD"/>
    <w:rsid w:val="008F2337"/>
    <w:rsid w:val="008F3CF3"/>
    <w:rsid w:val="008F4598"/>
    <w:rsid w:val="008F4846"/>
    <w:rsid w:val="008F6418"/>
    <w:rsid w:val="008F6817"/>
    <w:rsid w:val="008F69CE"/>
    <w:rsid w:val="009029D1"/>
    <w:rsid w:val="00903874"/>
    <w:rsid w:val="009049D2"/>
    <w:rsid w:val="009053F9"/>
    <w:rsid w:val="00907E5E"/>
    <w:rsid w:val="00910241"/>
    <w:rsid w:val="00910965"/>
    <w:rsid w:val="00912A42"/>
    <w:rsid w:val="00913E7E"/>
    <w:rsid w:val="00915533"/>
    <w:rsid w:val="0091574A"/>
    <w:rsid w:val="00916AB5"/>
    <w:rsid w:val="00921C1A"/>
    <w:rsid w:val="009233E2"/>
    <w:rsid w:val="00924D2E"/>
    <w:rsid w:val="00933E17"/>
    <w:rsid w:val="0093403C"/>
    <w:rsid w:val="00934ED2"/>
    <w:rsid w:val="00935B62"/>
    <w:rsid w:val="00936A8D"/>
    <w:rsid w:val="009375D6"/>
    <w:rsid w:val="00942544"/>
    <w:rsid w:val="00942C3C"/>
    <w:rsid w:val="00946F68"/>
    <w:rsid w:val="00947246"/>
    <w:rsid w:val="009502C0"/>
    <w:rsid w:val="009502CA"/>
    <w:rsid w:val="00951571"/>
    <w:rsid w:val="00951891"/>
    <w:rsid w:val="009528A9"/>
    <w:rsid w:val="009533AB"/>
    <w:rsid w:val="00953558"/>
    <w:rsid w:val="00953D11"/>
    <w:rsid w:val="00955D35"/>
    <w:rsid w:val="00956020"/>
    <w:rsid w:val="00960883"/>
    <w:rsid w:val="009609F4"/>
    <w:rsid w:val="00960ECF"/>
    <w:rsid w:val="009623E5"/>
    <w:rsid w:val="0096401F"/>
    <w:rsid w:val="0096414A"/>
    <w:rsid w:val="0096768C"/>
    <w:rsid w:val="0096786F"/>
    <w:rsid w:val="00970C54"/>
    <w:rsid w:val="00971027"/>
    <w:rsid w:val="0097229B"/>
    <w:rsid w:val="0097360E"/>
    <w:rsid w:val="00973FB4"/>
    <w:rsid w:val="009748D4"/>
    <w:rsid w:val="0097724F"/>
    <w:rsid w:val="0098115E"/>
    <w:rsid w:val="00981ED1"/>
    <w:rsid w:val="009828AA"/>
    <w:rsid w:val="00984428"/>
    <w:rsid w:val="00985206"/>
    <w:rsid w:val="00985BBB"/>
    <w:rsid w:val="00985FFF"/>
    <w:rsid w:val="009872E3"/>
    <w:rsid w:val="009909AB"/>
    <w:rsid w:val="00993FC2"/>
    <w:rsid w:val="00995207"/>
    <w:rsid w:val="00995641"/>
    <w:rsid w:val="009962B0"/>
    <w:rsid w:val="009A05FE"/>
    <w:rsid w:val="009A2061"/>
    <w:rsid w:val="009A38F9"/>
    <w:rsid w:val="009A41DC"/>
    <w:rsid w:val="009A4B6D"/>
    <w:rsid w:val="009A77E9"/>
    <w:rsid w:val="009B12CE"/>
    <w:rsid w:val="009B2AF0"/>
    <w:rsid w:val="009B5BE3"/>
    <w:rsid w:val="009B75ED"/>
    <w:rsid w:val="009C06C6"/>
    <w:rsid w:val="009C078A"/>
    <w:rsid w:val="009C2FD0"/>
    <w:rsid w:val="009C3DB5"/>
    <w:rsid w:val="009C43DA"/>
    <w:rsid w:val="009C536D"/>
    <w:rsid w:val="009C58B4"/>
    <w:rsid w:val="009C5DBB"/>
    <w:rsid w:val="009C6AAB"/>
    <w:rsid w:val="009D165A"/>
    <w:rsid w:val="009D266C"/>
    <w:rsid w:val="009D2B1F"/>
    <w:rsid w:val="009D39F4"/>
    <w:rsid w:val="009D49F9"/>
    <w:rsid w:val="009D5946"/>
    <w:rsid w:val="009D72B6"/>
    <w:rsid w:val="009E19C1"/>
    <w:rsid w:val="009E5A12"/>
    <w:rsid w:val="009E5CCC"/>
    <w:rsid w:val="009E7A3E"/>
    <w:rsid w:val="009F1628"/>
    <w:rsid w:val="009F19EE"/>
    <w:rsid w:val="009F289D"/>
    <w:rsid w:val="009F4458"/>
    <w:rsid w:val="009F7288"/>
    <w:rsid w:val="00A00572"/>
    <w:rsid w:val="00A00616"/>
    <w:rsid w:val="00A00CE3"/>
    <w:rsid w:val="00A01420"/>
    <w:rsid w:val="00A0151A"/>
    <w:rsid w:val="00A03E71"/>
    <w:rsid w:val="00A11487"/>
    <w:rsid w:val="00A11DCE"/>
    <w:rsid w:val="00A16952"/>
    <w:rsid w:val="00A16D6B"/>
    <w:rsid w:val="00A20A86"/>
    <w:rsid w:val="00A22A63"/>
    <w:rsid w:val="00A23126"/>
    <w:rsid w:val="00A266D9"/>
    <w:rsid w:val="00A26E78"/>
    <w:rsid w:val="00A30050"/>
    <w:rsid w:val="00A30BDB"/>
    <w:rsid w:val="00A33604"/>
    <w:rsid w:val="00A344ED"/>
    <w:rsid w:val="00A35D1E"/>
    <w:rsid w:val="00A365D7"/>
    <w:rsid w:val="00A369D4"/>
    <w:rsid w:val="00A4112A"/>
    <w:rsid w:val="00A41F48"/>
    <w:rsid w:val="00A44245"/>
    <w:rsid w:val="00A46989"/>
    <w:rsid w:val="00A5128C"/>
    <w:rsid w:val="00A5175B"/>
    <w:rsid w:val="00A53C68"/>
    <w:rsid w:val="00A54B7D"/>
    <w:rsid w:val="00A54D5C"/>
    <w:rsid w:val="00A552BC"/>
    <w:rsid w:val="00A574A1"/>
    <w:rsid w:val="00A60792"/>
    <w:rsid w:val="00A61849"/>
    <w:rsid w:val="00A633E5"/>
    <w:rsid w:val="00A64017"/>
    <w:rsid w:val="00A64EF1"/>
    <w:rsid w:val="00A65929"/>
    <w:rsid w:val="00A65ACA"/>
    <w:rsid w:val="00A66C9D"/>
    <w:rsid w:val="00A7003E"/>
    <w:rsid w:val="00A72200"/>
    <w:rsid w:val="00A722CD"/>
    <w:rsid w:val="00A77201"/>
    <w:rsid w:val="00A84DF4"/>
    <w:rsid w:val="00A85F1E"/>
    <w:rsid w:val="00A97525"/>
    <w:rsid w:val="00A97F53"/>
    <w:rsid w:val="00AA0BFC"/>
    <w:rsid w:val="00AA205B"/>
    <w:rsid w:val="00AA64F0"/>
    <w:rsid w:val="00AA6B9B"/>
    <w:rsid w:val="00AB51C5"/>
    <w:rsid w:val="00AC64D2"/>
    <w:rsid w:val="00AD00F7"/>
    <w:rsid w:val="00AD14B4"/>
    <w:rsid w:val="00AD2289"/>
    <w:rsid w:val="00AD449C"/>
    <w:rsid w:val="00AD4A4A"/>
    <w:rsid w:val="00AD5C3F"/>
    <w:rsid w:val="00AD7145"/>
    <w:rsid w:val="00AE2081"/>
    <w:rsid w:val="00AE3CC7"/>
    <w:rsid w:val="00AE4A91"/>
    <w:rsid w:val="00AE52C9"/>
    <w:rsid w:val="00AE6B69"/>
    <w:rsid w:val="00AF0C59"/>
    <w:rsid w:val="00AF4E66"/>
    <w:rsid w:val="00AF68B0"/>
    <w:rsid w:val="00AF78EB"/>
    <w:rsid w:val="00AF7EBD"/>
    <w:rsid w:val="00B0022F"/>
    <w:rsid w:val="00B0376B"/>
    <w:rsid w:val="00B1101B"/>
    <w:rsid w:val="00B12DA4"/>
    <w:rsid w:val="00B139D4"/>
    <w:rsid w:val="00B17381"/>
    <w:rsid w:val="00B176D4"/>
    <w:rsid w:val="00B20BE0"/>
    <w:rsid w:val="00B21663"/>
    <w:rsid w:val="00B22CBF"/>
    <w:rsid w:val="00B23C0A"/>
    <w:rsid w:val="00B246EF"/>
    <w:rsid w:val="00B2643B"/>
    <w:rsid w:val="00B305EA"/>
    <w:rsid w:val="00B30A90"/>
    <w:rsid w:val="00B32192"/>
    <w:rsid w:val="00B34B06"/>
    <w:rsid w:val="00B424BD"/>
    <w:rsid w:val="00B4256C"/>
    <w:rsid w:val="00B4359D"/>
    <w:rsid w:val="00B43F59"/>
    <w:rsid w:val="00B45196"/>
    <w:rsid w:val="00B45CC0"/>
    <w:rsid w:val="00B46A09"/>
    <w:rsid w:val="00B47E45"/>
    <w:rsid w:val="00B51EE7"/>
    <w:rsid w:val="00B5238B"/>
    <w:rsid w:val="00B543C5"/>
    <w:rsid w:val="00B552D8"/>
    <w:rsid w:val="00B556A8"/>
    <w:rsid w:val="00B56726"/>
    <w:rsid w:val="00B622FD"/>
    <w:rsid w:val="00B63111"/>
    <w:rsid w:val="00B64483"/>
    <w:rsid w:val="00B65A06"/>
    <w:rsid w:val="00B679AC"/>
    <w:rsid w:val="00B67CDE"/>
    <w:rsid w:val="00B71A6C"/>
    <w:rsid w:val="00B7232B"/>
    <w:rsid w:val="00B74311"/>
    <w:rsid w:val="00B77548"/>
    <w:rsid w:val="00B77AE2"/>
    <w:rsid w:val="00B84C01"/>
    <w:rsid w:val="00B84FF1"/>
    <w:rsid w:val="00B85895"/>
    <w:rsid w:val="00B877BD"/>
    <w:rsid w:val="00B9051C"/>
    <w:rsid w:val="00B91ACB"/>
    <w:rsid w:val="00B929FC"/>
    <w:rsid w:val="00B92AA4"/>
    <w:rsid w:val="00B92C35"/>
    <w:rsid w:val="00B92F46"/>
    <w:rsid w:val="00B94490"/>
    <w:rsid w:val="00B95A02"/>
    <w:rsid w:val="00B96459"/>
    <w:rsid w:val="00BA02E2"/>
    <w:rsid w:val="00BA0BB7"/>
    <w:rsid w:val="00BA4DC4"/>
    <w:rsid w:val="00BA504A"/>
    <w:rsid w:val="00BA59A8"/>
    <w:rsid w:val="00BA69CA"/>
    <w:rsid w:val="00BB1082"/>
    <w:rsid w:val="00BB3E0C"/>
    <w:rsid w:val="00BB420B"/>
    <w:rsid w:val="00BB4625"/>
    <w:rsid w:val="00BB569E"/>
    <w:rsid w:val="00BC078B"/>
    <w:rsid w:val="00BC18AD"/>
    <w:rsid w:val="00BC43BA"/>
    <w:rsid w:val="00BC7A7B"/>
    <w:rsid w:val="00BD2607"/>
    <w:rsid w:val="00BD4E58"/>
    <w:rsid w:val="00BD5C41"/>
    <w:rsid w:val="00BD5E16"/>
    <w:rsid w:val="00BD714E"/>
    <w:rsid w:val="00BD763E"/>
    <w:rsid w:val="00BD795B"/>
    <w:rsid w:val="00BE1D1F"/>
    <w:rsid w:val="00BE2AF2"/>
    <w:rsid w:val="00BE2E82"/>
    <w:rsid w:val="00BE59CE"/>
    <w:rsid w:val="00BE62D6"/>
    <w:rsid w:val="00BF1BFB"/>
    <w:rsid w:val="00BF30DF"/>
    <w:rsid w:val="00BF3227"/>
    <w:rsid w:val="00BF3771"/>
    <w:rsid w:val="00BF51BC"/>
    <w:rsid w:val="00BF5436"/>
    <w:rsid w:val="00C021FB"/>
    <w:rsid w:val="00C02748"/>
    <w:rsid w:val="00C03000"/>
    <w:rsid w:val="00C05B8E"/>
    <w:rsid w:val="00C05C72"/>
    <w:rsid w:val="00C10C74"/>
    <w:rsid w:val="00C12A36"/>
    <w:rsid w:val="00C205E5"/>
    <w:rsid w:val="00C2242E"/>
    <w:rsid w:val="00C26149"/>
    <w:rsid w:val="00C264D1"/>
    <w:rsid w:val="00C279DF"/>
    <w:rsid w:val="00C30D59"/>
    <w:rsid w:val="00C32B51"/>
    <w:rsid w:val="00C35DF8"/>
    <w:rsid w:val="00C35FA8"/>
    <w:rsid w:val="00C406E7"/>
    <w:rsid w:val="00C4128D"/>
    <w:rsid w:val="00C41454"/>
    <w:rsid w:val="00C42C74"/>
    <w:rsid w:val="00C4449A"/>
    <w:rsid w:val="00C456D4"/>
    <w:rsid w:val="00C46579"/>
    <w:rsid w:val="00C51D10"/>
    <w:rsid w:val="00C52354"/>
    <w:rsid w:val="00C523BA"/>
    <w:rsid w:val="00C53AB1"/>
    <w:rsid w:val="00C55C57"/>
    <w:rsid w:val="00C57288"/>
    <w:rsid w:val="00C57B22"/>
    <w:rsid w:val="00C62034"/>
    <w:rsid w:val="00C630B2"/>
    <w:rsid w:val="00C63437"/>
    <w:rsid w:val="00C63FD1"/>
    <w:rsid w:val="00C6418F"/>
    <w:rsid w:val="00C64540"/>
    <w:rsid w:val="00C667D0"/>
    <w:rsid w:val="00C66D16"/>
    <w:rsid w:val="00C7254D"/>
    <w:rsid w:val="00C72FFE"/>
    <w:rsid w:val="00C732B7"/>
    <w:rsid w:val="00C73EED"/>
    <w:rsid w:val="00C76017"/>
    <w:rsid w:val="00C7741C"/>
    <w:rsid w:val="00C778D6"/>
    <w:rsid w:val="00C80301"/>
    <w:rsid w:val="00C81F9D"/>
    <w:rsid w:val="00C83BBE"/>
    <w:rsid w:val="00C85D5A"/>
    <w:rsid w:val="00C85FBA"/>
    <w:rsid w:val="00C9095B"/>
    <w:rsid w:val="00C910AF"/>
    <w:rsid w:val="00C9162E"/>
    <w:rsid w:val="00C962BE"/>
    <w:rsid w:val="00CA4D9D"/>
    <w:rsid w:val="00CA5338"/>
    <w:rsid w:val="00CA6F53"/>
    <w:rsid w:val="00CA705B"/>
    <w:rsid w:val="00CA710F"/>
    <w:rsid w:val="00CB2EEF"/>
    <w:rsid w:val="00CC039C"/>
    <w:rsid w:val="00CC0F74"/>
    <w:rsid w:val="00CC4367"/>
    <w:rsid w:val="00CC4C78"/>
    <w:rsid w:val="00CD1BFE"/>
    <w:rsid w:val="00CD5C60"/>
    <w:rsid w:val="00CD6512"/>
    <w:rsid w:val="00CD6C76"/>
    <w:rsid w:val="00CE0007"/>
    <w:rsid w:val="00CE1023"/>
    <w:rsid w:val="00CE3158"/>
    <w:rsid w:val="00CE5DA2"/>
    <w:rsid w:val="00CF07E3"/>
    <w:rsid w:val="00CF1AD9"/>
    <w:rsid w:val="00CF3035"/>
    <w:rsid w:val="00CF4D04"/>
    <w:rsid w:val="00CF56A4"/>
    <w:rsid w:val="00CF6FEE"/>
    <w:rsid w:val="00D01915"/>
    <w:rsid w:val="00D02655"/>
    <w:rsid w:val="00D02F03"/>
    <w:rsid w:val="00D0397D"/>
    <w:rsid w:val="00D060BB"/>
    <w:rsid w:val="00D07002"/>
    <w:rsid w:val="00D07862"/>
    <w:rsid w:val="00D07EBA"/>
    <w:rsid w:val="00D10A33"/>
    <w:rsid w:val="00D15928"/>
    <w:rsid w:val="00D16607"/>
    <w:rsid w:val="00D16CAD"/>
    <w:rsid w:val="00D17041"/>
    <w:rsid w:val="00D17CE0"/>
    <w:rsid w:val="00D206C9"/>
    <w:rsid w:val="00D22151"/>
    <w:rsid w:val="00D264C4"/>
    <w:rsid w:val="00D272EA"/>
    <w:rsid w:val="00D31BF2"/>
    <w:rsid w:val="00D32918"/>
    <w:rsid w:val="00D32CF1"/>
    <w:rsid w:val="00D33072"/>
    <w:rsid w:val="00D34DC3"/>
    <w:rsid w:val="00D370EE"/>
    <w:rsid w:val="00D40E8F"/>
    <w:rsid w:val="00D41EAD"/>
    <w:rsid w:val="00D44BF7"/>
    <w:rsid w:val="00D45496"/>
    <w:rsid w:val="00D469E7"/>
    <w:rsid w:val="00D47386"/>
    <w:rsid w:val="00D477D3"/>
    <w:rsid w:val="00D47C10"/>
    <w:rsid w:val="00D51607"/>
    <w:rsid w:val="00D5267E"/>
    <w:rsid w:val="00D53DC7"/>
    <w:rsid w:val="00D542F4"/>
    <w:rsid w:val="00D55E57"/>
    <w:rsid w:val="00D602A6"/>
    <w:rsid w:val="00D615EC"/>
    <w:rsid w:val="00D640ED"/>
    <w:rsid w:val="00D644EC"/>
    <w:rsid w:val="00D64B79"/>
    <w:rsid w:val="00D652D3"/>
    <w:rsid w:val="00D676FD"/>
    <w:rsid w:val="00D67AE1"/>
    <w:rsid w:val="00D71A20"/>
    <w:rsid w:val="00D71E04"/>
    <w:rsid w:val="00D7215A"/>
    <w:rsid w:val="00D72706"/>
    <w:rsid w:val="00D72E4C"/>
    <w:rsid w:val="00D7510F"/>
    <w:rsid w:val="00D752C4"/>
    <w:rsid w:val="00D76F2C"/>
    <w:rsid w:val="00D771DD"/>
    <w:rsid w:val="00D8222F"/>
    <w:rsid w:val="00D83CDD"/>
    <w:rsid w:val="00D868DF"/>
    <w:rsid w:val="00D87433"/>
    <w:rsid w:val="00D87502"/>
    <w:rsid w:val="00D924A6"/>
    <w:rsid w:val="00D953CE"/>
    <w:rsid w:val="00D971FA"/>
    <w:rsid w:val="00DA0080"/>
    <w:rsid w:val="00DA2B4E"/>
    <w:rsid w:val="00DA3E40"/>
    <w:rsid w:val="00DA4D85"/>
    <w:rsid w:val="00DA61BB"/>
    <w:rsid w:val="00DA61EB"/>
    <w:rsid w:val="00DB055E"/>
    <w:rsid w:val="00DB0702"/>
    <w:rsid w:val="00DB2BD1"/>
    <w:rsid w:val="00DB414A"/>
    <w:rsid w:val="00DB4BFB"/>
    <w:rsid w:val="00DB57EE"/>
    <w:rsid w:val="00DC0D96"/>
    <w:rsid w:val="00DC2D90"/>
    <w:rsid w:val="00DC5596"/>
    <w:rsid w:val="00DC796A"/>
    <w:rsid w:val="00DC7AA9"/>
    <w:rsid w:val="00DC7B47"/>
    <w:rsid w:val="00DD08A0"/>
    <w:rsid w:val="00DD35B4"/>
    <w:rsid w:val="00DD49C7"/>
    <w:rsid w:val="00DD57F1"/>
    <w:rsid w:val="00DD6392"/>
    <w:rsid w:val="00DD6648"/>
    <w:rsid w:val="00DE1AEE"/>
    <w:rsid w:val="00DE1BFA"/>
    <w:rsid w:val="00DE25F9"/>
    <w:rsid w:val="00DE2D61"/>
    <w:rsid w:val="00DE2F9B"/>
    <w:rsid w:val="00DF222E"/>
    <w:rsid w:val="00DF25C3"/>
    <w:rsid w:val="00DF2748"/>
    <w:rsid w:val="00DF2CDF"/>
    <w:rsid w:val="00DF61DD"/>
    <w:rsid w:val="00DF63DA"/>
    <w:rsid w:val="00DF71C1"/>
    <w:rsid w:val="00DF7CB9"/>
    <w:rsid w:val="00E00091"/>
    <w:rsid w:val="00E011E7"/>
    <w:rsid w:val="00E0272A"/>
    <w:rsid w:val="00E02965"/>
    <w:rsid w:val="00E029CD"/>
    <w:rsid w:val="00E04991"/>
    <w:rsid w:val="00E06365"/>
    <w:rsid w:val="00E067F8"/>
    <w:rsid w:val="00E07A0E"/>
    <w:rsid w:val="00E105A4"/>
    <w:rsid w:val="00E11BED"/>
    <w:rsid w:val="00E13166"/>
    <w:rsid w:val="00E137BF"/>
    <w:rsid w:val="00E13E0F"/>
    <w:rsid w:val="00E14091"/>
    <w:rsid w:val="00E176EE"/>
    <w:rsid w:val="00E23696"/>
    <w:rsid w:val="00E24EDC"/>
    <w:rsid w:val="00E2746B"/>
    <w:rsid w:val="00E322F9"/>
    <w:rsid w:val="00E34C90"/>
    <w:rsid w:val="00E34C9D"/>
    <w:rsid w:val="00E36300"/>
    <w:rsid w:val="00E36C47"/>
    <w:rsid w:val="00E40418"/>
    <w:rsid w:val="00E41652"/>
    <w:rsid w:val="00E42D29"/>
    <w:rsid w:val="00E446F3"/>
    <w:rsid w:val="00E45F85"/>
    <w:rsid w:val="00E46F71"/>
    <w:rsid w:val="00E479BE"/>
    <w:rsid w:val="00E51B0F"/>
    <w:rsid w:val="00E52979"/>
    <w:rsid w:val="00E52AAB"/>
    <w:rsid w:val="00E54651"/>
    <w:rsid w:val="00E57589"/>
    <w:rsid w:val="00E63733"/>
    <w:rsid w:val="00E64CDC"/>
    <w:rsid w:val="00E64ECF"/>
    <w:rsid w:val="00E65114"/>
    <w:rsid w:val="00E656BD"/>
    <w:rsid w:val="00E659F0"/>
    <w:rsid w:val="00E66C0B"/>
    <w:rsid w:val="00E746CE"/>
    <w:rsid w:val="00E81A14"/>
    <w:rsid w:val="00E839F1"/>
    <w:rsid w:val="00E852B7"/>
    <w:rsid w:val="00E86B78"/>
    <w:rsid w:val="00E9108C"/>
    <w:rsid w:val="00E913D4"/>
    <w:rsid w:val="00E91DCB"/>
    <w:rsid w:val="00E946D3"/>
    <w:rsid w:val="00E95817"/>
    <w:rsid w:val="00E97E57"/>
    <w:rsid w:val="00EA055C"/>
    <w:rsid w:val="00EA0733"/>
    <w:rsid w:val="00EA2E71"/>
    <w:rsid w:val="00EA5433"/>
    <w:rsid w:val="00EA5C8B"/>
    <w:rsid w:val="00EA6A9A"/>
    <w:rsid w:val="00EB0A1E"/>
    <w:rsid w:val="00EB18C7"/>
    <w:rsid w:val="00EB26D7"/>
    <w:rsid w:val="00EB3E3C"/>
    <w:rsid w:val="00EB4CE7"/>
    <w:rsid w:val="00EB56E2"/>
    <w:rsid w:val="00EB5FCB"/>
    <w:rsid w:val="00EB6514"/>
    <w:rsid w:val="00EB6F9B"/>
    <w:rsid w:val="00EC024D"/>
    <w:rsid w:val="00EC0752"/>
    <w:rsid w:val="00EC12F1"/>
    <w:rsid w:val="00EC2B40"/>
    <w:rsid w:val="00EC4DD1"/>
    <w:rsid w:val="00ED099A"/>
    <w:rsid w:val="00ED18F8"/>
    <w:rsid w:val="00ED2040"/>
    <w:rsid w:val="00ED5741"/>
    <w:rsid w:val="00ED685D"/>
    <w:rsid w:val="00EE0DFF"/>
    <w:rsid w:val="00EE19B1"/>
    <w:rsid w:val="00EE2B24"/>
    <w:rsid w:val="00EE446F"/>
    <w:rsid w:val="00EF0B01"/>
    <w:rsid w:val="00EF0C6C"/>
    <w:rsid w:val="00EF0E14"/>
    <w:rsid w:val="00EF33A3"/>
    <w:rsid w:val="00EF526C"/>
    <w:rsid w:val="00EF6C4E"/>
    <w:rsid w:val="00EF7358"/>
    <w:rsid w:val="00F00C7B"/>
    <w:rsid w:val="00F028B0"/>
    <w:rsid w:val="00F02C38"/>
    <w:rsid w:val="00F03312"/>
    <w:rsid w:val="00F03508"/>
    <w:rsid w:val="00F04254"/>
    <w:rsid w:val="00F06EA1"/>
    <w:rsid w:val="00F10F1A"/>
    <w:rsid w:val="00F13C03"/>
    <w:rsid w:val="00F1482F"/>
    <w:rsid w:val="00F178F6"/>
    <w:rsid w:val="00F21432"/>
    <w:rsid w:val="00F22D68"/>
    <w:rsid w:val="00F30727"/>
    <w:rsid w:val="00F307EB"/>
    <w:rsid w:val="00F312F1"/>
    <w:rsid w:val="00F33761"/>
    <w:rsid w:val="00F35126"/>
    <w:rsid w:val="00F35EAD"/>
    <w:rsid w:val="00F35F37"/>
    <w:rsid w:val="00F40533"/>
    <w:rsid w:val="00F41BD1"/>
    <w:rsid w:val="00F41C77"/>
    <w:rsid w:val="00F4272C"/>
    <w:rsid w:val="00F43AAD"/>
    <w:rsid w:val="00F443AB"/>
    <w:rsid w:val="00F44432"/>
    <w:rsid w:val="00F4754D"/>
    <w:rsid w:val="00F5001F"/>
    <w:rsid w:val="00F500BC"/>
    <w:rsid w:val="00F50790"/>
    <w:rsid w:val="00F50F30"/>
    <w:rsid w:val="00F52681"/>
    <w:rsid w:val="00F52A47"/>
    <w:rsid w:val="00F52C65"/>
    <w:rsid w:val="00F54AFD"/>
    <w:rsid w:val="00F61F15"/>
    <w:rsid w:val="00F63E74"/>
    <w:rsid w:val="00F66854"/>
    <w:rsid w:val="00F676A7"/>
    <w:rsid w:val="00F702DA"/>
    <w:rsid w:val="00F827EF"/>
    <w:rsid w:val="00F82AC8"/>
    <w:rsid w:val="00F831D3"/>
    <w:rsid w:val="00F848D2"/>
    <w:rsid w:val="00F903E0"/>
    <w:rsid w:val="00F90A2C"/>
    <w:rsid w:val="00F90B1C"/>
    <w:rsid w:val="00F94F5F"/>
    <w:rsid w:val="00F95574"/>
    <w:rsid w:val="00FA0BB9"/>
    <w:rsid w:val="00FA1E83"/>
    <w:rsid w:val="00FA5811"/>
    <w:rsid w:val="00FA75C2"/>
    <w:rsid w:val="00FA7DFA"/>
    <w:rsid w:val="00FB0A1A"/>
    <w:rsid w:val="00FB2D31"/>
    <w:rsid w:val="00FB765D"/>
    <w:rsid w:val="00FC3367"/>
    <w:rsid w:val="00FC3FAA"/>
    <w:rsid w:val="00FC4BAD"/>
    <w:rsid w:val="00FC6FBC"/>
    <w:rsid w:val="00FD1442"/>
    <w:rsid w:val="00FD36DC"/>
    <w:rsid w:val="00FD486F"/>
    <w:rsid w:val="00FD5F33"/>
    <w:rsid w:val="00FE1F6D"/>
    <w:rsid w:val="00FE3963"/>
    <w:rsid w:val="00FE3E45"/>
    <w:rsid w:val="00FE55A9"/>
    <w:rsid w:val="00FF0250"/>
    <w:rsid w:val="00FF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5490B"/>
  <w15:docId w15:val="{6E0ABD37-1E43-44A6-A49F-2A2F0DA327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3"/>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uiPriority w:val="99"/>
    <w:pPr>
      <w:tabs>
        <w:tab w:val="center" w:pos="4536"/>
        <w:tab w:val="right" w:pos="9072"/>
      </w:tabs>
    </w:pPr>
    <w:rPr>
      <w:sz w:val="16"/>
    </w:rPr>
  </w:style>
  <w:style w:type="paragraph" w:customStyle="1" w:styleId="Odstavec2">
    <w:name w:val="Odstavec2"/>
    <w:basedOn w:val="Normln"/>
    <w:qFormat/>
    <w:rsid w:val="000D19D8"/>
    <w:pPr>
      <w:numPr>
        <w:ilvl w:val="1"/>
        <w:numId w:val="5"/>
      </w:numPr>
      <w:tabs>
        <w:tab w:val="left" w:pos="567"/>
      </w:tabs>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5"/>
      </w:numPr>
      <w:spacing w:before="600"/>
      <w:jc w:val="center"/>
    </w:pPr>
    <w:rPr>
      <w:b/>
      <w:bCs/>
      <w:sz w:val="24"/>
      <w:szCs w:val="20"/>
    </w:rPr>
  </w:style>
  <w:style w:type="paragraph" w:styleId="Zpat">
    <w:name w:val="footer"/>
    <w:basedOn w:val="Normln"/>
    <w:link w:val="ZpatChar"/>
    <w:uiPriority w:val="99"/>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0D19D8"/>
    <w:pPr>
      <w:numPr>
        <w:numId w:val="4"/>
      </w:numPr>
    </w:pPr>
    <w:rPr>
      <w:szCs w:val="20"/>
    </w:rPr>
  </w:style>
  <w:style w:type="character" w:styleId="Odkaznakoment">
    <w:name w:val="annotation reference"/>
    <w:uiPriority w:val="99"/>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iPriority w:val="99"/>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uiPriority w:val="99"/>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C30D59"/>
    <w:pPr>
      <w:pBdr>
        <w:bottom w:val="single" w:sz="8" w:space="4" w:color="4F81BD"/>
      </w:pBdr>
      <w:spacing w:after="300"/>
      <w:contextualSpacing/>
      <w:jc w:val="left"/>
    </w:pPr>
    <w:rPr>
      <w:rFonts w:ascii="Cambria" w:hAnsi="Cambria"/>
      <w:color w:val="17365D"/>
      <w:spacing w:val="5"/>
      <w:kern w:val="28"/>
      <w:sz w:val="52"/>
      <w:szCs w:val="52"/>
    </w:rPr>
  </w:style>
  <w:style w:type="character" w:customStyle="1" w:styleId="NzevChar">
    <w:name w:val="Název Char"/>
    <w:basedOn w:val="Standardnpsmoodstavce"/>
    <w:link w:val="Nzev"/>
    <w:uiPriority w:val="10"/>
    <w:rsid w:val="00C30D59"/>
    <w:rPr>
      <w:rFonts w:ascii="Cambria" w:hAnsi="Cambria"/>
      <w:color w:val="17365D"/>
      <w:spacing w:val="5"/>
      <w:kern w:val="28"/>
      <w:sz w:val="52"/>
      <w:szCs w:val="52"/>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nadpis">
    <w:name w:val="Subtitle"/>
    <w:basedOn w:val="Normln"/>
    <w:next w:val="Normln"/>
    <w:link w:val="Podnadpis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nadpisChar">
    <w:name w:val="Podnadpis Char"/>
    <w:basedOn w:val="Standardnpsmoodstavce"/>
    <w:link w:val="Podnadpis"/>
    <w:uiPriority w:val="11"/>
    <w:rsid w:val="00DD57F1"/>
    <w:rPr>
      <w:rFonts w:ascii="Cambria" w:hAnsi="Cambria"/>
      <w:i/>
      <w:iCs/>
      <w:color w:val="4F81BD"/>
      <w:spacing w:val="15"/>
      <w:sz w:val="24"/>
      <w:szCs w:val="24"/>
    </w:rPr>
  </w:style>
  <w:style w:type="character" w:styleId="Hypertextovodkaz">
    <w:name w:val="Hyperlink"/>
    <w:basedOn w:val="Standardnpsmoodstavce"/>
    <w:unhideWhenUsed/>
    <w:rsid w:val="00E00091"/>
    <w:rPr>
      <w:color w:val="0000FF" w:themeColor="hyperlink"/>
      <w:u w:val="single"/>
    </w:rPr>
  </w:style>
  <w:style w:type="paragraph" w:styleId="Revize">
    <w:name w:val="Revision"/>
    <w:hidden/>
    <w:uiPriority w:val="99"/>
    <w:semiHidden/>
    <w:rsid w:val="006459C1"/>
    <w:rPr>
      <w:rFonts w:ascii="Arial" w:hAnsi="Arial"/>
      <w:szCs w:val="24"/>
    </w:rPr>
  </w:style>
  <w:style w:type="character" w:styleId="Sledovanodkaz">
    <w:name w:val="FollowedHyperlink"/>
    <w:basedOn w:val="Standardnpsmoodstavce"/>
    <w:uiPriority w:val="99"/>
    <w:semiHidden/>
    <w:unhideWhenUsed/>
    <w:rsid w:val="005218BC"/>
    <w:rPr>
      <w:color w:val="800080" w:themeColor="followedHyperlink"/>
      <w:u w:val="single"/>
    </w:rPr>
  </w:style>
  <w:style w:type="paragraph" w:customStyle="1" w:styleId="02-ODST-2">
    <w:name w:val="02-ODST-2"/>
    <w:basedOn w:val="Normln"/>
    <w:link w:val="02-ODST-2Char"/>
    <w:qFormat/>
    <w:rsid w:val="004A353B"/>
    <w:pPr>
      <w:tabs>
        <w:tab w:val="left" w:pos="567"/>
        <w:tab w:val="num" w:pos="1080"/>
      </w:tabs>
      <w:spacing w:before="120" w:after="0"/>
      <w:ind w:left="567" w:hanging="567"/>
    </w:pPr>
    <w:rPr>
      <w:szCs w:val="20"/>
    </w:rPr>
  </w:style>
  <w:style w:type="paragraph" w:customStyle="1" w:styleId="05-ODST-3">
    <w:name w:val="05-ODST-3"/>
    <w:basedOn w:val="02-ODST-2"/>
    <w:qFormat/>
    <w:rsid w:val="004A353B"/>
    <w:pPr>
      <w:tabs>
        <w:tab w:val="clear" w:pos="567"/>
        <w:tab w:val="clear" w:pos="1080"/>
        <w:tab w:val="left" w:pos="1134"/>
        <w:tab w:val="num" w:pos="1364"/>
      </w:tabs>
      <w:ind w:left="1134" w:hanging="850"/>
    </w:pPr>
  </w:style>
  <w:style w:type="paragraph" w:customStyle="1" w:styleId="01-L">
    <w:name w:val="01-ČL."/>
    <w:basedOn w:val="Normln"/>
    <w:next w:val="Normln"/>
    <w:qFormat/>
    <w:rsid w:val="004A353B"/>
    <w:pPr>
      <w:spacing w:before="600" w:after="0"/>
      <w:ind w:left="18" w:hanging="454"/>
      <w:jc w:val="center"/>
    </w:pPr>
    <w:rPr>
      <w:b/>
      <w:bCs/>
      <w:sz w:val="24"/>
      <w:szCs w:val="20"/>
    </w:rPr>
  </w:style>
  <w:style w:type="paragraph" w:customStyle="1" w:styleId="10-ODST-3">
    <w:name w:val="10-ODST-3"/>
    <w:basedOn w:val="05-ODST-3"/>
    <w:qFormat/>
    <w:rsid w:val="004A353B"/>
    <w:pPr>
      <w:tabs>
        <w:tab w:val="clear" w:pos="1364"/>
        <w:tab w:val="left" w:pos="1701"/>
        <w:tab w:val="num" w:pos="2007"/>
      </w:tabs>
      <w:ind w:left="1701" w:hanging="1134"/>
    </w:pPr>
  </w:style>
  <w:style w:type="paragraph" w:styleId="Prosttext">
    <w:name w:val="Plain Text"/>
    <w:basedOn w:val="Normln"/>
    <w:link w:val="ProsttextChar"/>
    <w:rsid w:val="00E137BF"/>
    <w:pPr>
      <w:spacing w:after="0"/>
      <w:jc w:val="left"/>
    </w:pPr>
    <w:rPr>
      <w:rFonts w:ascii="Courier New" w:hAnsi="Courier New"/>
      <w:szCs w:val="20"/>
    </w:rPr>
  </w:style>
  <w:style w:type="character" w:customStyle="1" w:styleId="ProsttextChar">
    <w:name w:val="Prostý text Char"/>
    <w:basedOn w:val="Standardnpsmoodstavce"/>
    <w:link w:val="Prosttext"/>
    <w:rsid w:val="00E137BF"/>
    <w:rPr>
      <w:rFonts w:ascii="Courier New" w:hAnsi="Courier New"/>
    </w:rPr>
  </w:style>
  <w:style w:type="paragraph" w:customStyle="1" w:styleId="Odrky-psmena">
    <w:name w:val="Odrážky - písmena"/>
    <w:basedOn w:val="Normln"/>
    <w:link w:val="Odrky-psmenaCharChar"/>
    <w:rsid w:val="009B2AF0"/>
    <w:pPr>
      <w:numPr>
        <w:numId w:val="7"/>
      </w:numPr>
      <w:spacing w:after="0"/>
    </w:pPr>
    <w:rPr>
      <w:szCs w:val="20"/>
    </w:rPr>
  </w:style>
  <w:style w:type="paragraph" w:customStyle="1" w:styleId="Odrky2rove">
    <w:name w:val="Odrážky 2 úroveň"/>
    <w:basedOn w:val="Normln"/>
    <w:rsid w:val="009B2AF0"/>
    <w:pPr>
      <w:numPr>
        <w:ilvl w:val="1"/>
        <w:numId w:val="7"/>
      </w:numPr>
      <w:spacing w:after="0"/>
    </w:pPr>
    <w:rPr>
      <w:szCs w:val="20"/>
    </w:rPr>
  </w:style>
  <w:style w:type="character" w:customStyle="1" w:styleId="Odrky-psmenaCharChar">
    <w:name w:val="Odrážky - písmena Char Char"/>
    <w:link w:val="Odrky-psmena"/>
    <w:rsid w:val="009B2AF0"/>
    <w:rPr>
      <w:rFonts w:ascii="Arial" w:hAnsi="Arial"/>
    </w:rPr>
  </w:style>
  <w:style w:type="paragraph" w:customStyle="1" w:styleId="06-PSM">
    <w:name w:val="06-PÍSM"/>
    <w:basedOn w:val="Normln"/>
    <w:qFormat/>
    <w:rsid w:val="00993FC2"/>
    <w:pPr>
      <w:tabs>
        <w:tab w:val="num" w:pos="1070"/>
      </w:tabs>
      <w:spacing w:before="120" w:after="0"/>
      <w:ind w:left="1070" w:hanging="360"/>
    </w:pPr>
    <w:rPr>
      <w:szCs w:val="20"/>
    </w:rPr>
  </w:style>
  <w:style w:type="paragraph" w:customStyle="1" w:styleId="03-nor2">
    <w:name w:val="03-nor2"/>
    <w:basedOn w:val="Normln"/>
    <w:link w:val="03-nor2Char"/>
    <w:qFormat/>
    <w:rsid w:val="0074072F"/>
    <w:pPr>
      <w:spacing w:before="120" w:after="0"/>
      <w:ind w:left="567"/>
    </w:pPr>
    <w:rPr>
      <w:szCs w:val="20"/>
    </w:rPr>
  </w:style>
  <w:style w:type="character" w:customStyle="1" w:styleId="03-nor2Char">
    <w:name w:val="03-nor2 Char"/>
    <w:basedOn w:val="Standardnpsmoodstavce"/>
    <w:link w:val="03-nor2"/>
    <w:rsid w:val="0074072F"/>
    <w:rPr>
      <w:rFonts w:ascii="Arial" w:hAnsi="Arial"/>
    </w:rPr>
  </w:style>
  <w:style w:type="character" w:customStyle="1" w:styleId="02-ODST-2Char">
    <w:name w:val="02-ODST-2 Char"/>
    <w:basedOn w:val="Standardnpsmoodstavce"/>
    <w:link w:val="02-ODST-2"/>
    <w:rsid w:val="00B877BD"/>
    <w:rPr>
      <w:rFonts w:ascii="Arial" w:hAnsi="Arial"/>
    </w:rPr>
  </w:style>
  <w:style w:type="character" w:customStyle="1" w:styleId="Nevyeenzmnka1">
    <w:name w:val="Nevyřešená zmínka1"/>
    <w:basedOn w:val="Standardnpsmoodstavce"/>
    <w:uiPriority w:val="99"/>
    <w:semiHidden/>
    <w:unhideWhenUsed/>
    <w:rsid w:val="00DB57EE"/>
    <w:rPr>
      <w:color w:val="605E5C"/>
      <w:shd w:val="clear" w:color="auto" w:fill="E1DFDD"/>
    </w:rPr>
  </w:style>
  <w:style w:type="paragraph" w:customStyle="1" w:styleId="01-ODST-2">
    <w:name w:val="01-ODST-2"/>
    <w:basedOn w:val="Normln"/>
    <w:qFormat/>
    <w:rsid w:val="0000090A"/>
    <w:pPr>
      <w:tabs>
        <w:tab w:val="left" w:pos="567"/>
        <w:tab w:val="num" w:pos="1080"/>
      </w:tabs>
      <w:spacing w:before="120" w:after="0"/>
      <w:ind w:left="567" w:hanging="567"/>
      <w:outlineLvl w:val="1"/>
    </w:pPr>
    <w:rPr>
      <w:szCs w:val="20"/>
    </w:rPr>
  </w:style>
  <w:style w:type="paragraph" w:customStyle="1" w:styleId="01-ODST-3">
    <w:name w:val="01-ODST-3"/>
    <w:basedOn w:val="01-ODST-2"/>
    <w:qFormat/>
    <w:rsid w:val="0000090A"/>
    <w:pPr>
      <w:tabs>
        <w:tab w:val="clear" w:pos="567"/>
        <w:tab w:val="clear" w:pos="1080"/>
        <w:tab w:val="left" w:pos="1134"/>
        <w:tab w:val="num" w:pos="1505"/>
      </w:tabs>
      <w:ind w:left="1275" w:hanging="850"/>
      <w:outlineLvl w:val="2"/>
    </w:pPr>
  </w:style>
  <w:style w:type="paragraph" w:customStyle="1" w:styleId="01-ODST-4">
    <w:name w:val="01-ODST-4"/>
    <w:basedOn w:val="01-ODST-3"/>
    <w:qFormat/>
    <w:rsid w:val="0000090A"/>
    <w:pPr>
      <w:tabs>
        <w:tab w:val="clear" w:pos="1505"/>
        <w:tab w:val="left" w:pos="1701"/>
        <w:tab w:val="num" w:pos="2007"/>
      </w:tabs>
      <w:ind w:left="1701" w:hanging="1134"/>
      <w:outlineLvl w:val="3"/>
    </w:pPr>
  </w:style>
  <w:style w:type="character" w:customStyle="1" w:styleId="OdstavecseseznamemChar">
    <w:name w:val="Odstavec se seznamem Char"/>
    <w:basedOn w:val="Standardnpsmoodstavce"/>
    <w:link w:val="Odstavecseseznamem"/>
    <w:uiPriority w:val="34"/>
    <w:rsid w:val="00EB0A1E"/>
    <w:rPr>
      <w:rFonts w:ascii="Calibri" w:hAnsi="Calibri"/>
      <w:sz w:val="22"/>
      <w:szCs w:val="22"/>
    </w:rPr>
  </w:style>
  <w:style w:type="paragraph" w:customStyle="1" w:styleId="Odrky">
    <w:name w:val="Odrážky"/>
    <w:basedOn w:val="Odstavecseseznamem"/>
    <w:link w:val="OdrkyChar"/>
    <w:qFormat/>
    <w:rsid w:val="00EB0A1E"/>
    <w:pPr>
      <w:numPr>
        <w:numId w:val="10"/>
      </w:numPr>
      <w:spacing w:before="120" w:after="0" w:line="240" w:lineRule="auto"/>
      <w:ind w:left="754" w:hanging="357"/>
      <w:jc w:val="both"/>
    </w:pPr>
    <w:rPr>
      <w:rFonts w:ascii="Arial" w:hAnsi="Arial"/>
    </w:rPr>
  </w:style>
  <w:style w:type="character" w:customStyle="1" w:styleId="OdrkyChar">
    <w:name w:val="Odrážky Char"/>
    <w:basedOn w:val="OdstavecseseznamemChar"/>
    <w:link w:val="Odrky"/>
    <w:rsid w:val="00EB0A1E"/>
    <w:rPr>
      <w:rFonts w:ascii="Arial" w:hAnsi="Arial"/>
      <w:sz w:val="22"/>
      <w:szCs w:val="22"/>
    </w:rPr>
  </w:style>
  <w:style w:type="paragraph" w:customStyle="1" w:styleId="03-PSM">
    <w:name w:val="03-PÍSM"/>
    <w:basedOn w:val="Normln"/>
    <w:qFormat/>
    <w:rsid w:val="009D5946"/>
    <w:pPr>
      <w:spacing w:before="120" w:after="0"/>
      <w:ind w:left="1070" w:hanging="360"/>
    </w:pPr>
    <w:rPr>
      <w:szCs w:val="20"/>
    </w:rPr>
  </w:style>
  <w:style w:type="character" w:customStyle="1" w:styleId="ZpatChar">
    <w:name w:val="Zápatí Char"/>
    <w:basedOn w:val="Standardnpsmoodstavce"/>
    <w:link w:val="Zpat"/>
    <w:uiPriority w:val="99"/>
    <w:rsid w:val="00EF0C6C"/>
    <w:rPr>
      <w:rFonts w:ascii="Arial" w:hAnsi="Arial"/>
      <w:sz w:val="16"/>
      <w:szCs w:val="24"/>
    </w:rPr>
  </w:style>
  <w:style w:type="paragraph" w:customStyle="1" w:styleId="Odrky-rky">
    <w:name w:val="Odrážky - čárky"/>
    <w:basedOn w:val="Normln"/>
    <w:rsid w:val="008C7B05"/>
    <w:pPr>
      <w:numPr>
        <w:numId w:val="14"/>
      </w:numPr>
      <w:tabs>
        <w:tab w:val="clear" w:pos="720"/>
      </w:tabs>
      <w:spacing w:after="0"/>
      <w:ind w:left="680" w:hanging="340"/>
    </w:pPr>
    <w:rPr>
      <w:szCs w:val="20"/>
    </w:rPr>
  </w:style>
  <w:style w:type="paragraph" w:customStyle="1" w:styleId="04-NORM-02">
    <w:name w:val="04-NORM-02"/>
    <w:basedOn w:val="Normln"/>
    <w:link w:val="04-NORM-02Char"/>
    <w:rsid w:val="00EB18C7"/>
    <w:pPr>
      <w:spacing w:before="120" w:after="0"/>
      <w:ind w:left="567"/>
    </w:pPr>
    <w:rPr>
      <w:szCs w:val="20"/>
    </w:rPr>
  </w:style>
  <w:style w:type="character" w:customStyle="1" w:styleId="04-NORM-02Char">
    <w:name w:val="04-NORM-02 Char"/>
    <w:basedOn w:val="Standardnpsmoodstavce"/>
    <w:link w:val="04-NORM-02"/>
    <w:rsid w:val="00EB18C7"/>
    <w:rPr>
      <w:rFonts w:ascii="Arial" w:hAnsi="Arial"/>
    </w:rPr>
  </w:style>
  <w:style w:type="paragraph" w:customStyle="1" w:styleId="03-BODY">
    <w:name w:val="03-BODY"/>
    <w:basedOn w:val="Normln"/>
    <w:qFormat/>
    <w:rsid w:val="00EB18C7"/>
    <w:pPr>
      <w:tabs>
        <w:tab w:val="num" w:pos="720"/>
      </w:tabs>
      <w:spacing w:before="120" w:after="0"/>
      <w:ind w:left="720" w:hanging="360"/>
    </w:pPr>
    <w:rPr>
      <w:szCs w:val="20"/>
    </w:rPr>
  </w:style>
  <w:style w:type="character" w:customStyle="1" w:styleId="ZhlavChar">
    <w:name w:val="Záhlaví Char"/>
    <w:basedOn w:val="Standardnpsmoodstavce"/>
    <w:link w:val="Zhlav"/>
    <w:uiPriority w:val="99"/>
    <w:rsid w:val="005A2C48"/>
    <w:rPr>
      <w:rFonts w:ascii="Arial" w:hAnsi="Arial"/>
      <w:sz w:val="16"/>
      <w:szCs w:val="24"/>
    </w:rPr>
  </w:style>
  <w:style w:type="numbering" w:customStyle="1" w:styleId="Style1">
    <w:name w:val="Style1"/>
    <w:uiPriority w:val="99"/>
    <w:rsid w:val="006C1AA6"/>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564708">
      <w:bodyDiv w:val="1"/>
      <w:marLeft w:val="0"/>
      <w:marRight w:val="0"/>
      <w:marTop w:val="0"/>
      <w:marBottom w:val="0"/>
      <w:divBdr>
        <w:top w:val="none" w:sz="0" w:space="0" w:color="auto"/>
        <w:left w:val="none" w:sz="0" w:space="0" w:color="auto"/>
        <w:bottom w:val="none" w:sz="0" w:space="0" w:color="auto"/>
        <w:right w:val="none" w:sz="0" w:space="0" w:color="auto"/>
      </w:divBdr>
    </w:div>
    <w:div w:id="615333772">
      <w:bodyDiv w:val="1"/>
      <w:marLeft w:val="0"/>
      <w:marRight w:val="0"/>
      <w:marTop w:val="0"/>
      <w:marBottom w:val="0"/>
      <w:divBdr>
        <w:top w:val="none" w:sz="0" w:space="0" w:color="auto"/>
        <w:left w:val="none" w:sz="0" w:space="0" w:color="auto"/>
        <w:bottom w:val="none" w:sz="0" w:space="0" w:color="auto"/>
        <w:right w:val="none" w:sz="0" w:space="0" w:color="auto"/>
      </w:divBdr>
    </w:div>
    <w:div w:id="821847284">
      <w:bodyDiv w:val="1"/>
      <w:marLeft w:val="0"/>
      <w:marRight w:val="0"/>
      <w:marTop w:val="0"/>
      <w:marBottom w:val="0"/>
      <w:divBdr>
        <w:top w:val="none" w:sz="0" w:space="0" w:color="auto"/>
        <w:left w:val="none" w:sz="0" w:space="0" w:color="auto"/>
        <w:bottom w:val="none" w:sz="0" w:space="0" w:color="auto"/>
        <w:right w:val="none" w:sz="0" w:space="0" w:color="auto"/>
      </w:divBdr>
    </w:div>
    <w:div w:id="971859385">
      <w:bodyDiv w:val="1"/>
      <w:marLeft w:val="0"/>
      <w:marRight w:val="0"/>
      <w:marTop w:val="0"/>
      <w:marBottom w:val="0"/>
      <w:divBdr>
        <w:top w:val="none" w:sz="0" w:space="0" w:color="auto"/>
        <w:left w:val="none" w:sz="0" w:space="0" w:color="auto"/>
        <w:bottom w:val="none" w:sz="0" w:space="0" w:color="auto"/>
        <w:right w:val="none" w:sz="0" w:space="0" w:color="auto"/>
      </w:divBdr>
    </w:div>
    <w:div w:id="1383753690">
      <w:bodyDiv w:val="1"/>
      <w:marLeft w:val="0"/>
      <w:marRight w:val="0"/>
      <w:marTop w:val="0"/>
      <w:marBottom w:val="0"/>
      <w:divBdr>
        <w:top w:val="none" w:sz="0" w:space="0" w:color="auto"/>
        <w:left w:val="none" w:sz="0" w:space="0" w:color="auto"/>
        <w:bottom w:val="none" w:sz="0" w:space="0" w:color="auto"/>
        <w:right w:val="none" w:sz="0" w:space="0" w:color="auto"/>
      </w:divBdr>
    </w:div>
    <w:div w:id="178765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eproas.cz/eurooil/cerpaci-stanic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hyperlink" Target="mailto:dosle.faktury@ceproas.cz"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koskyj\Desktop\Vzory%20a%20&#353;ablony\&#352;ablony\RS-Kupni-2014-08-22.dot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F34A5-A505-486E-A7FD-F15D54EA9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RS-Kupni-2014-08-22.dotm</Template>
  <TotalTime>15</TotalTime>
  <Pages>26</Pages>
  <Words>14211</Words>
  <Characters>82220</Characters>
  <Application>Microsoft Office Word</Application>
  <DocSecurity>0</DocSecurity>
  <Lines>685</Lines>
  <Paragraphs>192</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96239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21</cp:revision>
  <cp:lastPrinted>2020-04-21T12:23:00Z</cp:lastPrinted>
  <dcterms:created xsi:type="dcterms:W3CDTF">2025-02-24T08:12:00Z</dcterms:created>
  <dcterms:modified xsi:type="dcterms:W3CDTF">2025-04-01T05:21:00Z</dcterms:modified>
</cp:coreProperties>
</file>